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</w:t>
      </w:r>
      <w:proofErr w:type="gramStart"/>
      <w:r w:rsidR="00D216F1">
        <w:rPr>
          <w:b/>
          <w:bCs/>
          <w:sz w:val="18"/>
          <w:lang w:val="lv-LV"/>
        </w:rPr>
        <w:t xml:space="preserve">  </w:t>
      </w:r>
      <w:proofErr w:type="gramEnd"/>
      <w:r w:rsidR="00D216F1">
        <w:rPr>
          <w:b/>
          <w:bCs/>
          <w:sz w:val="18"/>
          <w:lang w:val="lv-LV"/>
        </w:rPr>
        <w:t>FAILA</w:t>
      </w:r>
      <w:r>
        <w:rPr>
          <w:b/>
          <w:bCs/>
          <w:sz w:val="18"/>
          <w:lang w:val="lv-LV"/>
        </w:rPr>
        <w:t xml:space="preserve"> NOSAUKUMĀ</w:t>
      </w:r>
    </w:p>
    <w:p w:rsidR="003D126B" w:rsidRDefault="00875075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Jēkabpils</w:t>
      </w:r>
      <w:r w:rsidR="00A9609A">
        <w:rPr>
          <w:b/>
          <w:lang w:val="lv-LV"/>
        </w:rPr>
        <w:t xml:space="preserve"> </w:t>
      </w:r>
      <w:r w:rsidR="006F24D8">
        <w:rPr>
          <w:b/>
          <w:lang w:val="lv-LV"/>
        </w:rPr>
        <w:t xml:space="preserve">novada </w:t>
      </w:r>
      <w:r w:rsidR="00137169">
        <w:rPr>
          <w:b/>
          <w:lang w:val="lv-LV"/>
        </w:rPr>
        <w:t>pašvaldība</w:t>
      </w:r>
    </w:p>
    <w:p w:rsidR="0001675B" w:rsidRDefault="00875075" w:rsidP="00137169">
      <w:pPr>
        <w:jc w:val="right"/>
      </w:pPr>
      <w:r w:rsidRPr="00875075">
        <w:t xml:space="preserve">Rīgas iela 150a, </w:t>
      </w:r>
    </w:p>
    <w:p w:rsidR="00137169" w:rsidRDefault="00875075" w:rsidP="00137169">
      <w:pPr>
        <w:jc w:val="right"/>
      </w:pPr>
      <w:r w:rsidRPr="00875075">
        <w:t>Jēkabpils, LV-5202</w:t>
      </w:r>
      <w:r w:rsidR="00137169" w:rsidRPr="00137169">
        <w:t>,</w:t>
      </w:r>
    </w:p>
    <w:p w:rsidR="0001675B" w:rsidRDefault="0001675B" w:rsidP="00137169">
      <w:pPr>
        <w:jc w:val="right"/>
      </w:pPr>
      <w:hyperlink r:id="rId8" w:history="1">
        <w:r w:rsidRPr="000247ED">
          <w:rPr>
            <w:rStyle w:val="Hyperlink"/>
          </w:rPr>
          <w:t>novads@jekabpilsnovads.lv</w:t>
        </w:r>
      </w:hyperlink>
      <w:r>
        <w:t xml:space="preserve"> </w:t>
      </w:r>
    </w:p>
    <w:p w:rsidR="0001675B" w:rsidRDefault="0001675B" w:rsidP="00137169">
      <w:pPr>
        <w:jc w:val="right"/>
      </w:pPr>
    </w:p>
    <w:p w:rsidR="0001675B" w:rsidRPr="00137169" w:rsidRDefault="0001675B" w:rsidP="00137169">
      <w:pPr>
        <w:jc w:val="right"/>
      </w:pPr>
    </w:p>
    <w:p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Informācijai</w:t>
      </w:r>
      <w:r w:rsidR="00FE0EFC">
        <w:rPr>
          <w:b/>
          <w:lang w:val="lv-LV"/>
        </w:rPr>
        <w:t xml:space="preserve"> </w:t>
      </w:r>
      <w:r>
        <w:rPr>
          <w:b/>
          <w:lang w:val="lv-LV"/>
        </w:rPr>
        <w:t>- Zemkopības ministrijai</w:t>
      </w:r>
    </w:p>
    <w:p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 xml:space="preserve">Valsts sekretārei </w:t>
      </w:r>
      <w:proofErr w:type="spellStart"/>
      <w:r w:rsidRPr="007C488B">
        <w:rPr>
          <w:lang w:val="lv-LV"/>
        </w:rPr>
        <w:t>D.Lucauas</w:t>
      </w:r>
      <w:proofErr w:type="spellEnd"/>
      <w:r w:rsidRPr="007C488B">
        <w:rPr>
          <w:lang w:val="lv-LV"/>
        </w:rPr>
        <w:t xml:space="preserve"> kundzei</w:t>
      </w:r>
    </w:p>
    <w:p w:rsidR="000A5AB6" w:rsidRDefault="000A5AB6" w:rsidP="000A5AB6">
      <w:pPr>
        <w:pStyle w:val="Valsts"/>
        <w:rPr>
          <w:lang w:val="lv-LV"/>
        </w:rPr>
      </w:pPr>
    </w:p>
    <w:p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:rsidR="007C488B" w:rsidRDefault="0001675B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Jēkabpils</w:t>
      </w:r>
      <w:r w:rsidR="007C488B">
        <w:rPr>
          <w:i/>
          <w:szCs w:val="24"/>
        </w:rPr>
        <w:t xml:space="preserve"> novada administratīvajā teritorijā</w:t>
      </w:r>
      <w:r w:rsidR="007C488B" w:rsidRPr="007C488B">
        <w:rPr>
          <w:i/>
          <w:szCs w:val="24"/>
        </w:rPr>
        <w:t xml:space="preserve"> piederības </w:t>
      </w:r>
    </w:p>
    <w:p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:rsidR="007C488B" w:rsidRPr="007C488B" w:rsidRDefault="007C488B" w:rsidP="007C488B">
      <w:pPr>
        <w:pStyle w:val="Teksts1"/>
        <w:spacing w:after="0"/>
        <w:rPr>
          <w:i/>
        </w:rPr>
      </w:pPr>
    </w:p>
    <w:p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</w:t>
      </w:r>
      <w:proofErr w:type="gramStart"/>
      <w:r w:rsidR="006F24D8" w:rsidRPr="006F24D8">
        <w:t>valstij un vietējām pašvaldībām pēc zemes reformas pabeigšanas piederošo un piekrītošo zemi</w:t>
      </w:r>
      <w:proofErr w:type="gramEnd"/>
      <w:r w:rsidR="006F24D8" w:rsidRPr="006F24D8">
        <w:t xml:space="preserve"> jāizvērtē Ministru kabineta</w:t>
      </w:r>
      <w:r w:rsidR="006F24D8">
        <w:t xml:space="preserve"> (MK)</w:t>
      </w:r>
      <w:r w:rsidR="006F24D8" w:rsidRPr="006F24D8">
        <w:t xml:space="preserve"> noteiktajā kārtībā 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neizmantoto zemes gabalu piederību vai piekritību”</w:t>
      </w:r>
      <w:r>
        <w:t xml:space="preserve"> (Noteikumi).</w:t>
      </w:r>
    </w:p>
    <w:p w:rsidR="006F24D8" w:rsidRDefault="006F24D8" w:rsidP="007C488B">
      <w:pPr>
        <w:pStyle w:val="Teksts1"/>
        <w:spacing w:after="0"/>
        <w:ind w:firstLine="720"/>
      </w:pPr>
      <w:r>
        <w:t>AS “</w:t>
      </w:r>
      <w:proofErr w:type="gramStart"/>
      <w:r>
        <w:t>Latvijas valsts meži</w:t>
      </w:r>
      <w:proofErr w:type="gramEnd"/>
      <w:r>
        <w:t>”</w:t>
      </w:r>
      <w:r w:rsidR="007C488B">
        <w:t xml:space="preserve"> (LVM)</w:t>
      </w:r>
      <w:r>
        <w:t xml:space="preserve"> kā Zemkopības ministr</w:t>
      </w:r>
      <w:r w:rsidR="00A9609A">
        <w:t>ijas (ZM) pilnvarotā persona (22</w:t>
      </w:r>
      <w:r>
        <w:t>.</w:t>
      </w:r>
      <w:r w:rsidR="00AC2ED5">
        <w:t>12</w:t>
      </w:r>
      <w:r w:rsidR="00A9609A">
        <w:t>.2016. pilnvara Nr.8.7-5</w:t>
      </w:r>
      <w:r>
        <w:t>/</w:t>
      </w:r>
      <w:r w:rsidR="00A9609A">
        <w:t>3027</w:t>
      </w:r>
      <w:r>
        <w:t xml:space="preserve">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 xml:space="preserve">elektroniski nosūtīt arī LVM kā ZM pilnvarotajai personai uz elektroniskā pasta adresi </w:t>
      </w:r>
      <w:hyperlink r:id="rId9" w:history="1">
        <w:r w:rsidR="00A9609A" w:rsidRPr="008E4050">
          <w:rPr>
            <w:rStyle w:val="Hyperlink"/>
          </w:rPr>
          <w:t>e.kratins@lvm.lv</w:t>
        </w:r>
      </w:hyperlink>
      <w:r w:rsidR="00764254">
        <w:t>.</w:t>
      </w:r>
    </w:p>
    <w:p w:rsidR="007C488B" w:rsidRDefault="007C488B" w:rsidP="007C488B">
      <w:pPr>
        <w:pStyle w:val="Teksts1"/>
        <w:spacing w:after="0"/>
      </w:pPr>
      <w:bookmarkStart w:id="0" w:name="_GoBack"/>
      <w:bookmarkEnd w:id="0"/>
    </w:p>
    <w:p w:rsidR="006C303B" w:rsidRDefault="00CF262D" w:rsidP="006C303B">
      <w:pPr>
        <w:pStyle w:val="Teksts1"/>
        <w:spacing w:after="0"/>
        <w:ind w:left="720"/>
      </w:pPr>
      <w:r>
        <w:t xml:space="preserve">Pielikumā: </w:t>
      </w:r>
    </w:p>
    <w:p w:rsidR="003D126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ZM </w:t>
      </w:r>
      <w:r w:rsidR="00A9609A">
        <w:t>22.12</w:t>
      </w:r>
      <w:r w:rsidRPr="007C488B">
        <w:t>.2016. pilnvara Nr.</w:t>
      </w:r>
      <w:r w:rsidR="00A9609A" w:rsidRPr="00A9609A">
        <w:t xml:space="preserve"> </w:t>
      </w:r>
      <w:r w:rsidR="00A9609A">
        <w:t>8.7-5/3027/2016;</w:t>
      </w:r>
    </w:p>
    <w:p w:rsidR="007C488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01675B">
        <w:t>Jēkabpils</w:t>
      </w:r>
      <w:r>
        <w:t xml:space="preserve"> novadā</w:t>
      </w:r>
      <w:r w:rsidR="006C303B">
        <w:t>.</w:t>
      </w:r>
    </w:p>
    <w:p w:rsidR="000A5AB6" w:rsidRDefault="000A5AB6" w:rsidP="000A5AB6">
      <w:pPr>
        <w:pStyle w:val="Nobeigums"/>
        <w:rPr>
          <w:lang w:val="lv-LV"/>
        </w:rPr>
      </w:pPr>
    </w:p>
    <w:p w:rsidR="006C303B" w:rsidRDefault="00E333B7" w:rsidP="000A5AB6">
      <w:pPr>
        <w:pStyle w:val="Nobeigums"/>
        <w:rPr>
          <w:lang w:val="lv-LV"/>
        </w:rPr>
      </w:pPr>
      <w:r>
        <w:rPr>
          <w:lang w:val="lv-LV"/>
        </w:rPr>
        <w:t>Nekustam</w:t>
      </w:r>
      <w:r w:rsidR="00A9609A">
        <w:rPr>
          <w:lang w:val="lv-LV"/>
        </w:rPr>
        <w:t>o īpašumu pārvaldes vadītājs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 w:rsidR="007C488B">
        <w:rPr>
          <w:lang w:val="lv-LV"/>
        </w:rPr>
        <w:t>V.Kalns</w:t>
      </w:r>
      <w:proofErr w:type="spellEnd"/>
      <w:r w:rsidR="000A5AB6"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lang w:val="lv-LV"/>
        </w:rPr>
      </w:pP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ŠIS DOKUMENTS</w:t>
      </w:r>
      <w:proofErr w:type="gramStart"/>
      <w:r>
        <w:rPr>
          <w:b/>
          <w:bCs/>
          <w:sz w:val="20"/>
          <w:lang w:val="lv-LV"/>
        </w:rPr>
        <w:t xml:space="preserve"> IR ELEKTRONISKI PARAKSTĪTS</w:t>
      </w:r>
      <w:proofErr w:type="gramEnd"/>
      <w:r>
        <w:rPr>
          <w:b/>
          <w:bCs/>
          <w:sz w:val="20"/>
          <w:lang w:val="lv-LV"/>
        </w:rPr>
        <w:t xml:space="preserve"> AR </w:t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proofErr w:type="gramStart"/>
      <w:r>
        <w:rPr>
          <w:b/>
          <w:bCs/>
          <w:sz w:val="20"/>
          <w:lang w:val="lv-LV"/>
        </w:rPr>
        <w:t>DROŠU ELEKTRONISKO PARAKSTU</w:t>
      </w:r>
      <w:proofErr w:type="gramEnd"/>
      <w:r>
        <w:rPr>
          <w:b/>
          <w:bCs/>
          <w:sz w:val="20"/>
          <w:lang w:val="lv-LV"/>
        </w:rPr>
        <w:t xml:space="preserve"> UN SATUR LAIKA ZĪMOGU</w:t>
      </w:r>
    </w:p>
    <w:p w:rsidR="006E529E" w:rsidRPr="006E529E" w:rsidRDefault="006E529E" w:rsidP="006E529E">
      <w:pPr>
        <w:jc w:val="left"/>
        <w:rPr>
          <w:szCs w:val="24"/>
        </w:rPr>
      </w:pPr>
    </w:p>
    <w:p w:rsidR="006E529E" w:rsidRPr="007C488B" w:rsidRDefault="00A9609A" w:rsidP="006E529E">
      <w:pPr>
        <w:jc w:val="left"/>
        <w:rPr>
          <w:i/>
          <w:sz w:val="16"/>
          <w:szCs w:val="24"/>
        </w:rPr>
      </w:pPr>
      <w:proofErr w:type="spellStart"/>
      <w:r>
        <w:rPr>
          <w:i/>
          <w:sz w:val="16"/>
          <w:szCs w:val="24"/>
        </w:rPr>
        <w:t>E.Krātiņš</w:t>
      </w:r>
      <w:proofErr w:type="spellEnd"/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:rsidR="00EB2ECA" w:rsidRDefault="00A9609A" w:rsidP="007C488B">
      <w:pPr>
        <w:jc w:val="left"/>
        <w:rPr>
          <w:szCs w:val="24"/>
        </w:rPr>
      </w:pPr>
      <w:r>
        <w:rPr>
          <w:i/>
          <w:sz w:val="16"/>
          <w:szCs w:val="24"/>
        </w:rPr>
        <w:lastRenderedPageBreak/>
        <w:t>e.kratins</w:t>
      </w:r>
      <w:r w:rsidR="003D126B" w:rsidRPr="007C488B">
        <w:rPr>
          <w:i/>
          <w:sz w:val="16"/>
          <w:szCs w:val="24"/>
        </w:rPr>
        <w:t>@lvm.lv</w:t>
      </w:r>
      <w:r w:rsidR="00221FD6">
        <w:rPr>
          <w:szCs w:val="24"/>
        </w:rPr>
        <w:tab/>
      </w:r>
    </w:p>
    <w:sectPr w:rsidR="00EB2ECA" w:rsidSect="00764254">
      <w:footerReference w:type="even" r:id="rId10"/>
      <w:headerReference w:type="first" r:id="rId11"/>
      <w:pgSz w:w="11906" w:h="16838"/>
      <w:pgMar w:top="1959" w:right="1286" w:bottom="567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D5" w:rsidRDefault="00C469D5">
      <w:r>
        <w:separator/>
      </w:r>
    </w:p>
  </w:endnote>
  <w:endnote w:type="continuationSeparator" w:id="0">
    <w:p w:rsidR="00C469D5" w:rsidRDefault="00C4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Pr="000F5A90" w:rsidRDefault="000F5A90" w:rsidP="000F5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D5" w:rsidRDefault="00C469D5">
      <w:r>
        <w:separator/>
      </w:r>
    </w:p>
  </w:footnote>
  <w:footnote w:type="continuationSeparator" w:id="0">
    <w:p w:rsidR="00C469D5" w:rsidRDefault="00C4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:rsidTr="000F5A90">
      <w:trPr>
        <w:trHeight w:val="2045"/>
      </w:trPr>
      <w:tc>
        <w:tcPr>
          <w:tcW w:w="4356" w:type="dxa"/>
          <w:shd w:val="clear" w:color="auto" w:fill="auto"/>
        </w:tcPr>
        <w:p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9525" b="9525"/>
                <wp:docPr id="9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 xml:space="preserve">AKCIJU SABIEDRĪBA ” </w:t>
          </w:r>
          <w:proofErr w:type="gramStart"/>
          <w:r w:rsidRPr="000F5A90">
            <w:rPr>
              <w:rFonts w:ascii="Arial" w:eastAsia="Calibri" w:hAnsi="Arial" w:cs="Arial"/>
              <w:sz w:val="20"/>
            </w:rPr>
            <w:t>LATVIJAS VALSTS MEŽI</w:t>
          </w:r>
          <w:proofErr w:type="gramEnd"/>
          <w:r w:rsidRPr="000F5A90">
            <w:rPr>
              <w:rFonts w:ascii="Arial" w:eastAsia="Calibri" w:hAnsi="Arial" w:cs="Arial"/>
              <w:sz w:val="20"/>
            </w:rPr>
            <w:t>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0F5A90" w:rsidRDefault="000F5A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7311E"/>
    <w:multiLevelType w:val="hybridMultilevel"/>
    <w:tmpl w:val="11CABAFE"/>
    <w:lvl w:ilvl="0" w:tplc="DFF8E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8B"/>
    <w:rsid w:val="000045AC"/>
    <w:rsid w:val="0001675B"/>
    <w:rsid w:val="000548A8"/>
    <w:rsid w:val="000A5AB6"/>
    <w:rsid w:val="000D3736"/>
    <w:rsid w:val="000F5A90"/>
    <w:rsid w:val="0010576B"/>
    <w:rsid w:val="0013602B"/>
    <w:rsid w:val="00137169"/>
    <w:rsid w:val="001722DD"/>
    <w:rsid w:val="00192542"/>
    <w:rsid w:val="001E0B0E"/>
    <w:rsid w:val="00210A10"/>
    <w:rsid w:val="00221FD6"/>
    <w:rsid w:val="002236F7"/>
    <w:rsid w:val="00247947"/>
    <w:rsid w:val="00251C66"/>
    <w:rsid w:val="002B60EC"/>
    <w:rsid w:val="002C02E1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4111B"/>
    <w:rsid w:val="006727A8"/>
    <w:rsid w:val="00676AC7"/>
    <w:rsid w:val="006773D0"/>
    <w:rsid w:val="006C303B"/>
    <w:rsid w:val="006E529E"/>
    <w:rsid w:val="006E701A"/>
    <w:rsid w:val="006F24D8"/>
    <w:rsid w:val="007364C4"/>
    <w:rsid w:val="00754168"/>
    <w:rsid w:val="00764254"/>
    <w:rsid w:val="007C488B"/>
    <w:rsid w:val="00837DE7"/>
    <w:rsid w:val="00847660"/>
    <w:rsid w:val="00875075"/>
    <w:rsid w:val="008B1202"/>
    <w:rsid w:val="008D0A6D"/>
    <w:rsid w:val="00930F35"/>
    <w:rsid w:val="00997D4A"/>
    <w:rsid w:val="009A15B7"/>
    <w:rsid w:val="00A129DC"/>
    <w:rsid w:val="00A54238"/>
    <w:rsid w:val="00A76FDC"/>
    <w:rsid w:val="00A85FAD"/>
    <w:rsid w:val="00A9609A"/>
    <w:rsid w:val="00AC2ED5"/>
    <w:rsid w:val="00B1202C"/>
    <w:rsid w:val="00B8545D"/>
    <w:rsid w:val="00B942AE"/>
    <w:rsid w:val="00C469D5"/>
    <w:rsid w:val="00C674BD"/>
    <w:rsid w:val="00C87B06"/>
    <w:rsid w:val="00CC3474"/>
    <w:rsid w:val="00CD20D3"/>
    <w:rsid w:val="00CF262D"/>
    <w:rsid w:val="00CF725E"/>
    <w:rsid w:val="00D0251C"/>
    <w:rsid w:val="00D216F1"/>
    <w:rsid w:val="00D33BE1"/>
    <w:rsid w:val="00DB6FC8"/>
    <w:rsid w:val="00DF3FD6"/>
    <w:rsid w:val="00E04595"/>
    <w:rsid w:val="00E11456"/>
    <w:rsid w:val="00E20E12"/>
    <w:rsid w:val="00E333B7"/>
    <w:rsid w:val="00E8767C"/>
    <w:rsid w:val="00EB2ECA"/>
    <w:rsid w:val="00ED551E"/>
    <w:rsid w:val="00EE064E"/>
    <w:rsid w:val="00F879E3"/>
    <w:rsid w:val="00FE0EFC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B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firstLine="72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47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4A3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Normal"/>
    <w:rsid w:val="000A5AB6"/>
    <w:pPr>
      <w:spacing w:after="320"/>
    </w:pPr>
  </w:style>
  <w:style w:type="paragraph" w:customStyle="1" w:styleId="Teksts2">
    <w:name w:val="Teksts2"/>
    <w:basedOn w:val="Normal"/>
    <w:rsid w:val="000A5AB6"/>
  </w:style>
  <w:style w:type="paragraph" w:customStyle="1" w:styleId="Datums1">
    <w:name w:val="Datums1"/>
    <w:basedOn w:val="Normal"/>
    <w:next w:val="Normal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Normal"/>
    <w:rsid w:val="000A5AB6"/>
    <w:pPr>
      <w:jc w:val="left"/>
    </w:pPr>
    <w:rPr>
      <w:lang w:val="en-US"/>
    </w:rPr>
  </w:style>
  <w:style w:type="paragraph" w:customStyle="1" w:styleId="Uzruna1">
    <w:name w:val="Uzruna1"/>
    <w:basedOn w:val="Normal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Normal"/>
    <w:rsid w:val="000A5AB6"/>
    <w:pPr>
      <w:jc w:val="left"/>
    </w:pPr>
    <w:rPr>
      <w:lang w:val="en-US"/>
    </w:rPr>
  </w:style>
  <w:style w:type="paragraph" w:customStyle="1" w:styleId="Autors">
    <w:name w:val="Autors"/>
    <w:basedOn w:val="Normal"/>
    <w:next w:val="Normal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Normal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Normal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Normal"/>
    <w:next w:val="Normal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cloakedemail">
    <w:name w:val="cloaked_email"/>
    <w:basedOn w:val="DefaultParagraphFont"/>
    <w:rsid w:val="00DF3FD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3716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37169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3716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3716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ads@jekabpilsnovads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.kratins@lvm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2365-60DD-4D0E-89B6-8247FB0B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0</TotalTime>
  <Pages>1</Pages>
  <Words>272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2336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Egons Krātiņš</cp:lastModifiedBy>
  <cp:revision>2</cp:revision>
  <cp:lastPrinted>2004-12-03T13:46:00Z</cp:lastPrinted>
  <dcterms:created xsi:type="dcterms:W3CDTF">2017-02-09T14:26:00Z</dcterms:created>
  <dcterms:modified xsi:type="dcterms:W3CDTF">2017-02-09T14:26:00Z</dcterms:modified>
</cp:coreProperties>
</file>