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22924" w14:textId="735C2A68" w:rsidR="00984E25" w:rsidRDefault="00984E25" w:rsidP="00155E2D">
      <w:pPr>
        <w:pStyle w:val="H2"/>
        <w:spacing w:after="360"/>
      </w:pPr>
      <w:r w:rsidRPr="00D75984">
        <w:t xml:space="preserve">5.4. </w:t>
      </w:r>
      <w:r w:rsidR="00F91793" w:rsidRPr="00F91793">
        <w:t>Valsts budžeta investīciju projektu finansēšana 202</w:t>
      </w:r>
      <w:r w:rsidR="00EF1AD4">
        <w:t>4</w:t>
      </w:r>
      <w:r w:rsidR="00F91793" w:rsidRPr="00F91793">
        <w:t>.</w:t>
      </w:r>
      <w:r w:rsidR="00F91793">
        <w:t> </w:t>
      </w:r>
      <w:r w:rsidR="00F91793" w:rsidRPr="00F91793">
        <w:t>gadā</w:t>
      </w:r>
    </w:p>
    <w:p w14:paraId="01710951" w14:textId="77777777" w:rsidR="004750C4" w:rsidRDefault="004750C4" w:rsidP="004750C4">
      <w:pPr>
        <w:spacing w:after="240"/>
        <w:ind w:firstLine="0"/>
        <w:rPr>
          <w:b/>
          <w:sz w:val="28"/>
          <w:szCs w:val="28"/>
        </w:rPr>
      </w:pPr>
      <w:r w:rsidRPr="00B82FB0">
        <w:rPr>
          <w:b/>
          <w:sz w:val="28"/>
          <w:szCs w:val="28"/>
        </w:rPr>
        <w:t>Valsts budžeta izdevumi investīcijām</w:t>
      </w:r>
    </w:p>
    <w:p w14:paraId="687F1F1F" w14:textId="77777777" w:rsidR="004750C4" w:rsidRPr="00217453" w:rsidRDefault="004750C4" w:rsidP="004750C4">
      <w:pPr>
        <w:ind w:firstLine="0"/>
        <w:rPr>
          <w:b/>
        </w:rPr>
      </w:pPr>
      <w:r w:rsidRPr="00217453">
        <w:rPr>
          <w:b/>
        </w:rPr>
        <w:t xml:space="preserve">I. Informācija par nozīmīgākajiem valsts budžeta investīciju virzieniem </w:t>
      </w:r>
      <w:r>
        <w:rPr>
          <w:b/>
        </w:rPr>
        <w:t>2024.</w:t>
      </w:r>
      <w:r w:rsidRPr="00217453">
        <w:rPr>
          <w:b/>
        </w:rPr>
        <w:t xml:space="preserve"> gadā</w:t>
      </w:r>
    </w:p>
    <w:p w14:paraId="6FD9D907" w14:textId="77777777" w:rsidR="004750C4" w:rsidRDefault="004750C4" w:rsidP="004750C4">
      <w:pPr>
        <w:ind w:firstLine="720"/>
      </w:pPr>
      <w:r>
        <w:t xml:space="preserve">Saskaņā ar </w:t>
      </w:r>
      <w:r w:rsidRPr="003A4CD4">
        <w:t>Likumā par budžetu un finanšu vadību</w:t>
      </w:r>
      <w:r>
        <w:t xml:space="preserve"> </w:t>
      </w:r>
      <w:r w:rsidRPr="003A4CD4">
        <w:rPr>
          <w:bCs/>
          <w:shd w:val="clear" w:color="auto" w:fill="FFFFFF"/>
        </w:rPr>
        <w:t>no</w:t>
      </w:r>
      <w:r>
        <w:rPr>
          <w:bCs/>
          <w:shd w:val="clear" w:color="auto" w:fill="FFFFFF"/>
        </w:rPr>
        <w:t>teikto</w:t>
      </w:r>
      <w:r w:rsidRPr="003A4CD4">
        <w:rPr>
          <w:bCs/>
          <w:shd w:val="clear" w:color="auto" w:fill="FFFFFF"/>
        </w:rPr>
        <w:t xml:space="preserve"> </w:t>
      </w:r>
      <w:r>
        <w:rPr>
          <w:bCs/>
          <w:shd w:val="clear" w:color="auto" w:fill="FFFFFF"/>
        </w:rPr>
        <w:t>b</w:t>
      </w:r>
      <w:r w:rsidRPr="003A4CD4">
        <w:rPr>
          <w:bCs/>
          <w:shd w:val="clear" w:color="auto" w:fill="FFFFFF"/>
        </w:rPr>
        <w:t>udžetu investīcijas</w:t>
      </w:r>
      <w:r w:rsidRPr="003A4CD4">
        <w:rPr>
          <w:shd w:val="clear" w:color="auto" w:fill="FFFFFF"/>
        </w:rPr>
        <w:t> </w:t>
      </w:r>
      <w:r>
        <w:rPr>
          <w:shd w:val="clear" w:color="auto" w:fill="FFFFFF"/>
        </w:rPr>
        <w:t>ir</w:t>
      </w:r>
      <w:r w:rsidRPr="003A4CD4">
        <w:rPr>
          <w:shd w:val="clear" w:color="auto" w:fill="FFFFFF"/>
        </w:rPr>
        <w:t xml:space="preserve"> budžetu izdevumi pamatkapitāla veidošanai, kuru rezultātā tiek radīts jauns pamatlīdzeklis, ieguldījuma īpašums vai nemateriālais ieguldījums vai kuri uzlabo attiecīgā pamatlīdzekļa, ieguldījuma īpašuma vai nemateriālā ieguldījuma stāvokli (aktīva pārbūve, restaurācija vai atjaunošana) tā lietderīgās lietošanas laikā vai būtiski maina esošā aktīva īpašības, salīdzinot ar tā iepriekšējiem rādītājiem.</w:t>
      </w:r>
      <w:r>
        <w:rPr>
          <w:shd w:val="clear" w:color="auto" w:fill="FFFFFF"/>
        </w:rPr>
        <w:t xml:space="preserve"> </w:t>
      </w:r>
    </w:p>
    <w:p w14:paraId="1367D503" w14:textId="77777777" w:rsidR="004750C4" w:rsidRDefault="004750C4" w:rsidP="004750C4">
      <w:pPr>
        <w:spacing w:after="0"/>
        <w:ind w:firstLine="720"/>
      </w:pPr>
      <w:r w:rsidRPr="00B82FB0">
        <w:t xml:space="preserve">Valsts budžeta finansējums investīciju projektu īstenošanai </w:t>
      </w:r>
      <w:r>
        <w:t>2024. </w:t>
      </w:r>
      <w:r w:rsidRPr="00B82FB0">
        <w:t xml:space="preserve">gadā plānots </w:t>
      </w:r>
      <w:r>
        <w:rPr>
          <w:b/>
          <w:bCs/>
        </w:rPr>
        <w:t>974,6</w:t>
      </w:r>
      <w:r w:rsidRPr="00D10196">
        <w:t xml:space="preserve"> milj. </w:t>
      </w:r>
      <w:proofErr w:type="spellStart"/>
      <w:r w:rsidRPr="00D10196">
        <w:rPr>
          <w:i/>
          <w:iCs/>
        </w:rPr>
        <w:t>euro</w:t>
      </w:r>
      <w:proofErr w:type="spellEnd"/>
      <w:r>
        <w:t xml:space="preserve"> jeb </w:t>
      </w:r>
      <w:r w:rsidRPr="00B546E1">
        <w:t>2,1% apmērā no IKP</w:t>
      </w:r>
      <w:r w:rsidRPr="00D10196">
        <w:t xml:space="preserve">, tajā skaitā ES politiku instrumentu un pārējās ārvalstu finanšu palīdzības līdzfinansēto projektu īstenošanai </w:t>
      </w:r>
      <w:r>
        <w:rPr>
          <w:b/>
          <w:bCs/>
        </w:rPr>
        <w:t>247,3</w:t>
      </w:r>
      <w:r w:rsidRPr="00D10196">
        <w:t xml:space="preserve"> milj. </w:t>
      </w:r>
      <w:proofErr w:type="spellStart"/>
      <w:r w:rsidRPr="00D10196">
        <w:rPr>
          <w:i/>
          <w:iCs/>
        </w:rPr>
        <w:t>euro</w:t>
      </w:r>
      <w:proofErr w:type="spellEnd"/>
      <w:r w:rsidRPr="00D10196">
        <w:t xml:space="preserve"> apmērā. Paredzē</w:t>
      </w:r>
      <w:r>
        <w:t>tais</w:t>
      </w:r>
      <w:r w:rsidRPr="00D10196">
        <w:t xml:space="preserve"> valsts budžeta ieguldījums investīcijām ir par </w:t>
      </w:r>
      <w:r>
        <w:t>205,3</w:t>
      </w:r>
      <w:r w:rsidRPr="00D10196">
        <w:t xml:space="preserve"> milj. </w:t>
      </w:r>
      <w:proofErr w:type="spellStart"/>
      <w:r w:rsidRPr="00D10196">
        <w:rPr>
          <w:i/>
          <w:iCs/>
        </w:rPr>
        <w:t>euro</w:t>
      </w:r>
      <w:proofErr w:type="spellEnd"/>
      <w:r w:rsidRPr="00D10196">
        <w:t xml:space="preserve"> </w:t>
      </w:r>
      <w:r w:rsidRPr="00B546E1">
        <w:t>jeb</w:t>
      </w:r>
      <w:r>
        <w:t xml:space="preserve"> 26,7</w:t>
      </w:r>
      <w:r w:rsidRPr="00B546E1">
        <w:t>% lielāks</w:t>
      </w:r>
      <w:r w:rsidRPr="00D10196">
        <w:t>,</w:t>
      </w:r>
      <w:r w:rsidRPr="00B82FB0">
        <w:t xml:space="preserve"> salīdzinot ar investīciju apjomu </w:t>
      </w:r>
      <w:r>
        <w:t>2023.</w:t>
      </w:r>
      <w:r w:rsidRPr="00B82FB0">
        <w:t xml:space="preserve"> gada budžetā.</w:t>
      </w:r>
      <w:r>
        <w:t xml:space="preserve"> </w:t>
      </w:r>
    </w:p>
    <w:p w14:paraId="1163841F" w14:textId="77777777" w:rsidR="004750C4" w:rsidRDefault="004750C4" w:rsidP="004750C4">
      <w:pPr>
        <w:ind w:firstLine="0"/>
        <w:jc w:val="center"/>
        <w:rPr>
          <w:b/>
          <w:i/>
        </w:rPr>
      </w:pPr>
    </w:p>
    <w:p w14:paraId="31D05D4C" w14:textId="77777777" w:rsidR="004750C4" w:rsidRDefault="004750C4" w:rsidP="004750C4">
      <w:pPr>
        <w:spacing w:after="240"/>
        <w:ind w:firstLine="0"/>
        <w:jc w:val="center"/>
        <w:rPr>
          <w:b/>
          <w:i/>
        </w:rPr>
      </w:pPr>
      <w:r w:rsidRPr="00336C82">
        <w:rPr>
          <w:b/>
          <w:i/>
        </w:rPr>
        <w:t>5.</w:t>
      </w:r>
      <w:r>
        <w:rPr>
          <w:b/>
          <w:i/>
        </w:rPr>
        <w:t>5</w:t>
      </w:r>
      <w:r w:rsidRPr="00336C82">
        <w:rPr>
          <w:b/>
          <w:i/>
        </w:rPr>
        <w:t xml:space="preserve">. attēls </w:t>
      </w:r>
      <w:r w:rsidRPr="00336C82">
        <w:rPr>
          <w:b/>
        </w:rPr>
        <w:t>Valsts budžeta izdevumi investīcijām no 202</w:t>
      </w:r>
      <w:r>
        <w:rPr>
          <w:b/>
        </w:rPr>
        <w:t>3</w:t>
      </w:r>
      <w:r w:rsidRPr="00336C82">
        <w:rPr>
          <w:b/>
        </w:rPr>
        <w:t>. līdz 202</w:t>
      </w:r>
      <w:r>
        <w:rPr>
          <w:b/>
        </w:rPr>
        <w:t>6</w:t>
      </w:r>
      <w:r w:rsidRPr="00336C82">
        <w:rPr>
          <w:b/>
        </w:rPr>
        <w:t>. gadam, milj.</w:t>
      </w:r>
      <w:r>
        <w:rPr>
          <w:b/>
          <w:i/>
        </w:rPr>
        <w:t> </w:t>
      </w:r>
      <w:proofErr w:type="spellStart"/>
      <w:r>
        <w:rPr>
          <w:b/>
          <w:i/>
        </w:rPr>
        <w:t>e</w:t>
      </w:r>
      <w:r w:rsidRPr="000D50C3">
        <w:rPr>
          <w:b/>
          <w:i/>
        </w:rPr>
        <w:t>uro</w:t>
      </w:r>
      <w:proofErr w:type="spellEnd"/>
    </w:p>
    <w:p w14:paraId="219803C1" w14:textId="77777777" w:rsidR="004750C4" w:rsidRDefault="004750C4" w:rsidP="004750C4">
      <w:pPr>
        <w:ind w:firstLine="0"/>
        <w:jc w:val="center"/>
        <w:rPr>
          <w:b/>
          <w:i/>
        </w:rPr>
      </w:pPr>
      <w:r>
        <w:rPr>
          <w:noProof/>
        </w:rPr>
        <w:drawing>
          <wp:inline distT="0" distB="0" distL="0" distR="0" wp14:anchorId="10CE7E5B" wp14:editId="73CA715B">
            <wp:extent cx="5760085" cy="4452425"/>
            <wp:effectExtent l="0" t="0" r="12065" b="5715"/>
            <wp:docPr id="1670055490" name="Chart 1">
              <a:extLst xmlns:a="http://schemas.openxmlformats.org/drawingml/2006/main">
                <a:ext uri="{FF2B5EF4-FFF2-40B4-BE49-F238E27FC236}">
                  <a16:creationId xmlns:a16="http://schemas.microsoft.com/office/drawing/2014/main" id="{E5F06D0E-258F-42EA-B2A0-99C5FB00F4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FD4C01A" w14:textId="77777777" w:rsidR="004750C4" w:rsidRDefault="004750C4" w:rsidP="004750C4">
      <w:pPr>
        <w:ind w:firstLine="0"/>
        <w:jc w:val="center"/>
        <w:rPr>
          <w:b/>
          <w:i/>
        </w:rPr>
      </w:pPr>
    </w:p>
    <w:p w14:paraId="7FDAA019" w14:textId="77777777" w:rsidR="004750C4" w:rsidRDefault="004750C4" w:rsidP="004750C4">
      <w:pPr>
        <w:ind w:firstLine="0"/>
        <w:jc w:val="center"/>
        <w:rPr>
          <w:b/>
          <w:i/>
        </w:rPr>
      </w:pPr>
    </w:p>
    <w:p w14:paraId="013CEC8D" w14:textId="77777777" w:rsidR="004750C4" w:rsidRDefault="004750C4" w:rsidP="004750C4">
      <w:pPr>
        <w:ind w:firstLine="0"/>
        <w:jc w:val="center"/>
        <w:rPr>
          <w:b/>
          <w:i/>
        </w:rPr>
      </w:pPr>
      <w:r w:rsidRPr="009C2351">
        <w:rPr>
          <w:b/>
          <w:i/>
        </w:rPr>
        <w:lastRenderedPageBreak/>
        <w:t xml:space="preserve">5.6. attēls </w:t>
      </w:r>
      <w:r w:rsidRPr="009C2351">
        <w:rPr>
          <w:b/>
        </w:rPr>
        <w:t>Valsts budžeta izdevumi investīcijām funkcionālā sadalījumā 2024. gadam,</w:t>
      </w:r>
      <w:r w:rsidRPr="0029468C">
        <w:rPr>
          <w:b/>
        </w:rPr>
        <w:t xml:space="preserve"> milj.</w:t>
      </w:r>
      <w:r w:rsidRPr="0029468C">
        <w:rPr>
          <w:b/>
          <w:i/>
        </w:rPr>
        <w:t xml:space="preserve"> </w:t>
      </w:r>
      <w:proofErr w:type="spellStart"/>
      <w:r w:rsidRPr="0029468C">
        <w:rPr>
          <w:b/>
          <w:i/>
        </w:rPr>
        <w:t>euro</w:t>
      </w:r>
      <w:proofErr w:type="spellEnd"/>
    </w:p>
    <w:p w14:paraId="194B8E4E" w14:textId="77777777" w:rsidR="004750C4" w:rsidRDefault="004750C4" w:rsidP="004750C4">
      <w:pPr>
        <w:ind w:firstLine="0"/>
        <w:jc w:val="center"/>
        <w:rPr>
          <w:b/>
          <w:i/>
        </w:rPr>
      </w:pPr>
      <w:r>
        <w:rPr>
          <w:noProof/>
        </w:rPr>
        <w:drawing>
          <wp:inline distT="0" distB="0" distL="0" distR="0" wp14:anchorId="072F9C52" wp14:editId="488CA2AC">
            <wp:extent cx="5802923" cy="3502855"/>
            <wp:effectExtent l="0" t="0" r="7620" b="2540"/>
            <wp:docPr id="199803591" name="Chart 1">
              <a:extLst xmlns:a="http://schemas.openxmlformats.org/drawingml/2006/main">
                <a:ext uri="{FF2B5EF4-FFF2-40B4-BE49-F238E27FC236}">
                  <a16:creationId xmlns:a16="http://schemas.microsoft.com/office/drawing/2014/main" id="{B08380DB-156E-410E-B280-F72ED91657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29EF8D8" w14:textId="77777777" w:rsidR="004750C4" w:rsidRPr="00336C82" w:rsidRDefault="004750C4" w:rsidP="004750C4">
      <w:pPr>
        <w:ind w:firstLine="0"/>
        <w:jc w:val="center"/>
        <w:rPr>
          <w:b/>
          <w:i/>
        </w:rPr>
      </w:pPr>
    </w:p>
    <w:p w14:paraId="27BD1F6B" w14:textId="77777777" w:rsidR="004750C4" w:rsidRPr="00CB73F6" w:rsidRDefault="004750C4" w:rsidP="004750C4">
      <w:pPr>
        <w:shd w:val="clear" w:color="auto" w:fill="B6DDE8" w:themeFill="accent5" w:themeFillTint="66"/>
        <w:spacing w:before="130"/>
        <w:ind w:firstLine="0"/>
        <w:jc w:val="center"/>
        <w:rPr>
          <w:b/>
          <w:bCs/>
          <w:szCs w:val="24"/>
          <w:lang w:eastAsia="lv-LV"/>
        </w:rPr>
      </w:pPr>
      <w:r w:rsidRPr="00CB73F6">
        <w:rPr>
          <w:b/>
          <w:bCs/>
          <w:szCs w:val="24"/>
          <w:lang w:eastAsia="lv-LV"/>
        </w:rPr>
        <w:t>01. Valsts prezidenta kanceleja</w:t>
      </w:r>
    </w:p>
    <w:p w14:paraId="1D6B1CC3" w14:textId="77777777" w:rsidR="004750C4" w:rsidRPr="00193925" w:rsidRDefault="004750C4" w:rsidP="004750C4">
      <w:pPr>
        <w:spacing w:before="240"/>
        <w:ind w:firstLine="720"/>
        <w:rPr>
          <w:szCs w:val="24"/>
        </w:rPr>
      </w:pPr>
      <w:r w:rsidRPr="00193925">
        <w:rPr>
          <w:szCs w:val="24"/>
        </w:rPr>
        <w:t xml:space="preserve">Valsts budžeta finansējums investīciju projektu īstenošanai resorā 2024. gadā plānots </w:t>
      </w:r>
      <w:r w:rsidRPr="00193925">
        <w:rPr>
          <w:b/>
          <w:bCs/>
          <w:szCs w:val="24"/>
        </w:rPr>
        <w:t>0,03</w:t>
      </w:r>
      <w:r w:rsidRPr="00193925">
        <w:rPr>
          <w:szCs w:val="24"/>
        </w:rPr>
        <w:t xml:space="preserve"> milj. </w:t>
      </w:r>
      <w:proofErr w:type="spellStart"/>
      <w:r w:rsidRPr="00193925">
        <w:rPr>
          <w:i/>
          <w:iCs/>
          <w:szCs w:val="24"/>
        </w:rPr>
        <w:t>euro</w:t>
      </w:r>
      <w:proofErr w:type="spellEnd"/>
      <w:r w:rsidRPr="00193925">
        <w:rPr>
          <w:szCs w:val="24"/>
        </w:rPr>
        <w:t xml:space="preserve">. </w:t>
      </w:r>
      <w:r w:rsidRPr="00193925">
        <w:t>Paredzētais</w:t>
      </w:r>
      <w:r w:rsidRPr="00193925">
        <w:rPr>
          <w:szCs w:val="24"/>
        </w:rPr>
        <w:t xml:space="preserve"> valsts budžeta ieguldījums investīcijām ir par 0,08 milj. </w:t>
      </w:r>
      <w:proofErr w:type="spellStart"/>
      <w:r w:rsidRPr="00193925">
        <w:rPr>
          <w:i/>
          <w:iCs/>
          <w:szCs w:val="24"/>
        </w:rPr>
        <w:t>euro</w:t>
      </w:r>
      <w:proofErr w:type="spellEnd"/>
      <w:r w:rsidRPr="00193925">
        <w:rPr>
          <w:szCs w:val="24"/>
        </w:rPr>
        <w:t xml:space="preserve"> jeb 72,2% mazāks, salīdzinot ar investīciju apjomu 2023. gada budžetā.</w:t>
      </w:r>
    </w:p>
    <w:p w14:paraId="313B1F3F" w14:textId="77777777" w:rsidR="004750C4" w:rsidRPr="00193925" w:rsidRDefault="004750C4" w:rsidP="004750C4">
      <w:pPr>
        <w:ind w:firstLine="720"/>
        <w:rPr>
          <w:szCs w:val="24"/>
        </w:rPr>
      </w:pPr>
      <w:r w:rsidRPr="00193925">
        <w:rPr>
          <w:szCs w:val="24"/>
        </w:rPr>
        <w:t>Ar resora investīcijām 2024. gadā tiks uzlabota IT infrastruktūra un palielināta tās noturība pret krīzes situācijām.</w:t>
      </w:r>
    </w:p>
    <w:p w14:paraId="442A9123" w14:textId="77777777" w:rsidR="004750C4" w:rsidRPr="00193925" w:rsidRDefault="004750C4" w:rsidP="004750C4">
      <w:pPr>
        <w:ind w:firstLine="720"/>
        <w:rPr>
          <w:b/>
          <w:bCs/>
          <w:szCs w:val="24"/>
        </w:rPr>
      </w:pPr>
      <w:r w:rsidRPr="00193925">
        <w:rPr>
          <w:b/>
          <w:bCs/>
          <w:szCs w:val="24"/>
        </w:rPr>
        <w:t>IKT pilnveidošana un tehniskā nodrošinājuma uzlabošana:</w:t>
      </w:r>
    </w:p>
    <w:p w14:paraId="300EB45C" w14:textId="77777777" w:rsidR="004750C4" w:rsidRPr="00193925" w:rsidRDefault="004750C4" w:rsidP="004750C4">
      <w:pPr>
        <w:ind w:firstLine="0"/>
        <w:rPr>
          <w:szCs w:val="24"/>
        </w:rPr>
      </w:pPr>
      <w:r w:rsidRPr="00193925">
        <w:rPr>
          <w:i/>
          <w:iCs/>
          <w:szCs w:val="24"/>
        </w:rPr>
        <w:t>mērķis</w:t>
      </w:r>
      <w:r w:rsidRPr="00193925">
        <w:rPr>
          <w:szCs w:val="24"/>
        </w:rPr>
        <w:t xml:space="preserve"> – </w:t>
      </w:r>
      <w:r w:rsidRPr="00193925">
        <w:t>nodrošināt IKT tehnisko pilnveidošanu;</w:t>
      </w:r>
    </w:p>
    <w:p w14:paraId="3F29F7E7" w14:textId="77777777" w:rsidR="004750C4" w:rsidRPr="00193925" w:rsidRDefault="004750C4" w:rsidP="004750C4">
      <w:pPr>
        <w:spacing w:after="240"/>
        <w:ind w:firstLine="0"/>
        <w:rPr>
          <w:szCs w:val="24"/>
        </w:rPr>
      </w:pPr>
      <w:r w:rsidRPr="00193925">
        <w:rPr>
          <w:i/>
          <w:iCs/>
          <w:szCs w:val="24"/>
        </w:rPr>
        <w:t>sagaidāmais rezultāts</w:t>
      </w:r>
      <w:r w:rsidRPr="00193925">
        <w:rPr>
          <w:szCs w:val="24"/>
        </w:rPr>
        <w:t xml:space="preserve"> – </w:t>
      </w:r>
      <w:r w:rsidRPr="00193925">
        <w:rPr>
          <w:szCs w:val="24"/>
          <w:lang w:eastAsia="lv-LV"/>
        </w:rPr>
        <w:t>uzlabota IT infrastruktūra un palielināta tās noturība pret krīzes situācijām, veikti uzlabojumi dokumentu pārvaldības sistēmā, nodrošinātas nepieciešamās tehnoloģiskās iekārtas darbinieku darba pienākumu veikšanai.</w:t>
      </w:r>
    </w:p>
    <w:p w14:paraId="48182186" w14:textId="77777777" w:rsidR="004750C4" w:rsidRPr="00193925" w:rsidRDefault="004750C4" w:rsidP="004750C4">
      <w:pPr>
        <w:shd w:val="clear" w:color="auto" w:fill="B6DDE8" w:themeFill="accent5" w:themeFillTint="66"/>
        <w:spacing w:before="130" w:line="260" w:lineRule="exact"/>
        <w:ind w:firstLine="0"/>
        <w:jc w:val="center"/>
        <w:rPr>
          <w:b/>
          <w:szCs w:val="24"/>
        </w:rPr>
      </w:pPr>
      <w:r w:rsidRPr="00193925">
        <w:rPr>
          <w:b/>
          <w:szCs w:val="24"/>
        </w:rPr>
        <w:t>02. Saeima</w:t>
      </w:r>
    </w:p>
    <w:p w14:paraId="60CAEBE4" w14:textId="77777777" w:rsidR="004750C4" w:rsidRPr="00193925" w:rsidRDefault="004750C4" w:rsidP="004750C4">
      <w:pPr>
        <w:spacing w:before="240"/>
        <w:ind w:firstLine="720"/>
        <w:rPr>
          <w:szCs w:val="24"/>
        </w:rPr>
      </w:pPr>
      <w:r w:rsidRPr="00193925">
        <w:rPr>
          <w:szCs w:val="24"/>
        </w:rPr>
        <w:t xml:space="preserve">Valsts budžeta finansējums investīciju projektu īstenošanai resorā 2024. gadā plānots </w:t>
      </w:r>
      <w:r w:rsidRPr="00193925">
        <w:rPr>
          <w:b/>
          <w:bCs/>
          <w:szCs w:val="24"/>
        </w:rPr>
        <w:t>1,8</w:t>
      </w:r>
      <w:r w:rsidRPr="00193925">
        <w:rPr>
          <w:szCs w:val="24"/>
        </w:rPr>
        <w:t xml:space="preserve"> milj. </w:t>
      </w:r>
      <w:proofErr w:type="spellStart"/>
      <w:r w:rsidRPr="00193925">
        <w:rPr>
          <w:i/>
          <w:iCs/>
          <w:szCs w:val="24"/>
        </w:rPr>
        <w:t>euro</w:t>
      </w:r>
      <w:proofErr w:type="spellEnd"/>
      <w:r w:rsidRPr="00193925">
        <w:rPr>
          <w:szCs w:val="24"/>
        </w:rPr>
        <w:t xml:space="preserve">. </w:t>
      </w:r>
      <w:r w:rsidRPr="00193925">
        <w:t>Paredzētais</w:t>
      </w:r>
      <w:r w:rsidRPr="00193925">
        <w:rPr>
          <w:szCs w:val="24"/>
        </w:rPr>
        <w:t xml:space="preserve"> valsts budžeta ieguldījums investīcijām ir par 0,2 milj. </w:t>
      </w:r>
      <w:proofErr w:type="spellStart"/>
      <w:r w:rsidRPr="00193925">
        <w:rPr>
          <w:i/>
          <w:iCs/>
          <w:szCs w:val="24"/>
        </w:rPr>
        <w:t>euro</w:t>
      </w:r>
      <w:proofErr w:type="spellEnd"/>
      <w:r w:rsidRPr="00193925">
        <w:rPr>
          <w:szCs w:val="24"/>
        </w:rPr>
        <w:t xml:space="preserve"> jeb 8,0% mazāks, salīdzinot ar investīciju apjomu 2023. gada budžetā.</w:t>
      </w:r>
    </w:p>
    <w:p w14:paraId="63C87E57" w14:textId="77777777" w:rsidR="004750C4" w:rsidRPr="00193925" w:rsidRDefault="004750C4" w:rsidP="004750C4">
      <w:pPr>
        <w:ind w:firstLine="720"/>
        <w:rPr>
          <w:szCs w:val="24"/>
        </w:rPr>
      </w:pPr>
      <w:r w:rsidRPr="00193925">
        <w:rPr>
          <w:szCs w:val="24"/>
        </w:rPr>
        <w:t>Ar resora investīcijām 2024. gadā tiks atjaunotas inženierkomunikācijas, atjaunotas un attīstītas</w:t>
      </w:r>
      <w:r w:rsidRPr="00193925">
        <w:rPr>
          <w:b/>
          <w:bCs/>
          <w:szCs w:val="24"/>
        </w:rPr>
        <w:t xml:space="preserve"> </w:t>
      </w:r>
      <w:r w:rsidRPr="00193925">
        <w:rPr>
          <w:bCs/>
          <w:szCs w:val="24"/>
        </w:rPr>
        <w:t>informācijas un komunikāciju tehnoloģiju sistēmas un infrastruktūra</w:t>
      </w:r>
      <w:r w:rsidRPr="00193925">
        <w:rPr>
          <w:szCs w:val="24"/>
        </w:rPr>
        <w:t>.</w:t>
      </w:r>
    </w:p>
    <w:p w14:paraId="1DA3BAC1" w14:textId="77777777" w:rsidR="004750C4" w:rsidRPr="00CB73F6" w:rsidRDefault="004750C4" w:rsidP="004750C4">
      <w:pPr>
        <w:ind w:firstLine="720"/>
        <w:rPr>
          <w:b/>
          <w:bCs/>
          <w:szCs w:val="24"/>
        </w:rPr>
      </w:pPr>
      <w:r w:rsidRPr="00193925">
        <w:rPr>
          <w:b/>
          <w:bCs/>
          <w:szCs w:val="24"/>
        </w:rPr>
        <w:t xml:space="preserve">1. </w:t>
      </w:r>
      <w:r w:rsidRPr="00193925">
        <w:rPr>
          <w:b/>
        </w:rPr>
        <w:t>Saeimas drošības risinājumu pilnveidošana</w:t>
      </w:r>
      <w:r w:rsidRPr="00193925">
        <w:rPr>
          <w:b/>
          <w:bCs/>
          <w:szCs w:val="24"/>
        </w:rPr>
        <w:t>:</w:t>
      </w:r>
    </w:p>
    <w:p w14:paraId="2D404E37" w14:textId="77777777" w:rsidR="004750C4" w:rsidRDefault="004750C4" w:rsidP="004750C4">
      <w:pPr>
        <w:ind w:firstLine="0"/>
      </w:pPr>
      <w:r w:rsidRPr="00CB73F6">
        <w:rPr>
          <w:i/>
          <w:iCs/>
          <w:szCs w:val="24"/>
        </w:rPr>
        <w:t>mērķis</w:t>
      </w:r>
      <w:r w:rsidRPr="00CB73F6">
        <w:rPr>
          <w:szCs w:val="24"/>
        </w:rPr>
        <w:t xml:space="preserve"> – </w:t>
      </w:r>
      <w:r>
        <w:rPr>
          <w:szCs w:val="24"/>
        </w:rPr>
        <w:t xml:space="preserve">modernizēt </w:t>
      </w:r>
      <w:r>
        <w:t>dažādas drošības sistēmas un risinājumus, pilnveidot atbilstoši datu aizsardzības prasībām un mūsdienu tehnoloģiskajām iespējām;</w:t>
      </w:r>
    </w:p>
    <w:p w14:paraId="17054E21" w14:textId="77777777" w:rsidR="004750C4" w:rsidRPr="00CB73F6" w:rsidRDefault="004750C4" w:rsidP="004750C4">
      <w:pPr>
        <w:ind w:firstLine="0"/>
        <w:rPr>
          <w:szCs w:val="24"/>
        </w:rPr>
      </w:pPr>
      <w:r w:rsidRPr="00CB73F6">
        <w:rPr>
          <w:i/>
          <w:iCs/>
          <w:szCs w:val="24"/>
        </w:rPr>
        <w:lastRenderedPageBreak/>
        <w:t>sagaidāmais rezultāts</w:t>
      </w:r>
      <w:r w:rsidRPr="00CB73F6">
        <w:rPr>
          <w:szCs w:val="24"/>
        </w:rPr>
        <w:t xml:space="preserve"> – </w:t>
      </w:r>
      <w:r w:rsidRPr="001F3562">
        <w:rPr>
          <w:szCs w:val="24"/>
        </w:rPr>
        <w:t>novecojošu vai nepilnvērtīgu risinājumu aizvietošana ar jauniem un moderniem risinājumiem, sistēmas elementiem.</w:t>
      </w:r>
    </w:p>
    <w:p w14:paraId="4192F9AA" w14:textId="77777777" w:rsidR="004750C4" w:rsidRPr="00CB73F6" w:rsidRDefault="004750C4" w:rsidP="004750C4">
      <w:pPr>
        <w:tabs>
          <w:tab w:val="left" w:pos="1134"/>
        </w:tabs>
        <w:ind w:firstLine="720"/>
        <w:rPr>
          <w:b/>
          <w:bCs/>
          <w:szCs w:val="24"/>
        </w:rPr>
      </w:pPr>
      <w:r w:rsidRPr="00CB73F6">
        <w:rPr>
          <w:b/>
          <w:bCs/>
          <w:szCs w:val="24"/>
        </w:rPr>
        <w:t xml:space="preserve">2. </w:t>
      </w:r>
      <w:r w:rsidRPr="00D82BB1">
        <w:rPr>
          <w:b/>
        </w:rPr>
        <w:t xml:space="preserve">Saeimas </w:t>
      </w:r>
      <w:r>
        <w:rPr>
          <w:b/>
        </w:rPr>
        <w:t xml:space="preserve">IKT </w:t>
      </w:r>
      <w:r w:rsidRPr="00D82BB1">
        <w:rPr>
          <w:b/>
        </w:rPr>
        <w:t>attīstība un modernizācija</w:t>
      </w:r>
      <w:r w:rsidRPr="00CB73F6">
        <w:rPr>
          <w:b/>
          <w:bCs/>
          <w:szCs w:val="24"/>
        </w:rPr>
        <w:t>:</w:t>
      </w:r>
    </w:p>
    <w:p w14:paraId="3E80D902" w14:textId="77777777" w:rsidR="004750C4" w:rsidRPr="00CB73F6" w:rsidRDefault="004750C4" w:rsidP="004750C4">
      <w:pPr>
        <w:ind w:firstLine="0"/>
        <w:rPr>
          <w:szCs w:val="24"/>
        </w:rPr>
      </w:pPr>
      <w:r w:rsidRPr="001F3562">
        <w:rPr>
          <w:i/>
          <w:iCs/>
          <w:szCs w:val="24"/>
        </w:rPr>
        <w:t>mērķis</w:t>
      </w:r>
      <w:r w:rsidRPr="00CB73F6">
        <w:rPr>
          <w:szCs w:val="24"/>
        </w:rPr>
        <w:t xml:space="preserve"> – </w:t>
      </w:r>
      <w:r>
        <w:rPr>
          <w:szCs w:val="24"/>
        </w:rPr>
        <w:t xml:space="preserve">modernizēt </w:t>
      </w:r>
      <w:r w:rsidRPr="0044797C">
        <w:t>Saeimas sēžu stenogrammu sagatavošan</w:t>
      </w:r>
      <w:r>
        <w:t>u, kā arī Saeimas konferenču sistēmu;</w:t>
      </w:r>
    </w:p>
    <w:p w14:paraId="7011EAEE" w14:textId="77777777" w:rsidR="004750C4" w:rsidRPr="00217453" w:rsidRDefault="004750C4" w:rsidP="004750C4">
      <w:pPr>
        <w:ind w:firstLine="0"/>
      </w:pPr>
      <w:r w:rsidRPr="001F3562">
        <w:rPr>
          <w:i/>
          <w:iCs/>
          <w:szCs w:val="24"/>
        </w:rPr>
        <w:t>sagaidāmais rezultāts</w:t>
      </w:r>
      <w:r w:rsidRPr="00CB73F6">
        <w:rPr>
          <w:szCs w:val="24"/>
        </w:rPr>
        <w:t xml:space="preserve"> – </w:t>
      </w:r>
      <w:r w:rsidRPr="00C25338">
        <w:t>attīstīts automatizētās transkribēšanas risinājums</w:t>
      </w:r>
      <w:r>
        <w:t>, ieviests bezvadu mikrofonu risinājums, iegādāti papildu displeji un perifērijas iekārtas, iegādātas mūsdienu drošības un lietojamības prasībām atbilstošas konferenču iekārtas.</w:t>
      </w:r>
    </w:p>
    <w:p w14:paraId="7A6E980E" w14:textId="77777777" w:rsidR="004750C4" w:rsidRPr="00CB73F6" w:rsidRDefault="004750C4" w:rsidP="004750C4">
      <w:pPr>
        <w:ind w:firstLine="720"/>
        <w:rPr>
          <w:szCs w:val="24"/>
        </w:rPr>
      </w:pPr>
      <w:r w:rsidRPr="00CB73F6">
        <w:rPr>
          <w:b/>
          <w:bCs/>
          <w:szCs w:val="24"/>
        </w:rPr>
        <w:t xml:space="preserve">3. </w:t>
      </w:r>
      <w:r w:rsidRPr="00D82BB1">
        <w:rPr>
          <w:b/>
        </w:rPr>
        <w:t>Saeimas infrastruktūras sakārtošana</w:t>
      </w:r>
      <w:r w:rsidRPr="00CB73F6">
        <w:rPr>
          <w:b/>
          <w:bCs/>
          <w:szCs w:val="24"/>
        </w:rPr>
        <w:t>:</w:t>
      </w:r>
    </w:p>
    <w:p w14:paraId="7FCC4AFE" w14:textId="77777777" w:rsidR="004750C4" w:rsidRPr="00217453" w:rsidRDefault="004750C4" w:rsidP="004750C4">
      <w:pPr>
        <w:ind w:firstLine="0"/>
      </w:pPr>
      <w:r w:rsidRPr="001F3562">
        <w:rPr>
          <w:i/>
          <w:iCs/>
          <w:szCs w:val="24"/>
        </w:rPr>
        <w:t>mērķis</w:t>
      </w:r>
      <w:r w:rsidRPr="00CB73F6">
        <w:rPr>
          <w:szCs w:val="24"/>
        </w:rPr>
        <w:t xml:space="preserve"> – </w:t>
      </w:r>
      <w:r>
        <w:t>uzlabot ugunsdrošību, nodrošināt</w:t>
      </w:r>
      <w:r w:rsidRPr="00584191">
        <w:t xml:space="preserve"> nepārtrauktu un garantētu siltumapgādi</w:t>
      </w:r>
      <w:r>
        <w:t>, atjaunot Saeimas autobāzes autoparku;</w:t>
      </w:r>
    </w:p>
    <w:p w14:paraId="5B65E07E" w14:textId="77777777" w:rsidR="004750C4" w:rsidRPr="001F3562" w:rsidRDefault="004750C4" w:rsidP="004750C4">
      <w:pPr>
        <w:spacing w:after="240"/>
        <w:ind w:firstLine="0"/>
        <w:rPr>
          <w:lang w:val="cs-CZ"/>
        </w:rPr>
      </w:pPr>
      <w:r w:rsidRPr="001F3562">
        <w:rPr>
          <w:i/>
          <w:iCs/>
          <w:szCs w:val="24"/>
        </w:rPr>
        <w:t>sagaidāmais rezultāts</w:t>
      </w:r>
      <w:r w:rsidRPr="00CB73F6">
        <w:rPr>
          <w:szCs w:val="24"/>
        </w:rPr>
        <w:t xml:space="preserve"> – </w:t>
      </w:r>
      <w:r w:rsidRPr="00693E37">
        <w:t>sagatavots automātiskās ugunsgrēka atklāšanas un signalizācijas sistēmas projekts Skanstes ielā 6, Rīgā</w:t>
      </w:r>
      <w:r>
        <w:t xml:space="preserve">, ierīkota </w:t>
      </w:r>
      <w:r w:rsidRPr="00693E37">
        <w:t xml:space="preserve">siltumtrase un siltummezgls Saeimas Autobāzē Skanstes ielā </w:t>
      </w:r>
      <w:r>
        <w:t>6, Rīgā un</w:t>
      </w:r>
      <w:r>
        <w:rPr>
          <w:lang w:val="cs-CZ"/>
        </w:rPr>
        <w:t xml:space="preserve"> </w:t>
      </w:r>
      <w:r>
        <w:t xml:space="preserve">iegādāti </w:t>
      </w:r>
      <w:r w:rsidRPr="001F3562">
        <w:rPr>
          <w:bCs/>
        </w:rPr>
        <w:t>jauni transportlīdzekļi.</w:t>
      </w:r>
    </w:p>
    <w:p w14:paraId="6E62231A" w14:textId="77777777" w:rsidR="004750C4" w:rsidRPr="00CB73F6" w:rsidRDefault="004750C4" w:rsidP="004750C4">
      <w:pPr>
        <w:shd w:val="clear" w:color="auto" w:fill="B6DDE8" w:themeFill="accent5" w:themeFillTint="66"/>
        <w:spacing w:before="130" w:line="260" w:lineRule="exact"/>
        <w:ind w:firstLine="0"/>
        <w:jc w:val="center"/>
        <w:rPr>
          <w:b/>
          <w:szCs w:val="24"/>
          <w:shd w:val="clear" w:color="auto" w:fill="B6DDE8" w:themeFill="accent5" w:themeFillTint="66"/>
        </w:rPr>
      </w:pPr>
      <w:r w:rsidRPr="00CB73F6">
        <w:rPr>
          <w:b/>
          <w:szCs w:val="24"/>
          <w:shd w:val="clear" w:color="auto" w:fill="B6DDE8" w:themeFill="accent5" w:themeFillTint="66"/>
        </w:rPr>
        <w:t>03. Ministru kabinets</w:t>
      </w:r>
    </w:p>
    <w:p w14:paraId="45E99AC6" w14:textId="77777777" w:rsidR="004750C4" w:rsidRPr="00193925" w:rsidRDefault="004750C4" w:rsidP="004750C4">
      <w:pPr>
        <w:spacing w:before="240"/>
        <w:ind w:firstLine="720"/>
        <w:rPr>
          <w:szCs w:val="24"/>
        </w:rPr>
      </w:pPr>
      <w:r w:rsidRPr="00193925">
        <w:rPr>
          <w:szCs w:val="24"/>
        </w:rPr>
        <w:t xml:space="preserve">Valsts budžeta finansējums investīciju projektu īstenošanai resorā 2024. gadā plānots </w:t>
      </w:r>
      <w:r w:rsidRPr="00193925">
        <w:rPr>
          <w:b/>
          <w:bCs/>
          <w:szCs w:val="24"/>
        </w:rPr>
        <w:t>0,4</w:t>
      </w:r>
      <w:r w:rsidRPr="00193925">
        <w:rPr>
          <w:szCs w:val="24"/>
        </w:rPr>
        <w:t xml:space="preserve"> milj. </w:t>
      </w:r>
      <w:proofErr w:type="spellStart"/>
      <w:r w:rsidRPr="00193925">
        <w:rPr>
          <w:i/>
          <w:iCs/>
          <w:szCs w:val="24"/>
        </w:rPr>
        <w:t>euro</w:t>
      </w:r>
      <w:proofErr w:type="spellEnd"/>
      <w:r w:rsidRPr="00193925">
        <w:rPr>
          <w:szCs w:val="24"/>
        </w:rPr>
        <w:t xml:space="preserve"> tajā skaitā ES politiku instrumentu un pārējās ārvalstu finanšu palīdzības līdzfinansēto projektu īstenošanai </w:t>
      </w:r>
      <w:r w:rsidRPr="00193925">
        <w:rPr>
          <w:b/>
          <w:bCs/>
          <w:szCs w:val="24"/>
        </w:rPr>
        <w:t xml:space="preserve">0,01 </w:t>
      </w:r>
      <w:r w:rsidRPr="00193925">
        <w:rPr>
          <w:szCs w:val="24"/>
        </w:rPr>
        <w:t xml:space="preserve">milj. </w:t>
      </w:r>
      <w:proofErr w:type="spellStart"/>
      <w:r w:rsidRPr="00193925">
        <w:rPr>
          <w:i/>
          <w:iCs/>
          <w:szCs w:val="24"/>
        </w:rPr>
        <w:t>euro</w:t>
      </w:r>
      <w:proofErr w:type="spellEnd"/>
      <w:r w:rsidRPr="00193925">
        <w:rPr>
          <w:szCs w:val="24"/>
        </w:rPr>
        <w:t xml:space="preserve"> apmērā. </w:t>
      </w:r>
      <w:r w:rsidRPr="00193925">
        <w:t>Paredzētais</w:t>
      </w:r>
      <w:r w:rsidRPr="00193925">
        <w:rPr>
          <w:szCs w:val="24"/>
        </w:rPr>
        <w:t xml:space="preserve"> valsts budžeta ieguldījums investīcijām ir par 0,4 milj. </w:t>
      </w:r>
      <w:proofErr w:type="spellStart"/>
      <w:r w:rsidRPr="00193925">
        <w:rPr>
          <w:i/>
          <w:iCs/>
          <w:szCs w:val="24"/>
        </w:rPr>
        <w:t>euro</w:t>
      </w:r>
      <w:proofErr w:type="spellEnd"/>
      <w:r w:rsidRPr="00193925">
        <w:rPr>
          <w:i/>
          <w:iCs/>
          <w:szCs w:val="24"/>
        </w:rPr>
        <w:t xml:space="preserve"> </w:t>
      </w:r>
      <w:r w:rsidRPr="00193925">
        <w:rPr>
          <w:szCs w:val="24"/>
        </w:rPr>
        <w:t>jeb 45,1% mazāks, salīdzinot ar investīciju apjomu 2023. gada budžetā.</w:t>
      </w:r>
    </w:p>
    <w:p w14:paraId="2DE3815C" w14:textId="77777777" w:rsidR="004750C4" w:rsidRPr="00CB73F6" w:rsidRDefault="004750C4" w:rsidP="004750C4">
      <w:pPr>
        <w:ind w:firstLine="720"/>
        <w:rPr>
          <w:szCs w:val="24"/>
        </w:rPr>
      </w:pPr>
      <w:r w:rsidRPr="00193925">
        <w:rPr>
          <w:szCs w:val="24"/>
        </w:rPr>
        <w:t>Ar resora investīcijām 2024. gadā tiks uzlabots kopējais IKT aprīkojums un darbības nodrošinājums, veikti uzlabojumi Tiesību aktu portālā (TAP) un Valsts un pašvaldību iestāžu tīmekļvietņu vienotās platformā (TVP).</w:t>
      </w:r>
    </w:p>
    <w:p w14:paraId="0BE681B0" w14:textId="77777777" w:rsidR="004750C4" w:rsidRPr="00CB73F6" w:rsidRDefault="004750C4" w:rsidP="004750C4">
      <w:pPr>
        <w:ind w:firstLine="720"/>
        <w:rPr>
          <w:b/>
          <w:szCs w:val="24"/>
        </w:rPr>
      </w:pPr>
      <w:r>
        <w:rPr>
          <w:b/>
          <w:szCs w:val="24"/>
        </w:rPr>
        <w:t xml:space="preserve">1. </w:t>
      </w:r>
      <w:r>
        <w:rPr>
          <w:b/>
          <w:bCs/>
        </w:rPr>
        <w:t>IKT</w:t>
      </w:r>
      <w:r w:rsidRPr="00D47F2C">
        <w:rPr>
          <w:b/>
          <w:bCs/>
        </w:rPr>
        <w:t xml:space="preserve"> </w:t>
      </w:r>
      <w:proofErr w:type="spellStart"/>
      <w:r w:rsidRPr="00D47F2C">
        <w:rPr>
          <w:b/>
          <w:bCs/>
        </w:rPr>
        <w:t>kiberdrošības</w:t>
      </w:r>
      <w:proofErr w:type="spellEnd"/>
      <w:r w:rsidRPr="00D47F2C">
        <w:rPr>
          <w:b/>
          <w:bCs/>
        </w:rPr>
        <w:t xml:space="preserve"> pasākumi</w:t>
      </w:r>
      <w:r w:rsidRPr="00CB73F6">
        <w:rPr>
          <w:b/>
          <w:szCs w:val="24"/>
        </w:rPr>
        <w:t>:</w:t>
      </w:r>
    </w:p>
    <w:p w14:paraId="2509F98E" w14:textId="77777777" w:rsidR="004750C4" w:rsidRPr="00CB73F6" w:rsidRDefault="004750C4" w:rsidP="004750C4">
      <w:pPr>
        <w:ind w:firstLine="0"/>
        <w:rPr>
          <w:szCs w:val="24"/>
        </w:rPr>
      </w:pPr>
      <w:r w:rsidRPr="00CB73F6">
        <w:rPr>
          <w:i/>
          <w:iCs/>
          <w:szCs w:val="24"/>
        </w:rPr>
        <w:t>mērķis</w:t>
      </w:r>
      <w:r w:rsidRPr="00CB73F6">
        <w:rPr>
          <w:szCs w:val="24"/>
        </w:rPr>
        <w:t xml:space="preserve"> – </w:t>
      </w:r>
      <w:r>
        <w:t>darbs drošā vidē</w:t>
      </w:r>
      <w:r w:rsidRPr="00CB73F6">
        <w:rPr>
          <w:szCs w:val="24"/>
        </w:rPr>
        <w:t>;</w:t>
      </w:r>
    </w:p>
    <w:p w14:paraId="0AB79468" w14:textId="77777777" w:rsidR="004750C4" w:rsidRDefault="004750C4" w:rsidP="004750C4">
      <w:pPr>
        <w:spacing w:after="240"/>
        <w:ind w:firstLine="0"/>
        <w:rPr>
          <w:szCs w:val="24"/>
        </w:rPr>
      </w:pPr>
      <w:r w:rsidRPr="00CB73F6">
        <w:rPr>
          <w:i/>
          <w:iCs/>
          <w:szCs w:val="24"/>
        </w:rPr>
        <w:t>sagaidāmais rezultāts</w:t>
      </w:r>
      <w:r w:rsidRPr="00CB73F6">
        <w:rPr>
          <w:szCs w:val="24"/>
        </w:rPr>
        <w:t xml:space="preserve"> – </w:t>
      </w:r>
      <w:r>
        <w:t>uzlabota kopējā Valsts kancelejas IKT infrastruktūra un palielināta tās noturība pret krīzes situācijām</w:t>
      </w:r>
      <w:r w:rsidRPr="00CB73F6">
        <w:rPr>
          <w:szCs w:val="24"/>
        </w:rPr>
        <w:t>.</w:t>
      </w:r>
    </w:p>
    <w:p w14:paraId="3FC508C3" w14:textId="77777777" w:rsidR="004750C4" w:rsidRPr="00CB73F6" w:rsidRDefault="004750C4" w:rsidP="004750C4">
      <w:pPr>
        <w:ind w:firstLine="720"/>
        <w:rPr>
          <w:b/>
          <w:szCs w:val="24"/>
        </w:rPr>
      </w:pPr>
      <w:r>
        <w:rPr>
          <w:b/>
          <w:szCs w:val="24"/>
        </w:rPr>
        <w:t xml:space="preserve">2. </w:t>
      </w:r>
      <w:r w:rsidRPr="00D47F2C">
        <w:rPr>
          <w:b/>
          <w:bCs/>
        </w:rPr>
        <w:t>Informācijas sistēmu pilnveidošanas darbi</w:t>
      </w:r>
      <w:r w:rsidRPr="00CB73F6">
        <w:rPr>
          <w:b/>
          <w:szCs w:val="24"/>
        </w:rPr>
        <w:t>:</w:t>
      </w:r>
    </w:p>
    <w:p w14:paraId="04EDF669" w14:textId="77777777" w:rsidR="004750C4" w:rsidRPr="00CB73F6" w:rsidRDefault="004750C4" w:rsidP="004750C4">
      <w:pPr>
        <w:ind w:firstLine="0"/>
        <w:rPr>
          <w:szCs w:val="24"/>
        </w:rPr>
      </w:pPr>
      <w:r w:rsidRPr="00CB73F6">
        <w:rPr>
          <w:i/>
          <w:iCs/>
          <w:szCs w:val="24"/>
        </w:rPr>
        <w:t>mērķis</w:t>
      </w:r>
      <w:r w:rsidRPr="00CB73F6">
        <w:rPr>
          <w:szCs w:val="24"/>
        </w:rPr>
        <w:t xml:space="preserve"> – </w:t>
      </w:r>
      <w:r>
        <w:t>darbs drošā vidē</w:t>
      </w:r>
      <w:r w:rsidRPr="00CB73F6">
        <w:rPr>
          <w:szCs w:val="24"/>
        </w:rPr>
        <w:t>;</w:t>
      </w:r>
    </w:p>
    <w:p w14:paraId="3812DE41"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w:t>
      </w:r>
      <w:r w:rsidRPr="00AC3420">
        <w:t>veikti uzlabojumi Tiesību aktu portālā (TAP)</w:t>
      </w:r>
      <w:r>
        <w:t xml:space="preserve"> un</w:t>
      </w:r>
      <w:r w:rsidRPr="00AC3420">
        <w:t xml:space="preserve"> Valsts un pašvaldību iestāžu tīmekļvietņu vienotās platformā (TVP)</w:t>
      </w:r>
      <w:r w:rsidRPr="00CB73F6">
        <w:rPr>
          <w:szCs w:val="24"/>
        </w:rPr>
        <w:t>.</w:t>
      </w:r>
    </w:p>
    <w:p w14:paraId="46E541B9" w14:textId="77777777" w:rsidR="004750C4" w:rsidRPr="00CB73F6" w:rsidRDefault="004750C4" w:rsidP="004750C4">
      <w:pPr>
        <w:shd w:val="clear" w:color="auto" w:fill="B6DDE8" w:themeFill="accent5" w:themeFillTint="66"/>
        <w:spacing w:before="130" w:line="260" w:lineRule="exact"/>
        <w:ind w:firstLine="0"/>
        <w:jc w:val="center"/>
        <w:rPr>
          <w:b/>
          <w:szCs w:val="24"/>
        </w:rPr>
      </w:pPr>
      <w:r w:rsidRPr="00CB73F6">
        <w:rPr>
          <w:b/>
          <w:szCs w:val="24"/>
        </w:rPr>
        <w:t>04. Korupcijas novēršanas un apkarošanas birojs</w:t>
      </w:r>
    </w:p>
    <w:p w14:paraId="64173570" w14:textId="77777777" w:rsidR="004750C4" w:rsidRPr="00CB73F6" w:rsidRDefault="004750C4" w:rsidP="004750C4">
      <w:pPr>
        <w:spacing w:before="240"/>
        <w:ind w:firstLine="720"/>
        <w:rPr>
          <w:szCs w:val="24"/>
        </w:rPr>
      </w:pPr>
      <w:r w:rsidRPr="00193925">
        <w:rPr>
          <w:szCs w:val="24"/>
        </w:rPr>
        <w:t xml:space="preserve">Valsts budžeta finansējums investīciju projektu īstenošanai </w:t>
      </w:r>
      <w:r>
        <w:rPr>
          <w:szCs w:val="24"/>
        </w:rPr>
        <w:t xml:space="preserve">resorā </w:t>
      </w:r>
      <w:r w:rsidRPr="00193925">
        <w:rPr>
          <w:szCs w:val="24"/>
        </w:rPr>
        <w:t xml:space="preserve">2024. gadā plānots </w:t>
      </w:r>
      <w:r w:rsidRPr="00193925">
        <w:rPr>
          <w:b/>
          <w:bCs/>
          <w:szCs w:val="24"/>
        </w:rPr>
        <w:t>0,05</w:t>
      </w:r>
      <w:r w:rsidRPr="00193925">
        <w:rPr>
          <w:szCs w:val="24"/>
        </w:rPr>
        <w:t xml:space="preserve"> milj. </w:t>
      </w:r>
      <w:proofErr w:type="spellStart"/>
      <w:r w:rsidRPr="00193925">
        <w:rPr>
          <w:i/>
          <w:iCs/>
          <w:szCs w:val="24"/>
        </w:rPr>
        <w:t>euro</w:t>
      </w:r>
      <w:proofErr w:type="spellEnd"/>
      <w:r w:rsidRPr="00193925">
        <w:rPr>
          <w:szCs w:val="24"/>
        </w:rPr>
        <w:t xml:space="preserve">. </w:t>
      </w:r>
      <w:r w:rsidRPr="00193925">
        <w:t>Paredzētais</w:t>
      </w:r>
      <w:r w:rsidRPr="00193925">
        <w:rPr>
          <w:szCs w:val="24"/>
        </w:rPr>
        <w:t xml:space="preserve"> valsts budžeta ieguldījums investīcijām ir par 0,3 milj. </w:t>
      </w:r>
      <w:proofErr w:type="spellStart"/>
      <w:r w:rsidRPr="00193925">
        <w:rPr>
          <w:i/>
          <w:iCs/>
          <w:szCs w:val="24"/>
        </w:rPr>
        <w:t>euro</w:t>
      </w:r>
      <w:proofErr w:type="spellEnd"/>
      <w:r w:rsidRPr="00193925">
        <w:rPr>
          <w:szCs w:val="24"/>
        </w:rPr>
        <w:t xml:space="preserve"> jeb 87,9% mazāks, salīdzinot ar investīciju apjomu 2023. gada budžetā.</w:t>
      </w:r>
    </w:p>
    <w:p w14:paraId="696A04B8" w14:textId="386BB176" w:rsidR="004750C4" w:rsidRDefault="004750C4" w:rsidP="004750C4">
      <w:pPr>
        <w:spacing w:after="240" w:line="260" w:lineRule="exact"/>
        <w:ind w:firstLine="539"/>
        <w:rPr>
          <w:iCs/>
        </w:rPr>
      </w:pPr>
      <w:r>
        <w:rPr>
          <w:iCs/>
        </w:rPr>
        <w:t>2024.</w:t>
      </w:r>
      <w:r w:rsidR="00CB2B1B">
        <w:rPr>
          <w:iCs/>
        </w:rPr>
        <w:t xml:space="preserve"> </w:t>
      </w:r>
      <w:r>
        <w:rPr>
          <w:iCs/>
        </w:rPr>
        <w:t>gadā investīcijas tiks novirzītas Biroja darbības nodrošināšanai.</w:t>
      </w:r>
    </w:p>
    <w:p w14:paraId="2343EA6D"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08. Sabiedrības integrācijas fonds</w:t>
      </w:r>
    </w:p>
    <w:p w14:paraId="7F851A6E" w14:textId="77777777" w:rsidR="004750C4" w:rsidRPr="00CB73F6" w:rsidRDefault="004750C4" w:rsidP="004750C4">
      <w:pPr>
        <w:spacing w:before="240"/>
        <w:ind w:firstLine="720"/>
        <w:rPr>
          <w:szCs w:val="24"/>
        </w:rPr>
      </w:pPr>
      <w:r w:rsidRPr="00CB73F6">
        <w:rPr>
          <w:szCs w:val="24"/>
        </w:rPr>
        <w:t>Valsts budžeta finansējums investīciju projektu īstenošanai 202</w:t>
      </w:r>
      <w:r>
        <w:rPr>
          <w:szCs w:val="24"/>
        </w:rPr>
        <w:t>4</w:t>
      </w:r>
      <w:r w:rsidRPr="00CB73F6">
        <w:rPr>
          <w:szCs w:val="24"/>
        </w:rPr>
        <w:t xml:space="preserve">. gadā plānots </w:t>
      </w:r>
      <w:r>
        <w:rPr>
          <w:szCs w:val="24"/>
        </w:rPr>
        <w:t>0,02 milj. </w:t>
      </w:r>
      <w:proofErr w:type="spellStart"/>
      <w:r w:rsidRPr="00CB73F6">
        <w:rPr>
          <w:i/>
          <w:iCs/>
          <w:szCs w:val="24"/>
        </w:rPr>
        <w:t>euro</w:t>
      </w:r>
      <w:proofErr w:type="spellEnd"/>
      <w:r w:rsidRPr="00CB73F6">
        <w:rPr>
          <w:szCs w:val="24"/>
        </w:rPr>
        <w:t xml:space="preserve">. </w:t>
      </w:r>
      <w:r w:rsidRPr="00D10196">
        <w:t>Paredzē</w:t>
      </w:r>
      <w:r>
        <w:t>tais</w:t>
      </w:r>
      <w:r w:rsidRPr="00CB73F6">
        <w:rPr>
          <w:szCs w:val="24"/>
        </w:rPr>
        <w:t xml:space="preserve"> valsts budžeta ieguldījums investīcijām ir par </w:t>
      </w:r>
      <w:r w:rsidRPr="00B00B99">
        <w:rPr>
          <w:szCs w:val="24"/>
        </w:rPr>
        <w:t>0,2 milj</w:t>
      </w:r>
      <w:r w:rsidRPr="00193925">
        <w:rPr>
          <w:szCs w:val="24"/>
        </w:rPr>
        <w:t xml:space="preserve">. </w:t>
      </w:r>
      <w:proofErr w:type="spellStart"/>
      <w:r w:rsidRPr="00193925">
        <w:rPr>
          <w:i/>
          <w:iCs/>
          <w:szCs w:val="24"/>
        </w:rPr>
        <w:t>euro</w:t>
      </w:r>
      <w:proofErr w:type="spellEnd"/>
      <w:r w:rsidRPr="00193925">
        <w:rPr>
          <w:szCs w:val="24"/>
        </w:rPr>
        <w:t xml:space="preserve"> jeb 92,4%</w:t>
      </w:r>
      <w:r w:rsidRPr="00CB73F6">
        <w:rPr>
          <w:szCs w:val="24"/>
        </w:rPr>
        <w:t xml:space="preserve"> </w:t>
      </w:r>
      <w:r>
        <w:rPr>
          <w:szCs w:val="24"/>
        </w:rPr>
        <w:t>mazāks</w:t>
      </w:r>
      <w:r w:rsidRPr="00CB73F6">
        <w:rPr>
          <w:szCs w:val="24"/>
        </w:rPr>
        <w:t>, salīdzinot ar investīciju apjomu 202</w:t>
      </w:r>
      <w:r>
        <w:rPr>
          <w:szCs w:val="24"/>
        </w:rPr>
        <w:t>3</w:t>
      </w:r>
      <w:r w:rsidRPr="00CB73F6">
        <w:rPr>
          <w:szCs w:val="24"/>
        </w:rPr>
        <w:t>. gada budžetā.</w:t>
      </w:r>
    </w:p>
    <w:p w14:paraId="3053EF10" w14:textId="1683CA05" w:rsidR="004750C4" w:rsidRDefault="004750C4" w:rsidP="004750C4">
      <w:pPr>
        <w:rPr>
          <w:szCs w:val="24"/>
        </w:rPr>
      </w:pPr>
      <w:r w:rsidRPr="00455C30">
        <w:rPr>
          <w:szCs w:val="24"/>
        </w:rPr>
        <w:lastRenderedPageBreak/>
        <w:t>Ar resora investīcijām 2024.</w:t>
      </w:r>
      <w:r w:rsidR="00CB2B1B">
        <w:rPr>
          <w:szCs w:val="24"/>
        </w:rPr>
        <w:t xml:space="preserve"> </w:t>
      </w:r>
      <w:r w:rsidRPr="00455C30">
        <w:rPr>
          <w:szCs w:val="24"/>
        </w:rPr>
        <w:t xml:space="preserve">gadā tiks sekmēta e-pārvaldības attīstība un mūsdienīgu informācijas un komunikācijas tehnoloģiju risinājumu ieviešana resorā. </w:t>
      </w:r>
    </w:p>
    <w:p w14:paraId="1F071174" w14:textId="77777777" w:rsidR="004750C4" w:rsidRPr="00CB73F6" w:rsidRDefault="004750C4" w:rsidP="004750C4">
      <w:pPr>
        <w:rPr>
          <w:b/>
          <w:bCs/>
          <w:szCs w:val="24"/>
        </w:rPr>
      </w:pPr>
      <w:r w:rsidRPr="00455C30">
        <w:rPr>
          <w:b/>
          <w:bCs/>
          <w:szCs w:val="24"/>
        </w:rPr>
        <w:t>Informācijas un komunikācijas tehnoloģiju risinājumu ieviešana resorā</w:t>
      </w:r>
      <w:r w:rsidRPr="00CB73F6">
        <w:rPr>
          <w:b/>
          <w:bCs/>
          <w:szCs w:val="24"/>
        </w:rPr>
        <w:t>:</w:t>
      </w:r>
    </w:p>
    <w:p w14:paraId="6D356468" w14:textId="77777777" w:rsidR="004750C4" w:rsidRPr="00CB73F6" w:rsidRDefault="004750C4" w:rsidP="004750C4">
      <w:pPr>
        <w:ind w:firstLine="0"/>
        <w:rPr>
          <w:szCs w:val="24"/>
        </w:rPr>
      </w:pPr>
      <w:r w:rsidRPr="00CB73F6">
        <w:rPr>
          <w:i/>
          <w:iCs/>
          <w:szCs w:val="24"/>
        </w:rPr>
        <w:t>mērķis</w:t>
      </w:r>
      <w:r w:rsidRPr="00CB73F6">
        <w:rPr>
          <w:szCs w:val="24"/>
        </w:rPr>
        <w:t xml:space="preserve"> – </w:t>
      </w:r>
      <w:proofErr w:type="spellStart"/>
      <w:r w:rsidRPr="00455C30">
        <w:rPr>
          <w:szCs w:val="24"/>
        </w:rPr>
        <w:t>efektivizēt</w:t>
      </w:r>
      <w:proofErr w:type="spellEnd"/>
      <w:r w:rsidRPr="00455C30">
        <w:rPr>
          <w:szCs w:val="24"/>
        </w:rPr>
        <w:t xml:space="preserve"> darba procesu</w:t>
      </w:r>
      <w:r w:rsidRPr="00CB73F6">
        <w:rPr>
          <w:szCs w:val="24"/>
        </w:rPr>
        <w:t>;</w:t>
      </w:r>
    </w:p>
    <w:p w14:paraId="3459DEBF"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w:t>
      </w:r>
      <w:r w:rsidRPr="00455C30">
        <w:rPr>
          <w:szCs w:val="24"/>
        </w:rPr>
        <w:t>darba efektivitātes un pakalpojumu sniegšanas efektivitāte</w:t>
      </w:r>
      <w:r w:rsidRPr="00CB73F6">
        <w:rPr>
          <w:szCs w:val="24"/>
        </w:rPr>
        <w:t>.</w:t>
      </w:r>
    </w:p>
    <w:p w14:paraId="76C30DB1" w14:textId="77777777" w:rsidR="004750C4" w:rsidRPr="00CB73F6" w:rsidRDefault="004750C4" w:rsidP="004750C4">
      <w:pPr>
        <w:shd w:val="clear" w:color="auto" w:fill="B6DDE8" w:themeFill="accent5" w:themeFillTint="66"/>
        <w:spacing w:before="130" w:line="260" w:lineRule="exact"/>
        <w:ind w:firstLine="0"/>
        <w:jc w:val="center"/>
        <w:rPr>
          <w:szCs w:val="24"/>
          <w:lang w:eastAsia="lv-LV"/>
        </w:rPr>
      </w:pPr>
      <w:r w:rsidRPr="00CB73F6">
        <w:rPr>
          <w:b/>
          <w:szCs w:val="24"/>
        </w:rPr>
        <w:t>09. Sabiedrisko pakalpojumu regulēšanas komisija</w:t>
      </w:r>
    </w:p>
    <w:p w14:paraId="33F12401" w14:textId="77777777" w:rsidR="004750C4" w:rsidRPr="00871E65" w:rsidRDefault="004750C4" w:rsidP="004750C4">
      <w:pPr>
        <w:spacing w:before="240"/>
        <w:ind w:firstLine="720"/>
        <w:rPr>
          <w:szCs w:val="24"/>
        </w:rPr>
      </w:pPr>
      <w:r w:rsidRPr="00871E65">
        <w:rPr>
          <w:szCs w:val="24"/>
        </w:rPr>
        <w:t xml:space="preserve">Valsts budžeta finansējums investīciju projektu īstenošanai resorā 2024. gadā plānots </w:t>
      </w:r>
      <w:r w:rsidRPr="00871E65">
        <w:rPr>
          <w:b/>
          <w:bCs/>
          <w:szCs w:val="24"/>
        </w:rPr>
        <w:t>0,3</w:t>
      </w:r>
      <w:r w:rsidRPr="00871E65">
        <w:rPr>
          <w:szCs w:val="24"/>
        </w:rPr>
        <w:t xml:space="preserve"> milj. </w:t>
      </w:r>
      <w:proofErr w:type="spellStart"/>
      <w:r w:rsidRPr="00871E65">
        <w:rPr>
          <w:i/>
          <w:iCs/>
          <w:szCs w:val="24"/>
        </w:rPr>
        <w:t>euro</w:t>
      </w:r>
      <w:proofErr w:type="spellEnd"/>
      <w:r w:rsidRPr="00871E65">
        <w:rPr>
          <w:szCs w:val="24"/>
        </w:rPr>
        <w:t xml:space="preserve">. </w:t>
      </w:r>
      <w:r w:rsidRPr="00871E65">
        <w:t>Paredzētais</w:t>
      </w:r>
      <w:r w:rsidRPr="00871E65">
        <w:rPr>
          <w:szCs w:val="24"/>
        </w:rPr>
        <w:t xml:space="preserve"> valsts budžeta ieguldījums investīcijām ir par 0,2 milj. </w:t>
      </w:r>
      <w:proofErr w:type="spellStart"/>
      <w:r w:rsidRPr="00871E65">
        <w:rPr>
          <w:i/>
          <w:iCs/>
          <w:szCs w:val="24"/>
        </w:rPr>
        <w:t>euro</w:t>
      </w:r>
      <w:proofErr w:type="spellEnd"/>
      <w:r w:rsidRPr="00871E65">
        <w:rPr>
          <w:szCs w:val="24"/>
        </w:rPr>
        <w:t xml:space="preserve"> jeb 103,5% lielāks, salīdzinot ar investīciju apjomu 2023. gada budžetā.</w:t>
      </w:r>
    </w:p>
    <w:p w14:paraId="44FF18FF" w14:textId="58E9E699" w:rsidR="004750C4" w:rsidRPr="00871E65" w:rsidRDefault="004750C4" w:rsidP="004750C4">
      <w:pPr>
        <w:ind w:firstLine="720"/>
        <w:rPr>
          <w:szCs w:val="24"/>
        </w:rPr>
      </w:pPr>
      <w:bookmarkStart w:id="0" w:name="_Hlk148601857"/>
      <w:r w:rsidRPr="00871E65">
        <w:rPr>
          <w:szCs w:val="24"/>
        </w:rPr>
        <w:t>Ar resora investīcijām 2024.</w:t>
      </w:r>
      <w:r w:rsidR="00CB2B1B">
        <w:rPr>
          <w:szCs w:val="24"/>
        </w:rPr>
        <w:t xml:space="preserve"> </w:t>
      </w:r>
      <w:r w:rsidRPr="00871E65">
        <w:rPr>
          <w:szCs w:val="24"/>
        </w:rPr>
        <w:t>gadā tiks nodrošināta datorprogrammu un licenču iegāde, komersantu informācijas ievades un apstrādes sistēmas (IIAS) izmaiņu pieprasījumu ieviešana, ka arī datortehnikas, sakaru un citas biroja tehnikas iegāde.</w:t>
      </w:r>
    </w:p>
    <w:bookmarkEnd w:id="0"/>
    <w:p w14:paraId="096ED84A" w14:textId="77777777" w:rsidR="004750C4" w:rsidRPr="00CB73F6" w:rsidRDefault="004750C4" w:rsidP="004750C4">
      <w:pPr>
        <w:ind w:firstLine="720"/>
        <w:rPr>
          <w:b/>
          <w:bCs/>
          <w:szCs w:val="24"/>
        </w:rPr>
      </w:pPr>
      <w:r w:rsidRPr="00871E65">
        <w:rPr>
          <w:b/>
          <w:bCs/>
          <w:szCs w:val="24"/>
        </w:rPr>
        <w:t>IKT infrastruktūras un darba vides pilnveidošana:</w:t>
      </w:r>
    </w:p>
    <w:p w14:paraId="7C6C46B3" w14:textId="77777777" w:rsidR="004750C4" w:rsidRPr="00CB73F6" w:rsidRDefault="004750C4" w:rsidP="004750C4">
      <w:pPr>
        <w:ind w:firstLine="0"/>
        <w:rPr>
          <w:szCs w:val="24"/>
        </w:rPr>
      </w:pPr>
      <w:r w:rsidRPr="00CB73F6">
        <w:rPr>
          <w:i/>
          <w:iCs/>
          <w:szCs w:val="24"/>
        </w:rPr>
        <w:t>mērķis</w:t>
      </w:r>
      <w:r w:rsidRPr="00CB73F6">
        <w:rPr>
          <w:szCs w:val="24"/>
        </w:rPr>
        <w:t xml:space="preserve"> – nodrošināt izdevumus pamatkapitāla veidošanai, </w:t>
      </w:r>
      <w:r>
        <w:rPr>
          <w:szCs w:val="24"/>
        </w:rPr>
        <w:t>IKT</w:t>
      </w:r>
      <w:r w:rsidRPr="00CB73F6">
        <w:rPr>
          <w:szCs w:val="24"/>
        </w:rPr>
        <w:t xml:space="preserve"> pilnveidošanai;</w:t>
      </w:r>
    </w:p>
    <w:p w14:paraId="60E14D97"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darbinieku nodrošināšana ar nepieciešamo datortehniku darba pienākumu veikšanai.</w:t>
      </w:r>
    </w:p>
    <w:p w14:paraId="3E6A90C4" w14:textId="77777777" w:rsidR="004750C4" w:rsidRPr="00CB73F6" w:rsidRDefault="004750C4" w:rsidP="004750C4">
      <w:pPr>
        <w:shd w:val="clear" w:color="auto" w:fill="B6DDE8" w:themeFill="accent5" w:themeFillTint="66"/>
        <w:spacing w:before="130" w:line="260" w:lineRule="exact"/>
        <w:ind w:firstLine="0"/>
        <w:jc w:val="center"/>
        <w:rPr>
          <w:b/>
          <w:szCs w:val="24"/>
        </w:rPr>
      </w:pPr>
      <w:r w:rsidRPr="00CB73F6">
        <w:rPr>
          <w:b/>
          <w:szCs w:val="24"/>
        </w:rPr>
        <w:t>10. Aizsardzības ministrija</w:t>
      </w:r>
    </w:p>
    <w:p w14:paraId="19409329" w14:textId="77777777" w:rsidR="004750C4" w:rsidRPr="00CB73F6" w:rsidRDefault="004750C4" w:rsidP="004750C4">
      <w:pPr>
        <w:spacing w:before="240"/>
        <w:ind w:firstLine="720"/>
        <w:rPr>
          <w:szCs w:val="24"/>
        </w:rPr>
      </w:pPr>
      <w:r w:rsidRPr="00193925">
        <w:rPr>
          <w:szCs w:val="24"/>
        </w:rPr>
        <w:t xml:space="preserve">Valsts budžeta finansējums investīciju projektu īstenošanai resorā 2024. gadā plānots </w:t>
      </w:r>
      <w:r w:rsidRPr="00193925">
        <w:rPr>
          <w:b/>
          <w:bCs/>
          <w:szCs w:val="24"/>
        </w:rPr>
        <w:t>365,9</w:t>
      </w:r>
      <w:r w:rsidRPr="00193925">
        <w:rPr>
          <w:szCs w:val="24"/>
        </w:rPr>
        <w:t xml:space="preserve"> milj. </w:t>
      </w:r>
      <w:proofErr w:type="spellStart"/>
      <w:r w:rsidRPr="00193925">
        <w:rPr>
          <w:i/>
          <w:iCs/>
          <w:szCs w:val="24"/>
        </w:rPr>
        <w:t>euro</w:t>
      </w:r>
      <w:proofErr w:type="spellEnd"/>
      <w:r w:rsidRPr="00193925">
        <w:rPr>
          <w:szCs w:val="24"/>
        </w:rPr>
        <w:t xml:space="preserve"> tajā skaitā ES politiku instrumentu un pārējās ārvalstu finanšu palīdzības līdzfinansēto projektu īstenošanai </w:t>
      </w:r>
      <w:r w:rsidRPr="00193925">
        <w:rPr>
          <w:b/>
          <w:bCs/>
          <w:szCs w:val="24"/>
        </w:rPr>
        <w:t xml:space="preserve">3,7 </w:t>
      </w:r>
      <w:r w:rsidRPr="00193925">
        <w:rPr>
          <w:szCs w:val="24"/>
        </w:rPr>
        <w:t xml:space="preserve">milj. </w:t>
      </w:r>
      <w:proofErr w:type="spellStart"/>
      <w:r w:rsidRPr="00193925">
        <w:rPr>
          <w:i/>
          <w:iCs/>
          <w:szCs w:val="24"/>
        </w:rPr>
        <w:t>euro</w:t>
      </w:r>
      <w:proofErr w:type="spellEnd"/>
      <w:r w:rsidRPr="00193925">
        <w:rPr>
          <w:szCs w:val="24"/>
        </w:rPr>
        <w:t xml:space="preserve"> apmērā. </w:t>
      </w:r>
      <w:r w:rsidRPr="00193925">
        <w:t>Paredzētais</w:t>
      </w:r>
      <w:r w:rsidRPr="00193925">
        <w:rPr>
          <w:szCs w:val="24"/>
        </w:rPr>
        <w:t xml:space="preserve"> valsts budžeta ieguldījums investīcijām ir par 93,6 milj. </w:t>
      </w:r>
      <w:proofErr w:type="spellStart"/>
      <w:r w:rsidRPr="00193925">
        <w:rPr>
          <w:i/>
          <w:iCs/>
          <w:szCs w:val="24"/>
        </w:rPr>
        <w:t>euro</w:t>
      </w:r>
      <w:proofErr w:type="spellEnd"/>
      <w:r w:rsidRPr="00193925">
        <w:rPr>
          <w:szCs w:val="24"/>
        </w:rPr>
        <w:t xml:space="preserve"> 34,4% lielāks, salīdzinot ar investīciju apjomu 2023. gada budžetā.</w:t>
      </w:r>
    </w:p>
    <w:p w14:paraId="5D5A4B35" w14:textId="77777777" w:rsidR="004750C4" w:rsidRDefault="004750C4" w:rsidP="004750C4">
      <w:pPr>
        <w:ind w:firstLine="720"/>
        <w:rPr>
          <w:szCs w:val="24"/>
        </w:rPr>
      </w:pPr>
      <w:r w:rsidRPr="00874961">
        <w:rPr>
          <w:szCs w:val="24"/>
        </w:rPr>
        <w:t xml:space="preserve">Nodrošināt ilgtspējīgu </w:t>
      </w:r>
      <w:r>
        <w:rPr>
          <w:szCs w:val="24"/>
        </w:rPr>
        <w:t>NBS</w:t>
      </w:r>
      <w:r w:rsidRPr="00874961">
        <w:rPr>
          <w:szCs w:val="24"/>
        </w:rPr>
        <w:t xml:space="preserve"> spēju attīstību un Latvijas karavīru dalību starptautiskajās misijās un operācijās saskaņā ar aktuālo NBS attīstības plānu un aizsardzībai pieejamo finansējumu, sekmējot nacionālās aizsardzības industrijas attīstību. Nodrošināt nepieciešamās militārās infrastruktūras attīstību un uzturēšanu. Stiprināt valsts </w:t>
      </w:r>
      <w:proofErr w:type="spellStart"/>
      <w:r w:rsidRPr="00874961">
        <w:rPr>
          <w:szCs w:val="24"/>
        </w:rPr>
        <w:t>kiberdrošību</w:t>
      </w:r>
      <w:proofErr w:type="spellEnd"/>
      <w:r w:rsidRPr="00874961">
        <w:rPr>
          <w:szCs w:val="24"/>
        </w:rPr>
        <w:t xml:space="preserve"> un nacionālās </w:t>
      </w:r>
      <w:proofErr w:type="spellStart"/>
      <w:r w:rsidRPr="00874961">
        <w:rPr>
          <w:szCs w:val="24"/>
        </w:rPr>
        <w:t>kiberaizsardzības</w:t>
      </w:r>
      <w:proofErr w:type="spellEnd"/>
      <w:r w:rsidRPr="00874961">
        <w:rPr>
          <w:szCs w:val="24"/>
        </w:rPr>
        <w:t xml:space="preserve"> spējas, lai pilnveidotu noturību pret kiberuzbrukumiem. Turpināt NBS nodrošinājuma jomas </w:t>
      </w:r>
      <w:proofErr w:type="spellStart"/>
      <w:r w:rsidRPr="00874961">
        <w:rPr>
          <w:szCs w:val="24"/>
        </w:rPr>
        <w:t>efektivizāciju</w:t>
      </w:r>
      <w:proofErr w:type="spellEnd"/>
      <w:r w:rsidRPr="00874961">
        <w:rPr>
          <w:szCs w:val="24"/>
        </w:rPr>
        <w:t xml:space="preserve">, pakāpeniski ieviešot nodrošinājuma reformu un digitālos risinājumu visos apgādes un nodrošinājuma līmeņos. Attīstīt visaptverošās valsts aizsardzības sistēmu un informēt sabiedrību par rīcību krīzes situācijās. Veicināt jauniešu piederības sajūtu Latvijai, attīstot kritisko domāšanu un pilsonisko apziņu (turpināt valsts aizsardzības mācības ieviešanu izglītības sistēmā un </w:t>
      </w:r>
      <w:proofErr w:type="spellStart"/>
      <w:r w:rsidRPr="00874961">
        <w:rPr>
          <w:szCs w:val="24"/>
        </w:rPr>
        <w:t>Jaunsardzes</w:t>
      </w:r>
      <w:proofErr w:type="spellEnd"/>
      <w:r w:rsidRPr="00874961">
        <w:rPr>
          <w:szCs w:val="24"/>
        </w:rPr>
        <w:t xml:space="preserve"> kustības attīstību). Turpināt un pilnveidoti ieviest valsts aizsardzības dienestu, nodrošinot </w:t>
      </w:r>
      <w:proofErr w:type="spellStart"/>
      <w:r w:rsidRPr="00874961">
        <w:rPr>
          <w:szCs w:val="24"/>
        </w:rPr>
        <w:t>iesaukumiem</w:t>
      </w:r>
      <w:proofErr w:type="spellEnd"/>
      <w:r w:rsidRPr="00874961">
        <w:rPr>
          <w:szCs w:val="24"/>
        </w:rPr>
        <w:t xml:space="preserve"> nepieciešamos materiāltehniskos līdzekļus, infrastruktūru un atbalstu, lai sekmētu efektīvu un modernu mācību procesu, stiprinātu valsts aizsardzību un iegūtu pilsoņus ar militārām pamatiemaņām un apziņu par savas valsts vērtību.</w:t>
      </w:r>
    </w:p>
    <w:p w14:paraId="6C041CBF" w14:textId="77777777" w:rsidR="004750C4" w:rsidRPr="00CB73F6" w:rsidRDefault="004750C4" w:rsidP="004750C4">
      <w:pPr>
        <w:ind w:firstLine="720"/>
        <w:rPr>
          <w:szCs w:val="24"/>
        </w:rPr>
      </w:pPr>
      <w:r w:rsidRPr="00CB73F6">
        <w:rPr>
          <w:b/>
          <w:bCs/>
          <w:szCs w:val="24"/>
        </w:rPr>
        <w:t>1.</w:t>
      </w:r>
      <w:r w:rsidRPr="00CB73F6">
        <w:rPr>
          <w:szCs w:val="24"/>
        </w:rPr>
        <w:t xml:space="preserve"> </w:t>
      </w:r>
      <w:r w:rsidRPr="00CB73F6">
        <w:rPr>
          <w:b/>
          <w:bCs/>
          <w:szCs w:val="24"/>
        </w:rPr>
        <w:t xml:space="preserve">NBS </w:t>
      </w:r>
      <w:r w:rsidRPr="00874961">
        <w:rPr>
          <w:b/>
          <w:bCs/>
          <w:szCs w:val="24"/>
        </w:rPr>
        <w:t>kaujas spēju stiprināšana un attīstība atbilstoši ģeopolitiskajiem izaicinājumiem (</w:t>
      </w:r>
      <w:r>
        <w:rPr>
          <w:b/>
          <w:bCs/>
          <w:szCs w:val="24"/>
        </w:rPr>
        <w:t>tajā skaitā</w:t>
      </w:r>
      <w:r w:rsidRPr="00874961">
        <w:rPr>
          <w:b/>
          <w:bCs/>
          <w:szCs w:val="24"/>
        </w:rPr>
        <w:t xml:space="preserve"> pilnveidot noturību pret kiberuzbrukumiem):</w:t>
      </w:r>
    </w:p>
    <w:p w14:paraId="74CFCC30"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74961">
        <w:rPr>
          <w:szCs w:val="24"/>
        </w:rPr>
        <w:t xml:space="preserve">nodrošināt ilgtspējīgu </w:t>
      </w:r>
      <w:r>
        <w:rPr>
          <w:szCs w:val="24"/>
        </w:rPr>
        <w:t>NBS</w:t>
      </w:r>
      <w:r w:rsidRPr="00874961">
        <w:rPr>
          <w:szCs w:val="24"/>
        </w:rPr>
        <w:t xml:space="preserve"> spēju attīstību un Latvijas karavīru dalību starptautiskajās operācijās saskaņā ar aktuālo NBS attīstības plānu un aizsardzībai pieejamo finansējumu, sekmējot aizsardzības industrijas attīstību;</w:t>
      </w:r>
    </w:p>
    <w:p w14:paraId="62D93091"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874961">
        <w:rPr>
          <w:szCs w:val="24"/>
        </w:rPr>
        <w:t xml:space="preserve">pilnveidotas kaujas spējas un prasmes, sasniedzot pilnu kaujas gatavību, spēju reaģēt uz jebkāda veida apdraudējumu, </w:t>
      </w:r>
      <w:r>
        <w:rPr>
          <w:szCs w:val="24"/>
        </w:rPr>
        <w:t>tajā skaitā</w:t>
      </w:r>
      <w:r w:rsidRPr="00874961">
        <w:rPr>
          <w:szCs w:val="24"/>
        </w:rPr>
        <w:t xml:space="preserve"> kiberuzbrukumiem.</w:t>
      </w:r>
    </w:p>
    <w:p w14:paraId="41291081" w14:textId="77777777" w:rsidR="004750C4" w:rsidRPr="00CB73F6" w:rsidRDefault="004750C4" w:rsidP="004750C4">
      <w:pPr>
        <w:ind w:firstLine="720"/>
        <w:rPr>
          <w:b/>
          <w:bCs/>
          <w:szCs w:val="24"/>
        </w:rPr>
      </w:pPr>
      <w:r w:rsidRPr="00CB73F6">
        <w:rPr>
          <w:b/>
          <w:bCs/>
          <w:szCs w:val="24"/>
        </w:rPr>
        <w:lastRenderedPageBreak/>
        <w:t xml:space="preserve">2. </w:t>
      </w:r>
      <w:r w:rsidRPr="00874961">
        <w:rPr>
          <w:b/>
          <w:bCs/>
          <w:szCs w:val="24"/>
        </w:rPr>
        <w:t>militāro uzdevumu izpildei nepieciešamās infrastruktūras attīstība un uzturēšana</w:t>
      </w:r>
      <w:r w:rsidRPr="00CB73F6">
        <w:rPr>
          <w:b/>
          <w:bCs/>
          <w:szCs w:val="24"/>
        </w:rPr>
        <w:t>:</w:t>
      </w:r>
    </w:p>
    <w:p w14:paraId="5F6AF8EE" w14:textId="77777777" w:rsidR="004750C4" w:rsidRDefault="004750C4" w:rsidP="004750C4">
      <w:pPr>
        <w:ind w:firstLine="0"/>
        <w:rPr>
          <w:szCs w:val="24"/>
        </w:rPr>
      </w:pPr>
      <w:r w:rsidRPr="00CB73F6">
        <w:rPr>
          <w:i/>
          <w:iCs/>
          <w:szCs w:val="24"/>
        </w:rPr>
        <w:t>mērķis</w:t>
      </w:r>
      <w:r w:rsidRPr="00CB73F6">
        <w:rPr>
          <w:szCs w:val="24"/>
        </w:rPr>
        <w:t xml:space="preserve"> – </w:t>
      </w:r>
      <w:r w:rsidRPr="00874961">
        <w:rPr>
          <w:szCs w:val="24"/>
        </w:rPr>
        <w:t xml:space="preserve">nodrošināt Zemessardzes un </w:t>
      </w:r>
      <w:r>
        <w:rPr>
          <w:szCs w:val="24"/>
        </w:rPr>
        <w:t>NBS</w:t>
      </w:r>
      <w:r w:rsidRPr="00874961">
        <w:rPr>
          <w:szCs w:val="24"/>
        </w:rPr>
        <w:t xml:space="preserve"> spēju attīstībai nepieciešamo infrastruktūru, stiprināt sadarbību ar vietējām pašvaldībām, ieguldīt reģionālās infrastruktūras attīstībā un pilnveidē;</w:t>
      </w:r>
    </w:p>
    <w:p w14:paraId="25DCBB06"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874961">
        <w:rPr>
          <w:szCs w:val="24"/>
        </w:rPr>
        <w:t xml:space="preserve">izveidota infrastruktūra </w:t>
      </w:r>
      <w:r>
        <w:rPr>
          <w:szCs w:val="24"/>
        </w:rPr>
        <w:t>NBS</w:t>
      </w:r>
      <w:r w:rsidRPr="00874961">
        <w:rPr>
          <w:szCs w:val="24"/>
        </w:rPr>
        <w:t xml:space="preserve"> un Zemessardzes uzdevumu izpildei; uzturēti un apsaimniekoti Aizsardzības ministrijas valdījumā esošie nekustamā īpašuma objekti.</w:t>
      </w:r>
    </w:p>
    <w:p w14:paraId="1FFF92A0" w14:textId="77777777" w:rsidR="004750C4" w:rsidRPr="00CB73F6" w:rsidRDefault="004750C4" w:rsidP="004750C4">
      <w:pPr>
        <w:ind w:firstLine="720"/>
        <w:rPr>
          <w:b/>
          <w:bCs/>
          <w:szCs w:val="24"/>
        </w:rPr>
      </w:pPr>
      <w:r w:rsidRPr="00CB73F6">
        <w:rPr>
          <w:b/>
          <w:bCs/>
          <w:szCs w:val="24"/>
        </w:rPr>
        <w:t xml:space="preserve">3. NBS </w:t>
      </w:r>
      <w:r w:rsidRPr="00874961">
        <w:rPr>
          <w:b/>
          <w:bCs/>
          <w:szCs w:val="24"/>
        </w:rPr>
        <w:t>nodrošinājums ar materiāltehniskajiem līdzekļiem un apgādes pilnveidošana</w:t>
      </w:r>
      <w:r w:rsidRPr="00CB73F6">
        <w:rPr>
          <w:b/>
          <w:bCs/>
          <w:szCs w:val="24"/>
        </w:rPr>
        <w:t>:</w:t>
      </w:r>
    </w:p>
    <w:p w14:paraId="2AA8B581" w14:textId="77777777" w:rsidR="004750C4" w:rsidRPr="00CB73F6" w:rsidRDefault="004750C4" w:rsidP="004750C4">
      <w:pPr>
        <w:ind w:firstLine="0"/>
        <w:rPr>
          <w:szCs w:val="24"/>
        </w:rPr>
      </w:pPr>
      <w:r w:rsidRPr="00CB73F6">
        <w:rPr>
          <w:i/>
          <w:iCs/>
          <w:szCs w:val="24"/>
        </w:rPr>
        <w:t>mērķis</w:t>
      </w:r>
      <w:r w:rsidRPr="00CB73F6">
        <w:rPr>
          <w:szCs w:val="24"/>
        </w:rPr>
        <w:t xml:space="preserve"> – NBS </w:t>
      </w:r>
      <w:r w:rsidRPr="00874961">
        <w:rPr>
          <w:szCs w:val="24"/>
        </w:rPr>
        <w:t xml:space="preserve">apgādes ar materiāltehniskajiem līdzekļiem </w:t>
      </w:r>
      <w:proofErr w:type="spellStart"/>
      <w:r w:rsidRPr="00874961">
        <w:rPr>
          <w:szCs w:val="24"/>
        </w:rPr>
        <w:t>efektivizācija</w:t>
      </w:r>
      <w:proofErr w:type="spellEnd"/>
      <w:r w:rsidRPr="00874961">
        <w:rPr>
          <w:szCs w:val="24"/>
        </w:rPr>
        <w:t>, pakāpeniski ieviešot nodrošinājuma reformu un digitālos risinājumu visos apgādes un nodrošinājuma līmeņos;</w:t>
      </w:r>
    </w:p>
    <w:p w14:paraId="2547E43D"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874961">
        <w:rPr>
          <w:szCs w:val="24"/>
        </w:rPr>
        <w:t>sasniegts nodrošinājuma vienveidīgums, samazinātas uzturēšanas un remonta izmaksas, atvieglots apmācības un apgādes process.</w:t>
      </w:r>
    </w:p>
    <w:p w14:paraId="520BD1D9" w14:textId="77777777" w:rsidR="004750C4" w:rsidRPr="00CB73F6" w:rsidRDefault="004750C4" w:rsidP="004750C4">
      <w:pPr>
        <w:ind w:firstLine="720"/>
        <w:rPr>
          <w:b/>
          <w:bCs/>
          <w:szCs w:val="24"/>
        </w:rPr>
      </w:pPr>
      <w:r w:rsidRPr="00CB73F6">
        <w:rPr>
          <w:b/>
          <w:bCs/>
          <w:szCs w:val="24"/>
        </w:rPr>
        <w:t>4. Visaptverošas valsts aizsardzības ieviešana:</w:t>
      </w:r>
    </w:p>
    <w:p w14:paraId="2A7E5BEF"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74961">
        <w:rPr>
          <w:szCs w:val="24"/>
        </w:rPr>
        <w:t>attīstīt visaptverošās valsts aizsardzības sistēmu, pilnveidot izpratni par nozaru ministriju un vietējo pašvaldību lomu aizsardzības sistēmā;</w:t>
      </w:r>
    </w:p>
    <w:p w14:paraId="4C999B18"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874961">
        <w:rPr>
          <w:szCs w:val="24"/>
        </w:rPr>
        <w:t>visaptverošā valsts aizsardzības sistēmā iesaistītajiem ir izpratne par rīcību krīzes situācijās.</w:t>
      </w:r>
    </w:p>
    <w:p w14:paraId="3BDFB532" w14:textId="77777777" w:rsidR="004750C4" w:rsidRPr="00CB73F6" w:rsidRDefault="004750C4" w:rsidP="004750C4">
      <w:pPr>
        <w:ind w:firstLine="720"/>
        <w:rPr>
          <w:b/>
          <w:bCs/>
          <w:szCs w:val="24"/>
        </w:rPr>
      </w:pPr>
      <w:r w:rsidRPr="00CB73F6">
        <w:rPr>
          <w:b/>
          <w:bCs/>
          <w:szCs w:val="24"/>
        </w:rPr>
        <w:t>5. Jauniešu piederības sajūtas Latvijai un pilsoniskās apziņas veicināšana:</w:t>
      </w:r>
    </w:p>
    <w:p w14:paraId="103711F7"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Pr>
          <w:szCs w:val="24"/>
        </w:rPr>
        <w:t>v</w:t>
      </w:r>
      <w:r w:rsidRPr="00CB73F6">
        <w:rPr>
          <w:szCs w:val="24"/>
        </w:rPr>
        <w:t xml:space="preserve">alsts aizsardzības mācības ieviešanu izglītības sistēmā un </w:t>
      </w:r>
      <w:proofErr w:type="spellStart"/>
      <w:r w:rsidRPr="00CB73F6">
        <w:rPr>
          <w:szCs w:val="24"/>
        </w:rPr>
        <w:t>Jaunsardzes</w:t>
      </w:r>
      <w:proofErr w:type="spellEnd"/>
      <w:r w:rsidRPr="00CB73F6">
        <w:rPr>
          <w:szCs w:val="24"/>
        </w:rPr>
        <w:t xml:space="preserve"> kustības attīstību, veicinot jauniešu piederības sajūtu Latvijai, attīstot kritisko domāšanu un pilsonisko apziņu;</w:t>
      </w:r>
    </w:p>
    <w:p w14:paraId="2BB8D931"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jauniešiem ir paaugstinājusies pilsoniskā apziņa un piederības sajūta Latvijai.</w:t>
      </w:r>
    </w:p>
    <w:p w14:paraId="6D7109EF" w14:textId="77777777" w:rsidR="004750C4" w:rsidRPr="00CB73F6" w:rsidRDefault="004750C4" w:rsidP="004750C4">
      <w:pPr>
        <w:ind w:firstLine="720"/>
        <w:rPr>
          <w:b/>
          <w:bCs/>
          <w:szCs w:val="24"/>
        </w:rPr>
      </w:pPr>
      <w:r w:rsidRPr="00CB73F6">
        <w:rPr>
          <w:b/>
          <w:bCs/>
          <w:szCs w:val="24"/>
        </w:rPr>
        <w:t>6. Vals</w:t>
      </w:r>
      <w:bookmarkStart w:id="1" w:name="_Hlk125729011"/>
      <w:r w:rsidRPr="00CB73F6">
        <w:rPr>
          <w:b/>
          <w:bCs/>
          <w:szCs w:val="24"/>
        </w:rPr>
        <w:t>ts aizsardzības dienesta (</w:t>
      </w:r>
      <w:r w:rsidRPr="00066DB9">
        <w:rPr>
          <w:szCs w:val="24"/>
        </w:rPr>
        <w:t xml:space="preserve">turpmāk – </w:t>
      </w:r>
      <w:r w:rsidRPr="00CB73F6">
        <w:rPr>
          <w:b/>
          <w:bCs/>
          <w:szCs w:val="24"/>
        </w:rPr>
        <w:t xml:space="preserve">VAD) </w:t>
      </w:r>
      <w:bookmarkEnd w:id="1"/>
      <w:r w:rsidRPr="00874961">
        <w:rPr>
          <w:b/>
          <w:bCs/>
          <w:szCs w:val="24"/>
        </w:rPr>
        <w:t>pilnveidošana</w:t>
      </w:r>
      <w:r w:rsidRPr="00CB73F6">
        <w:rPr>
          <w:b/>
          <w:bCs/>
          <w:szCs w:val="24"/>
        </w:rPr>
        <w:t>:</w:t>
      </w:r>
    </w:p>
    <w:p w14:paraId="24970D90"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74961">
        <w:rPr>
          <w:szCs w:val="24"/>
        </w:rPr>
        <w:t>stiprināt valsts aizsardzību un dotu iespēju ikvienam Latvijas pilsonim iespēju apgūt jaunas prasmes, iemaņas un zināšanas par aizsardzības nozari, kā arī veidot pamatu savas profesionālās karjeras tālākai attīstībai;</w:t>
      </w:r>
    </w:p>
    <w:p w14:paraId="51F00AFA"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w:t>
      </w:r>
      <w:r w:rsidRPr="00874961">
        <w:rPr>
          <w:szCs w:val="24"/>
        </w:rPr>
        <w:t>stiprināta valsts aizsardzība un iegūti pilsoņi ar militārām pamatiemaņām un apziņu par savas valsts vērtību.</w:t>
      </w:r>
    </w:p>
    <w:p w14:paraId="00E20578" w14:textId="77777777" w:rsidR="004750C4" w:rsidRPr="00CB73F6" w:rsidRDefault="004750C4" w:rsidP="004750C4">
      <w:pPr>
        <w:shd w:val="clear" w:color="auto" w:fill="B6DDE8" w:themeFill="accent5" w:themeFillTint="66"/>
        <w:spacing w:before="130" w:line="260" w:lineRule="exact"/>
        <w:ind w:firstLine="0"/>
        <w:jc w:val="center"/>
        <w:rPr>
          <w:b/>
          <w:szCs w:val="24"/>
          <w:shd w:val="clear" w:color="auto" w:fill="B6DDE8" w:themeFill="accent5" w:themeFillTint="66"/>
        </w:rPr>
      </w:pPr>
      <w:r w:rsidRPr="00CB73F6">
        <w:rPr>
          <w:b/>
          <w:szCs w:val="24"/>
          <w:shd w:val="clear" w:color="auto" w:fill="B6DDE8" w:themeFill="accent5" w:themeFillTint="66"/>
        </w:rPr>
        <w:t>11. Ārlietu ministrija</w:t>
      </w:r>
    </w:p>
    <w:p w14:paraId="79F88E9A" w14:textId="77777777" w:rsidR="004750C4" w:rsidRPr="00193925" w:rsidRDefault="004750C4" w:rsidP="004750C4">
      <w:pPr>
        <w:spacing w:before="240"/>
        <w:ind w:firstLine="720"/>
        <w:rPr>
          <w:szCs w:val="24"/>
        </w:rPr>
      </w:pPr>
      <w:r w:rsidRPr="00193925">
        <w:rPr>
          <w:szCs w:val="24"/>
        </w:rPr>
        <w:t xml:space="preserve">Valsts budžeta finansējums investīciju projektu īstenošanai resorā 2024. gadā plānots </w:t>
      </w:r>
      <w:r w:rsidRPr="00193925">
        <w:rPr>
          <w:b/>
          <w:bCs/>
          <w:szCs w:val="24"/>
        </w:rPr>
        <w:t>1,7</w:t>
      </w:r>
      <w:r w:rsidRPr="00193925">
        <w:rPr>
          <w:szCs w:val="24"/>
        </w:rPr>
        <w:t xml:space="preserve"> milj. </w:t>
      </w:r>
      <w:proofErr w:type="spellStart"/>
      <w:r w:rsidRPr="00193925">
        <w:rPr>
          <w:i/>
          <w:iCs/>
          <w:szCs w:val="24"/>
        </w:rPr>
        <w:t>euro</w:t>
      </w:r>
      <w:proofErr w:type="spellEnd"/>
      <w:r w:rsidRPr="00193925">
        <w:rPr>
          <w:szCs w:val="24"/>
        </w:rPr>
        <w:t xml:space="preserve">. </w:t>
      </w:r>
      <w:r w:rsidRPr="00193925">
        <w:t>Paredzētais</w:t>
      </w:r>
      <w:r w:rsidRPr="00193925">
        <w:rPr>
          <w:szCs w:val="24"/>
        </w:rPr>
        <w:t xml:space="preserve"> valsts budžeta ieguldījums investīcijām ir par 0,04 milj. </w:t>
      </w:r>
      <w:proofErr w:type="spellStart"/>
      <w:r w:rsidRPr="00193925">
        <w:rPr>
          <w:i/>
          <w:iCs/>
          <w:szCs w:val="24"/>
        </w:rPr>
        <w:t>euro</w:t>
      </w:r>
      <w:proofErr w:type="spellEnd"/>
      <w:r w:rsidRPr="00193925">
        <w:rPr>
          <w:i/>
          <w:iCs/>
          <w:szCs w:val="24"/>
        </w:rPr>
        <w:t xml:space="preserve"> </w:t>
      </w:r>
      <w:r w:rsidRPr="00193925">
        <w:rPr>
          <w:szCs w:val="24"/>
        </w:rPr>
        <w:t>jeb 2,4% mazāks, salīdzinot ar investīciju apjomu 2023. gada budžetā.</w:t>
      </w:r>
    </w:p>
    <w:p w14:paraId="4F83AB1F" w14:textId="77777777" w:rsidR="004750C4" w:rsidRPr="00CB73F6" w:rsidRDefault="004750C4" w:rsidP="004750C4">
      <w:pPr>
        <w:ind w:firstLine="720"/>
        <w:rPr>
          <w:szCs w:val="24"/>
        </w:rPr>
      </w:pPr>
      <w:r w:rsidRPr="00193925">
        <w:rPr>
          <w:szCs w:val="24"/>
        </w:rPr>
        <w:t>Ar resora investīcijām 2024. gadā tiks uzlabota IKT sistēmas noturība pret krīzes situācijām, kā arī tiks uzlabota konsulāro un citu pakalpojuma pieejamība un caurskatāmība.</w:t>
      </w:r>
    </w:p>
    <w:p w14:paraId="0948AF57" w14:textId="77777777" w:rsidR="004750C4" w:rsidRPr="00CB73F6" w:rsidRDefault="004750C4" w:rsidP="004750C4">
      <w:pPr>
        <w:ind w:firstLine="720"/>
        <w:rPr>
          <w:b/>
          <w:bCs/>
          <w:szCs w:val="24"/>
        </w:rPr>
      </w:pPr>
      <w:r w:rsidRPr="00CB73F6">
        <w:rPr>
          <w:b/>
          <w:bCs/>
          <w:szCs w:val="24"/>
        </w:rPr>
        <w:t>IKT funkcionalitātes nodrošināšana un pārvaldības spēju stiprināšana:</w:t>
      </w:r>
    </w:p>
    <w:p w14:paraId="447B3F5F" w14:textId="77777777" w:rsidR="004750C4" w:rsidRPr="00CB73F6" w:rsidRDefault="004750C4" w:rsidP="004750C4">
      <w:pPr>
        <w:ind w:firstLine="0"/>
        <w:rPr>
          <w:szCs w:val="24"/>
        </w:rPr>
      </w:pPr>
      <w:r w:rsidRPr="00CB73F6">
        <w:rPr>
          <w:i/>
          <w:iCs/>
          <w:szCs w:val="24"/>
        </w:rPr>
        <w:t>mērķis</w:t>
      </w:r>
      <w:r w:rsidRPr="00CB73F6">
        <w:rPr>
          <w:szCs w:val="24"/>
        </w:rPr>
        <w:t xml:space="preserve"> – uzlabot kopējo IKT sistēmu noturību pret krīzes situācijām, nodrošinot nepieciešamo iekārtu un programmatūras uzturēšanu, kā arī uzlabot pakalpojumu pieejamību un caurskatāmību;</w:t>
      </w:r>
    </w:p>
    <w:p w14:paraId="473B0424" w14:textId="77777777" w:rsidR="004750C4" w:rsidRPr="00CB73F6" w:rsidRDefault="004750C4" w:rsidP="004750C4">
      <w:pPr>
        <w:spacing w:after="240"/>
        <w:ind w:firstLine="0"/>
        <w:rPr>
          <w:szCs w:val="24"/>
          <w:lang w:val="cs-CZ"/>
        </w:rPr>
      </w:pPr>
      <w:r w:rsidRPr="00CB73F6">
        <w:rPr>
          <w:i/>
          <w:iCs/>
          <w:szCs w:val="24"/>
        </w:rPr>
        <w:lastRenderedPageBreak/>
        <w:t>sagaidāmais rezultāts</w:t>
      </w:r>
      <w:r w:rsidRPr="00CB73F6">
        <w:rPr>
          <w:szCs w:val="24"/>
        </w:rPr>
        <w:t xml:space="preserve"> – IKT funkcionalitātes stiprināšana, </w:t>
      </w:r>
      <w:r>
        <w:rPr>
          <w:szCs w:val="24"/>
        </w:rPr>
        <w:t>tajā skaitā</w:t>
      </w:r>
      <w:r w:rsidRPr="00CB73F6">
        <w:rPr>
          <w:szCs w:val="24"/>
        </w:rPr>
        <w:t xml:space="preserve"> arī konsulāro un citu iekšējo pakalpojumu pilnveidošana, padarot tos klientam ērtākus, pieejamākus un operatīvākus.</w:t>
      </w:r>
    </w:p>
    <w:p w14:paraId="3E1AB0BF"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12. Ekonomikas ministrija</w:t>
      </w:r>
    </w:p>
    <w:p w14:paraId="20FB56CC" w14:textId="77777777" w:rsidR="004750C4" w:rsidRPr="00ED2667" w:rsidRDefault="004750C4" w:rsidP="004750C4">
      <w:pPr>
        <w:spacing w:before="240"/>
        <w:ind w:firstLine="720"/>
        <w:rPr>
          <w:szCs w:val="24"/>
        </w:rPr>
      </w:pPr>
      <w:r w:rsidRPr="00ED2667">
        <w:rPr>
          <w:szCs w:val="24"/>
        </w:rPr>
        <w:t xml:space="preserve">Valsts budžeta finansējums investīciju projektu īstenošanai resorā 2024. gadā plānots </w:t>
      </w:r>
      <w:r w:rsidRPr="00ED2667">
        <w:rPr>
          <w:b/>
          <w:bCs/>
          <w:szCs w:val="24"/>
        </w:rPr>
        <w:t>6,3</w:t>
      </w:r>
      <w:r w:rsidRPr="00ED2667">
        <w:rPr>
          <w:szCs w:val="24"/>
        </w:rPr>
        <w:t xml:space="preserve"> milj. </w:t>
      </w:r>
      <w:proofErr w:type="spellStart"/>
      <w:r w:rsidRPr="00ED2667">
        <w:rPr>
          <w:i/>
          <w:iCs/>
          <w:szCs w:val="24"/>
        </w:rPr>
        <w:t>euro</w:t>
      </w:r>
      <w:proofErr w:type="spellEnd"/>
      <w:r w:rsidRPr="00ED2667">
        <w:rPr>
          <w:szCs w:val="24"/>
        </w:rPr>
        <w:t xml:space="preserve">, tajā skaitā ES politiku instrumentu un pārējās ārvalstu finanšu palīdzības līdzfinansēto projektu īstenošanai </w:t>
      </w:r>
      <w:r w:rsidRPr="00ED2667">
        <w:rPr>
          <w:b/>
          <w:bCs/>
          <w:szCs w:val="24"/>
        </w:rPr>
        <w:t xml:space="preserve">0,1 </w:t>
      </w:r>
      <w:r w:rsidRPr="00ED2667">
        <w:rPr>
          <w:szCs w:val="24"/>
        </w:rPr>
        <w:t xml:space="preserve">milj. </w:t>
      </w:r>
      <w:proofErr w:type="spellStart"/>
      <w:r w:rsidRPr="00ED2667">
        <w:rPr>
          <w:i/>
          <w:iCs/>
          <w:szCs w:val="24"/>
        </w:rPr>
        <w:t>euro</w:t>
      </w:r>
      <w:proofErr w:type="spellEnd"/>
      <w:r w:rsidRPr="00ED2667">
        <w:rPr>
          <w:szCs w:val="24"/>
        </w:rPr>
        <w:t xml:space="preserve"> apmērā. </w:t>
      </w:r>
      <w:r w:rsidRPr="00ED2667">
        <w:t>Paredzētais</w:t>
      </w:r>
      <w:r w:rsidRPr="00ED2667">
        <w:rPr>
          <w:szCs w:val="24"/>
        </w:rPr>
        <w:t xml:space="preserve"> valsts budžeta ieguldījums investīcijām ir par 1,7 milj. </w:t>
      </w:r>
      <w:proofErr w:type="spellStart"/>
      <w:r w:rsidRPr="00ED2667">
        <w:rPr>
          <w:i/>
          <w:iCs/>
          <w:szCs w:val="24"/>
        </w:rPr>
        <w:t>euro</w:t>
      </w:r>
      <w:proofErr w:type="spellEnd"/>
      <w:r w:rsidRPr="00ED2667">
        <w:rPr>
          <w:szCs w:val="24"/>
        </w:rPr>
        <w:t xml:space="preserve"> jeb 37,4% lielāks, salīdzinot ar investīciju apjomu 2023. gada budžetā.</w:t>
      </w:r>
    </w:p>
    <w:p w14:paraId="653D878E" w14:textId="77777777" w:rsidR="004750C4" w:rsidRPr="00ED2667" w:rsidRDefault="004750C4" w:rsidP="004750C4">
      <w:pPr>
        <w:ind w:firstLine="720"/>
        <w:rPr>
          <w:szCs w:val="24"/>
        </w:rPr>
      </w:pPr>
      <w:r w:rsidRPr="00ED2667">
        <w:rPr>
          <w:szCs w:val="24"/>
        </w:rPr>
        <w:t>Ar resora investīcijām 2024. gadā tiks nodrošināta datu informācijas sistēmu izstrāde, pilnveide un uzlabošana, IKT risinājumu izstrāde, Konkurences padomes (turpmāk – KP) kapacitātes stiprināšana.</w:t>
      </w:r>
    </w:p>
    <w:p w14:paraId="04863C50" w14:textId="77777777" w:rsidR="004750C4" w:rsidRPr="0048766E" w:rsidRDefault="004750C4" w:rsidP="004750C4">
      <w:pPr>
        <w:ind w:firstLine="720"/>
        <w:rPr>
          <w:b/>
          <w:bCs/>
          <w:szCs w:val="24"/>
        </w:rPr>
      </w:pPr>
      <w:r w:rsidRPr="0048766E">
        <w:rPr>
          <w:b/>
          <w:bCs/>
          <w:szCs w:val="24"/>
        </w:rPr>
        <w:t xml:space="preserve">1. </w:t>
      </w:r>
      <w:r w:rsidRPr="0048766E">
        <w:rPr>
          <w:rFonts w:eastAsia="Calibri"/>
          <w:b/>
          <w:bCs/>
          <w:szCs w:val="24"/>
        </w:rPr>
        <w:t>Statistiskā lauku saimniecību reģistra modernizācija:</w:t>
      </w:r>
    </w:p>
    <w:p w14:paraId="2CC487DB" w14:textId="77777777" w:rsidR="004750C4" w:rsidRDefault="004750C4" w:rsidP="004750C4">
      <w:pPr>
        <w:ind w:firstLine="0"/>
      </w:pPr>
      <w:r w:rsidRPr="0048766E">
        <w:rPr>
          <w:i/>
          <w:iCs/>
          <w:szCs w:val="24"/>
        </w:rPr>
        <w:t>mērķis</w:t>
      </w:r>
      <w:r w:rsidRPr="0048766E">
        <w:rPr>
          <w:szCs w:val="24"/>
        </w:rPr>
        <w:t xml:space="preserve"> – </w:t>
      </w:r>
      <w:r>
        <w:t>n</w:t>
      </w:r>
      <w:r w:rsidRPr="004B3CCB">
        <w:t>odrošināt</w:t>
      </w:r>
      <w:r>
        <w:t xml:space="preserve"> S</w:t>
      </w:r>
      <w:r w:rsidRPr="004B3CCB">
        <w:t xml:space="preserve">tatistiskā lauka saimniecību reģistra modernizāciju, lai īstenotu lauksaimniecības statistikas </w:t>
      </w:r>
      <w:proofErr w:type="spellStart"/>
      <w:r w:rsidRPr="004B3CCB">
        <w:t>ietvarregulu</w:t>
      </w:r>
      <w:proofErr w:type="spellEnd"/>
      <w:r w:rsidRPr="004B3CCB">
        <w:t xml:space="preserve"> prasības</w:t>
      </w:r>
      <w:r w:rsidRPr="00217453">
        <w:t>;</w:t>
      </w:r>
    </w:p>
    <w:p w14:paraId="0A9C9848" w14:textId="77777777" w:rsidR="004750C4" w:rsidRPr="0048766E" w:rsidRDefault="004750C4" w:rsidP="004750C4">
      <w:pPr>
        <w:ind w:firstLine="0"/>
        <w:rPr>
          <w:szCs w:val="24"/>
        </w:rPr>
      </w:pPr>
      <w:r w:rsidRPr="0048766E">
        <w:rPr>
          <w:i/>
          <w:iCs/>
          <w:szCs w:val="24"/>
        </w:rPr>
        <w:t>sagaidāmais rezultāts</w:t>
      </w:r>
      <w:r w:rsidRPr="0048766E">
        <w:rPr>
          <w:szCs w:val="24"/>
        </w:rPr>
        <w:t xml:space="preserve"> – </w:t>
      </w:r>
      <w:r>
        <w:t>i</w:t>
      </w:r>
      <w:r w:rsidRPr="004B3CCB">
        <w:t>zstrādāts mūsdienīgs un drošs Statistiskā lauka saimniecību reģistrs operatīvai lauksaimniecības statistikas datu nodrošināšanai, uzlabojot informācijas kvalitāti, tādējādi veicinot konkurētspējīgu un ilgtspējīgu nozares attīstību</w:t>
      </w:r>
      <w:r w:rsidRPr="0048766E">
        <w:rPr>
          <w:szCs w:val="24"/>
        </w:rPr>
        <w:t>.</w:t>
      </w:r>
    </w:p>
    <w:p w14:paraId="348AACB7" w14:textId="77777777" w:rsidR="004750C4" w:rsidRPr="0048766E" w:rsidRDefault="004750C4" w:rsidP="004750C4">
      <w:pPr>
        <w:ind w:firstLine="720"/>
        <w:rPr>
          <w:b/>
          <w:bCs/>
          <w:szCs w:val="24"/>
        </w:rPr>
      </w:pPr>
      <w:r w:rsidRPr="0048766E">
        <w:rPr>
          <w:b/>
          <w:bCs/>
          <w:szCs w:val="24"/>
        </w:rPr>
        <w:t>2. Statistikas ražošanā izmantojamo datu apstrādes risinājumu pilnveide:</w:t>
      </w:r>
    </w:p>
    <w:p w14:paraId="4710C8EA" w14:textId="77777777" w:rsidR="004750C4" w:rsidRPr="0048766E" w:rsidRDefault="004750C4" w:rsidP="004750C4">
      <w:pPr>
        <w:ind w:firstLine="0"/>
        <w:rPr>
          <w:szCs w:val="24"/>
        </w:rPr>
      </w:pPr>
      <w:r w:rsidRPr="0048766E">
        <w:rPr>
          <w:i/>
          <w:iCs/>
          <w:szCs w:val="24"/>
        </w:rPr>
        <w:t>mērķis</w:t>
      </w:r>
      <w:r w:rsidRPr="0048766E">
        <w:rPr>
          <w:szCs w:val="24"/>
        </w:rPr>
        <w:t xml:space="preserve"> – </w:t>
      </w:r>
      <w:r>
        <w:t>n</w:t>
      </w:r>
      <w:r w:rsidRPr="004B3CCB">
        <w:t>odrošināt ērtus un modernus risinājumus oficiālās statistikas datu vākšanai, apstrādei un izplatīšanai</w:t>
      </w:r>
      <w:r w:rsidRPr="00217453">
        <w:t>;</w:t>
      </w:r>
    </w:p>
    <w:p w14:paraId="69F88A14" w14:textId="77777777" w:rsidR="004750C4" w:rsidRPr="0048766E" w:rsidRDefault="004750C4" w:rsidP="004750C4">
      <w:pPr>
        <w:ind w:firstLine="0"/>
        <w:rPr>
          <w:szCs w:val="24"/>
        </w:rPr>
      </w:pPr>
      <w:r w:rsidRPr="0048766E">
        <w:rPr>
          <w:i/>
          <w:iCs/>
          <w:szCs w:val="24"/>
        </w:rPr>
        <w:t xml:space="preserve">sagaidāmais rezultāts </w:t>
      </w:r>
      <w:r w:rsidRPr="0048766E">
        <w:rPr>
          <w:szCs w:val="24"/>
        </w:rPr>
        <w:t xml:space="preserve">– </w:t>
      </w:r>
      <w:r>
        <w:t>p</w:t>
      </w:r>
      <w:r w:rsidRPr="004B3CCB">
        <w:t>ilnveidoti esošie datu apstrādes risinājumi, veicinot administratīvā sloga respondentiem samazināšanos un statistikas datu sagatavošanas efektivitātes paaugstināšanos</w:t>
      </w:r>
      <w:r w:rsidRPr="0048766E">
        <w:rPr>
          <w:szCs w:val="24"/>
        </w:rPr>
        <w:t>.</w:t>
      </w:r>
    </w:p>
    <w:p w14:paraId="7ED60FA2" w14:textId="77777777" w:rsidR="004750C4" w:rsidRPr="0048766E" w:rsidRDefault="004750C4" w:rsidP="004750C4">
      <w:pPr>
        <w:ind w:firstLine="720"/>
        <w:rPr>
          <w:b/>
          <w:bCs/>
          <w:szCs w:val="24"/>
        </w:rPr>
      </w:pPr>
      <w:r w:rsidRPr="0048766E">
        <w:rPr>
          <w:b/>
          <w:bCs/>
          <w:szCs w:val="24"/>
        </w:rPr>
        <w:t>3. IT infrastruktūras atjaunošana</w:t>
      </w:r>
      <w:r>
        <w:rPr>
          <w:b/>
          <w:bCs/>
          <w:szCs w:val="24"/>
        </w:rPr>
        <w:t xml:space="preserve"> </w:t>
      </w:r>
      <w:r w:rsidRPr="00245817">
        <w:rPr>
          <w:b/>
          <w:bCs/>
          <w:szCs w:val="24"/>
        </w:rPr>
        <w:t>statistiskās informācijas nodrošināšanai</w:t>
      </w:r>
      <w:r w:rsidRPr="0048766E">
        <w:rPr>
          <w:b/>
          <w:bCs/>
          <w:szCs w:val="24"/>
        </w:rPr>
        <w:t>:</w:t>
      </w:r>
    </w:p>
    <w:p w14:paraId="7522A90B" w14:textId="77777777" w:rsidR="004750C4" w:rsidRDefault="004750C4" w:rsidP="004750C4">
      <w:pPr>
        <w:ind w:firstLine="0"/>
      </w:pPr>
      <w:r w:rsidRPr="0048766E">
        <w:rPr>
          <w:i/>
          <w:iCs/>
          <w:szCs w:val="24"/>
        </w:rPr>
        <w:t>mērķis</w:t>
      </w:r>
      <w:r w:rsidRPr="0048766E">
        <w:rPr>
          <w:szCs w:val="24"/>
        </w:rPr>
        <w:t xml:space="preserve"> – </w:t>
      </w:r>
      <w:r>
        <w:t>n</w:t>
      </w:r>
      <w:r w:rsidRPr="00FC04DA">
        <w:t>odrošināt darba procesam nepieciešamo infrastruktūru</w:t>
      </w:r>
      <w:r w:rsidRPr="00217453">
        <w:t>;</w:t>
      </w:r>
    </w:p>
    <w:p w14:paraId="4DBBFA1D" w14:textId="77777777" w:rsidR="004750C4" w:rsidRDefault="004750C4" w:rsidP="004750C4">
      <w:pPr>
        <w:ind w:firstLine="0"/>
      </w:pPr>
      <w:r w:rsidRPr="0048766E">
        <w:rPr>
          <w:i/>
          <w:iCs/>
          <w:szCs w:val="24"/>
        </w:rPr>
        <w:t>sagaidāmais rezultāts</w:t>
      </w:r>
      <w:r w:rsidRPr="0048766E">
        <w:rPr>
          <w:szCs w:val="24"/>
        </w:rPr>
        <w:t xml:space="preserve"> – </w:t>
      </w:r>
      <w:r>
        <w:t>a</w:t>
      </w:r>
      <w:r w:rsidRPr="00FC04DA">
        <w:t xml:space="preserve">r nepieciešamo infrastruktūru nodrošināts </w:t>
      </w:r>
      <w:r w:rsidRPr="00245817">
        <w:t xml:space="preserve">statistiskās informācijas atjaunināšanas </w:t>
      </w:r>
      <w:r w:rsidRPr="00FC04DA">
        <w:t>darba process</w:t>
      </w:r>
      <w:r w:rsidRPr="00217453">
        <w:t>.</w:t>
      </w:r>
    </w:p>
    <w:p w14:paraId="3F7712C3" w14:textId="77777777" w:rsidR="004750C4" w:rsidRPr="0048766E" w:rsidRDefault="004750C4" w:rsidP="004750C4">
      <w:pPr>
        <w:ind w:firstLine="720"/>
        <w:rPr>
          <w:b/>
          <w:bCs/>
          <w:szCs w:val="24"/>
        </w:rPr>
      </w:pPr>
      <w:r w:rsidRPr="0048766E">
        <w:rPr>
          <w:b/>
          <w:bCs/>
          <w:szCs w:val="24"/>
        </w:rPr>
        <w:t xml:space="preserve">4. Esošās IT sistēmas pilnveidošana un tālākā attīstība atbilstoši </w:t>
      </w:r>
      <w:r w:rsidRPr="002C6B0C">
        <w:rPr>
          <w:b/>
          <w:bCs/>
          <w:szCs w:val="24"/>
        </w:rPr>
        <w:t>Patērētāju tiesību aizsardzības centr</w:t>
      </w:r>
      <w:r>
        <w:rPr>
          <w:b/>
          <w:bCs/>
          <w:szCs w:val="24"/>
        </w:rPr>
        <w:t>a (</w:t>
      </w:r>
      <w:r>
        <w:rPr>
          <w:szCs w:val="24"/>
        </w:rPr>
        <w:t xml:space="preserve">turpmāk – </w:t>
      </w:r>
      <w:r w:rsidRPr="0048766E">
        <w:rPr>
          <w:b/>
          <w:bCs/>
          <w:szCs w:val="24"/>
        </w:rPr>
        <w:t>PTAC</w:t>
      </w:r>
      <w:r>
        <w:rPr>
          <w:b/>
          <w:bCs/>
          <w:szCs w:val="24"/>
        </w:rPr>
        <w:t>)</w:t>
      </w:r>
      <w:r w:rsidRPr="0048766E">
        <w:rPr>
          <w:b/>
          <w:bCs/>
          <w:szCs w:val="24"/>
        </w:rPr>
        <w:t xml:space="preserve"> jaunajām funkcijām:</w:t>
      </w:r>
    </w:p>
    <w:p w14:paraId="56178FB7" w14:textId="77777777" w:rsidR="004750C4" w:rsidRPr="0048766E" w:rsidRDefault="004750C4" w:rsidP="004750C4">
      <w:pPr>
        <w:ind w:firstLine="0"/>
        <w:rPr>
          <w:szCs w:val="24"/>
        </w:rPr>
      </w:pPr>
      <w:r w:rsidRPr="0048766E">
        <w:rPr>
          <w:i/>
          <w:iCs/>
          <w:szCs w:val="24"/>
        </w:rPr>
        <w:t>mērķis</w:t>
      </w:r>
      <w:r w:rsidRPr="0048766E">
        <w:rPr>
          <w:szCs w:val="24"/>
        </w:rPr>
        <w:t xml:space="preserve"> – </w:t>
      </w:r>
      <w:r>
        <w:rPr>
          <w:szCs w:val="24"/>
        </w:rPr>
        <w:t xml:space="preserve">pilnveidot un attīstīt </w:t>
      </w:r>
      <w:r w:rsidRPr="00E11408">
        <w:rPr>
          <w:iCs/>
          <w:lang w:eastAsia="lv-LV"/>
        </w:rPr>
        <w:t>PTAC</w:t>
      </w:r>
      <w:r>
        <w:rPr>
          <w:iCs/>
          <w:lang w:eastAsia="lv-LV"/>
        </w:rPr>
        <w:t xml:space="preserve"> </w:t>
      </w:r>
      <w:r w:rsidRPr="00E11408">
        <w:t>esošās IT sistēmas atbilstoši jaunajām funkcijām</w:t>
      </w:r>
      <w:r w:rsidRPr="0048766E">
        <w:rPr>
          <w:szCs w:val="24"/>
        </w:rPr>
        <w:t>;</w:t>
      </w:r>
    </w:p>
    <w:p w14:paraId="60F14741" w14:textId="77777777" w:rsidR="004750C4" w:rsidRPr="0048766E" w:rsidRDefault="004750C4" w:rsidP="004750C4">
      <w:pPr>
        <w:ind w:firstLine="0"/>
        <w:rPr>
          <w:szCs w:val="24"/>
        </w:rPr>
      </w:pPr>
      <w:r w:rsidRPr="0048766E">
        <w:rPr>
          <w:i/>
          <w:iCs/>
          <w:szCs w:val="24"/>
        </w:rPr>
        <w:t>sagaidāmais rezultāts</w:t>
      </w:r>
      <w:r w:rsidRPr="0048766E">
        <w:rPr>
          <w:szCs w:val="24"/>
        </w:rPr>
        <w:t xml:space="preserve"> – </w:t>
      </w:r>
      <w:r w:rsidRPr="00E11408">
        <w:rPr>
          <w:iCs/>
          <w:lang w:eastAsia="lv-LV"/>
        </w:rPr>
        <w:t>PTAC</w:t>
      </w:r>
      <w:r>
        <w:rPr>
          <w:iCs/>
          <w:lang w:eastAsia="lv-LV"/>
        </w:rPr>
        <w:t xml:space="preserve"> </w:t>
      </w:r>
      <w:r w:rsidRPr="00E11408">
        <w:rPr>
          <w:iCs/>
          <w:lang w:eastAsia="lv-LV"/>
        </w:rPr>
        <w:t>funkciju nodrošināšanai pilnveidota, attīstīta, ērta informācijas sistēma</w:t>
      </w:r>
      <w:r w:rsidRPr="0048766E">
        <w:rPr>
          <w:szCs w:val="24"/>
        </w:rPr>
        <w:t>.</w:t>
      </w:r>
    </w:p>
    <w:p w14:paraId="23477869" w14:textId="77777777" w:rsidR="004750C4" w:rsidRPr="0048766E" w:rsidRDefault="004750C4" w:rsidP="004750C4">
      <w:pPr>
        <w:ind w:firstLine="720"/>
        <w:rPr>
          <w:b/>
          <w:bCs/>
          <w:szCs w:val="24"/>
        </w:rPr>
      </w:pPr>
      <w:r>
        <w:rPr>
          <w:b/>
          <w:bCs/>
          <w:szCs w:val="24"/>
        </w:rPr>
        <w:t>5</w:t>
      </w:r>
      <w:r w:rsidRPr="0048766E">
        <w:rPr>
          <w:b/>
          <w:bCs/>
          <w:szCs w:val="24"/>
        </w:rPr>
        <w:t>. Nemateriālo ieguldījumu (video sižetu, tīmekļa vietņu, u.c.) izveide</w:t>
      </w:r>
      <w:r w:rsidRPr="00185BCE">
        <w:t xml:space="preserve"> </w:t>
      </w:r>
      <w:r w:rsidRPr="00185BCE">
        <w:rPr>
          <w:b/>
          <w:bCs/>
          <w:szCs w:val="24"/>
        </w:rPr>
        <w:t>eksporta veicināšanai, investīciju piesaistei un valsts tēla veidošanai</w:t>
      </w:r>
      <w:r w:rsidRPr="0048766E">
        <w:rPr>
          <w:b/>
          <w:bCs/>
          <w:szCs w:val="24"/>
        </w:rPr>
        <w:t>:</w:t>
      </w:r>
    </w:p>
    <w:p w14:paraId="07E307EC" w14:textId="77777777" w:rsidR="004750C4" w:rsidRPr="0048766E" w:rsidRDefault="004750C4" w:rsidP="004750C4">
      <w:pPr>
        <w:ind w:firstLine="0"/>
        <w:rPr>
          <w:szCs w:val="24"/>
        </w:rPr>
      </w:pPr>
      <w:r w:rsidRPr="0048766E">
        <w:rPr>
          <w:i/>
          <w:iCs/>
          <w:szCs w:val="24"/>
        </w:rPr>
        <w:t>mērķis</w:t>
      </w:r>
      <w:r w:rsidRPr="0048766E">
        <w:rPr>
          <w:szCs w:val="24"/>
        </w:rPr>
        <w:t xml:space="preserve"> – nodrošināt eksporta, investīciju un valsts tēla popularizējošus pasākumus;</w:t>
      </w:r>
    </w:p>
    <w:p w14:paraId="2BB3AFEB" w14:textId="77777777" w:rsidR="004750C4" w:rsidRPr="0048766E" w:rsidRDefault="004750C4" w:rsidP="004750C4">
      <w:pPr>
        <w:spacing w:before="20"/>
        <w:ind w:firstLine="0"/>
        <w:rPr>
          <w:szCs w:val="24"/>
        </w:rPr>
      </w:pPr>
      <w:r w:rsidRPr="0048766E">
        <w:rPr>
          <w:i/>
          <w:iCs/>
          <w:szCs w:val="24"/>
        </w:rPr>
        <w:t>sagaidāmais rezultāts</w:t>
      </w:r>
      <w:r w:rsidRPr="0048766E">
        <w:rPr>
          <w:szCs w:val="24"/>
        </w:rPr>
        <w:t xml:space="preserve"> – </w:t>
      </w:r>
      <w:r w:rsidRPr="006867AE">
        <w:t xml:space="preserve">informatīvie, izglītojošie, pieredzes stāstu un </w:t>
      </w:r>
      <w:proofErr w:type="spellStart"/>
      <w:r w:rsidRPr="006867AE">
        <w:t>reklāmveida</w:t>
      </w:r>
      <w:proofErr w:type="spellEnd"/>
      <w:r w:rsidRPr="006867AE">
        <w:t xml:space="preserve"> video</w:t>
      </w:r>
      <w:r>
        <w:t xml:space="preserve"> </w:t>
      </w:r>
      <w:r w:rsidRPr="006867AE">
        <w:t xml:space="preserve">sižeti veicina eksportu, investīciju piesaisti un valsts tēla </w:t>
      </w:r>
      <w:r>
        <w:t>popularizēšanu</w:t>
      </w:r>
      <w:r w:rsidRPr="00217453">
        <w:t>.</w:t>
      </w:r>
    </w:p>
    <w:p w14:paraId="27709347" w14:textId="77777777" w:rsidR="004750C4" w:rsidRPr="0048766E" w:rsidRDefault="004750C4" w:rsidP="004750C4">
      <w:pPr>
        <w:ind w:firstLine="720"/>
        <w:rPr>
          <w:b/>
          <w:bCs/>
          <w:szCs w:val="24"/>
        </w:rPr>
      </w:pPr>
      <w:r>
        <w:rPr>
          <w:b/>
          <w:bCs/>
          <w:szCs w:val="24"/>
        </w:rPr>
        <w:t>6</w:t>
      </w:r>
      <w:r w:rsidRPr="0048766E">
        <w:rPr>
          <w:b/>
          <w:bCs/>
          <w:szCs w:val="24"/>
        </w:rPr>
        <w:t xml:space="preserve">. Projekta </w:t>
      </w:r>
      <w:r>
        <w:rPr>
          <w:b/>
          <w:bCs/>
          <w:szCs w:val="24"/>
        </w:rPr>
        <w:t>“</w:t>
      </w:r>
      <w:r w:rsidRPr="0048766E">
        <w:rPr>
          <w:b/>
          <w:bCs/>
          <w:szCs w:val="24"/>
        </w:rPr>
        <w:t xml:space="preserve">Vienotas darba vides izveide visā </w:t>
      </w:r>
      <w:r>
        <w:rPr>
          <w:b/>
          <w:bCs/>
          <w:szCs w:val="24"/>
        </w:rPr>
        <w:t xml:space="preserve">Ekonomikas ministrijas </w:t>
      </w:r>
      <w:r w:rsidRPr="0048766E">
        <w:rPr>
          <w:b/>
          <w:bCs/>
          <w:szCs w:val="24"/>
        </w:rPr>
        <w:t>resorā</w:t>
      </w:r>
      <w:r>
        <w:rPr>
          <w:b/>
          <w:bCs/>
          <w:szCs w:val="24"/>
        </w:rPr>
        <w:t>”</w:t>
      </w:r>
      <w:r w:rsidRPr="0048766E">
        <w:rPr>
          <w:b/>
          <w:bCs/>
          <w:szCs w:val="24"/>
        </w:rPr>
        <w:t xml:space="preserve"> ietvaros ieviestā IKT risinājuma uzturēšanas nodrošināšana:</w:t>
      </w:r>
    </w:p>
    <w:p w14:paraId="24CEDA85" w14:textId="77777777" w:rsidR="004750C4" w:rsidRDefault="004750C4" w:rsidP="004750C4">
      <w:pPr>
        <w:ind w:firstLine="0"/>
      </w:pPr>
      <w:r w:rsidRPr="0048766E">
        <w:rPr>
          <w:i/>
          <w:iCs/>
          <w:szCs w:val="24"/>
        </w:rPr>
        <w:t>mērķis</w:t>
      </w:r>
      <w:r w:rsidRPr="0048766E">
        <w:rPr>
          <w:szCs w:val="24"/>
        </w:rPr>
        <w:t xml:space="preserve"> – </w:t>
      </w:r>
      <w:r>
        <w:t>veicināt digitālās transformācijas pilnvērtīgas izmantošanas iespējas;</w:t>
      </w:r>
    </w:p>
    <w:p w14:paraId="2EA1DDFC" w14:textId="77777777" w:rsidR="004750C4" w:rsidRPr="0048766E" w:rsidRDefault="004750C4" w:rsidP="004750C4">
      <w:pPr>
        <w:ind w:firstLine="0"/>
        <w:rPr>
          <w:szCs w:val="24"/>
        </w:rPr>
      </w:pPr>
      <w:r w:rsidRPr="0048766E">
        <w:rPr>
          <w:i/>
          <w:iCs/>
          <w:szCs w:val="24"/>
        </w:rPr>
        <w:lastRenderedPageBreak/>
        <w:t>sagaidāmais rezultāts</w:t>
      </w:r>
      <w:r w:rsidRPr="0048766E">
        <w:rPr>
          <w:szCs w:val="24"/>
        </w:rPr>
        <w:t xml:space="preserve"> – </w:t>
      </w:r>
      <w:r>
        <w:rPr>
          <w:iCs/>
          <w:lang w:eastAsia="lv-LV"/>
        </w:rPr>
        <w:t>p</w:t>
      </w:r>
      <w:r w:rsidRPr="00E11408">
        <w:rPr>
          <w:iCs/>
          <w:lang w:eastAsia="lv-LV"/>
        </w:rPr>
        <w:t>ilnveidot</w:t>
      </w:r>
      <w:r>
        <w:rPr>
          <w:iCs/>
          <w:lang w:eastAsia="lv-LV"/>
        </w:rPr>
        <w:t>i un</w:t>
      </w:r>
      <w:r w:rsidRPr="00E11408">
        <w:rPr>
          <w:iCs/>
          <w:lang w:eastAsia="lv-LV"/>
        </w:rPr>
        <w:t xml:space="preserve"> attīstīt</w:t>
      </w:r>
      <w:r>
        <w:rPr>
          <w:iCs/>
          <w:lang w:eastAsia="lv-LV"/>
        </w:rPr>
        <w:t>i</w:t>
      </w:r>
      <w:r w:rsidRPr="00E11408">
        <w:rPr>
          <w:iCs/>
          <w:lang w:eastAsia="lv-LV"/>
        </w:rPr>
        <w:t xml:space="preserve"> </w:t>
      </w:r>
      <w:r>
        <w:rPr>
          <w:iCs/>
          <w:lang w:eastAsia="lv-LV"/>
        </w:rPr>
        <w:t xml:space="preserve">EM izmantotie </w:t>
      </w:r>
      <w:r w:rsidRPr="00787701">
        <w:rPr>
          <w:iCs/>
          <w:lang w:eastAsia="lv-LV"/>
        </w:rPr>
        <w:t>IKT risinājum</w:t>
      </w:r>
      <w:r>
        <w:rPr>
          <w:iCs/>
          <w:lang w:eastAsia="lv-LV"/>
        </w:rPr>
        <w:t xml:space="preserve">i darbības procesu </w:t>
      </w:r>
      <w:proofErr w:type="spellStart"/>
      <w:r>
        <w:rPr>
          <w:iCs/>
          <w:lang w:eastAsia="lv-LV"/>
        </w:rPr>
        <w:t>digitalizēšanai</w:t>
      </w:r>
      <w:proofErr w:type="spellEnd"/>
      <w:r>
        <w:rPr>
          <w:iCs/>
          <w:lang w:eastAsia="lv-LV"/>
        </w:rPr>
        <w:t xml:space="preserve"> </w:t>
      </w:r>
      <w:r>
        <w:t>(t.sk. procesu pārveides, attālinātā darba, mākslīgā intelekta, lielo datu un mākoņa risinājumu izmantošana)</w:t>
      </w:r>
      <w:r w:rsidRPr="0048766E">
        <w:rPr>
          <w:szCs w:val="24"/>
        </w:rPr>
        <w:t>.</w:t>
      </w:r>
    </w:p>
    <w:p w14:paraId="12CDD2D5" w14:textId="77777777" w:rsidR="004750C4" w:rsidRPr="0048766E" w:rsidRDefault="004750C4" w:rsidP="004750C4">
      <w:pPr>
        <w:ind w:firstLine="720"/>
        <w:rPr>
          <w:b/>
          <w:bCs/>
          <w:szCs w:val="24"/>
        </w:rPr>
      </w:pPr>
      <w:r>
        <w:rPr>
          <w:b/>
          <w:bCs/>
          <w:szCs w:val="24"/>
        </w:rPr>
        <w:t>7</w:t>
      </w:r>
      <w:r w:rsidRPr="0048766E">
        <w:rPr>
          <w:b/>
          <w:bCs/>
          <w:szCs w:val="24"/>
        </w:rPr>
        <w:t>. Būvniecības informācijas sistēmas (</w:t>
      </w:r>
      <w:r w:rsidRPr="00186520">
        <w:rPr>
          <w:szCs w:val="24"/>
        </w:rPr>
        <w:t>turpmāk -</w:t>
      </w:r>
      <w:r>
        <w:rPr>
          <w:b/>
          <w:bCs/>
          <w:szCs w:val="24"/>
        </w:rPr>
        <w:t xml:space="preserve"> </w:t>
      </w:r>
      <w:r w:rsidRPr="0048766E">
        <w:rPr>
          <w:b/>
          <w:bCs/>
          <w:szCs w:val="24"/>
        </w:rPr>
        <w:t>BIS) pilnveide:</w:t>
      </w:r>
    </w:p>
    <w:p w14:paraId="7D1DF763" w14:textId="77777777" w:rsidR="004750C4" w:rsidRPr="0048766E" w:rsidRDefault="004750C4" w:rsidP="004750C4">
      <w:pPr>
        <w:ind w:firstLine="0"/>
        <w:rPr>
          <w:szCs w:val="24"/>
        </w:rPr>
      </w:pPr>
      <w:r w:rsidRPr="0048766E">
        <w:rPr>
          <w:i/>
          <w:iCs/>
          <w:szCs w:val="24"/>
        </w:rPr>
        <w:t>mērķis</w:t>
      </w:r>
      <w:r w:rsidRPr="0048766E">
        <w:rPr>
          <w:szCs w:val="24"/>
        </w:rPr>
        <w:t xml:space="preserve"> – </w:t>
      </w:r>
      <w:r w:rsidRPr="0048766E">
        <w:rPr>
          <w:szCs w:val="24"/>
          <w:lang w:eastAsia="lv-LV"/>
        </w:rPr>
        <w:t>uzturēt būvniecības procesu un BIS attīstītos risinājumus; būvniecības nozares produktivitātes un būvniecības pakalpojumu kvalitātes uzlabošana – automatizēta un vienkāršota datu apmaiņa starp būvniecības procesa dalībniekiem, samazinot patērēto laiku būvniecības procesa nodrošināšanai un datu sagatavošanai un to ievadei</w:t>
      </w:r>
      <w:r w:rsidRPr="0048766E">
        <w:rPr>
          <w:szCs w:val="24"/>
        </w:rPr>
        <w:t>;</w:t>
      </w:r>
    </w:p>
    <w:p w14:paraId="01A89225" w14:textId="77777777" w:rsidR="004750C4" w:rsidRDefault="004750C4" w:rsidP="004750C4">
      <w:pPr>
        <w:ind w:firstLine="0"/>
        <w:rPr>
          <w:szCs w:val="24"/>
        </w:rPr>
      </w:pPr>
      <w:r w:rsidRPr="0048766E">
        <w:rPr>
          <w:i/>
          <w:iCs/>
          <w:szCs w:val="24"/>
        </w:rPr>
        <w:t>sagaidāmais rezultāts</w:t>
      </w:r>
      <w:r w:rsidRPr="0048766E">
        <w:rPr>
          <w:szCs w:val="24"/>
        </w:rPr>
        <w:t xml:space="preserve"> – </w:t>
      </w:r>
      <w:r w:rsidRPr="00412E70">
        <w:t>administratīvā sloga mazināšana, caurskatāmība, uzticamība, drošība, ātrums un ērtums</w:t>
      </w:r>
      <w:r w:rsidRPr="0048766E">
        <w:rPr>
          <w:szCs w:val="24"/>
        </w:rPr>
        <w:t>.</w:t>
      </w:r>
    </w:p>
    <w:p w14:paraId="3AFB4E9D" w14:textId="77777777" w:rsidR="004750C4" w:rsidRPr="0048766E" w:rsidRDefault="004750C4" w:rsidP="004750C4">
      <w:pPr>
        <w:ind w:firstLine="720"/>
        <w:rPr>
          <w:b/>
          <w:bCs/>
          <w:szCs w:val="24"/>
        </w:rPr>
      </w:pPr>
      <w:r>
        <w:rPr>
          <w:b/>
          <w:bCs/>
          <w:szCs w:val="24"/>
        </w:rPr>
        <w:t>8</w:t>
      </w:r>
      <w:r w:rsidRPr="0048766E">
        <w:rPr>
          <w:b/>
          <w:bCs/>
          <w:szCs w:val="24"/>
        </w:rPr>
        <w:t xml:space="preserve">. </w:t>
      </w:r>
      <w:r w:rsidRPr="00186520">
        <w:rPr>
          <w:b/>
          <w:bCs/>
          <w:szCs w:val="24"/>
        </w:rPr>
        <w:t>Aizsargātā lietotāja datu informācijas sistēmas (ALDIS) pilnveide</w:t>
      </w:r>
      <w:r w:rsidRPr="0048766E">
        <w:rPr>
          <w:b/>
          <w:bCs/>
          <w:szCs w:val="24"/>
        </w:rPr>
        <w:t>:</w:t>
      </w:r>
    </w:p>
    <w:p w14:paraId="5603A737" w14:textId="77777777" w:rsidR="004750C4" w:rsidRPr="0048766E" w:rsidRDefault="004750C4" w:rsidP="004750C4">
      <w:pPr>
        <w:ind w:firstLine="0"/>
        <w:rPr>
          <w:szCs w:val="24"/>
        </w:rPr>
      </w:pPr>
      <w:r w:rsidRPr="0048766E">
        <w:rPr>
          <w:i/>
          <w:iCs/>
          <w:szCs w:val="24"/>
        </w:rPr>
        <w:t>mērķis</w:t>
      </w:r>
      <w:r w:rsidRPr="0048766E">
        <w:rPr>
          <w:szCs w:val="24"/>
        </w:rPr>
        <w:t xml:space="preserve"> – </w:t>
      </w:r>
      <w:r w:rsidRPr="002350B9">
        <w:t>mazināt administratīvās izmaksas un radīt daudz elastīgāku pakalpojuma</w:t>
      </w:r>
      <w:r w:rsidRPr="00412E70">
        <w:t xml:space="preserve"> sniegšanas sistēmu vairāk nekā 150 000 iedzīvotājiem;</w:t>
      </w:r>
    </w:p>
    <w:p w14:paraId="6532C78A" w14:textId="77777777" w:rsidR="004750C4" w:rsidRPr="00CB73F6" w:rsidRDefault="004750C4" w:rsidP="004750C4">
      <w:pPr>
        <w:ind w:firstLine="0"/>
        <w:rPr>
          <w:color w:val="FF0000"/>
          <w:szCs w:val="24"/>
        </w:rPr>
      </w:pPr>
      <w:r w:rsidRPr="0048766E">
        <w:rPr>
          <w:i/>
          <w:iCs/>
          <w:szCs w:val="24"/>
        </w:rPr>
        <w:t>sagaidāmais rezultāts</w:t>
      </w:r>
      <w:r w:rsidRPr="0048766E">
        <w:rPr>
          <w:szCs w:val="24"/>
        </w:rPr>
        <w:t xml:space="preserve"> – </w:t>
      </w:r>
      <w:r w:rsidRPr="00186520">
        <w:t>iespēja automātiski identificēt atbalsta saņēmējus un aprēķināt atbalsta apjomu</w:t>
      </w:r>
      <w:r w:rsidRPr="0048766E">
        <w:rPr>
          <w:szCs w:val="24"/>
        </w:rPr>
        <w:t>.</w:t>
      </w:r>
    </w:p>
    <w:p w14:paraId="681DDBD0" w14:textId="77777777" w:rsidR="004750C4" w:rsidRPr="0048766E" w:rsidRDefault="004750C4" w:rsidP="004750C4">
      <w:pPr>
        <w:ind w:firstLine="720"/>
        <w:rPr>
          <w:b/>
          <w:bCs/>
          <w:szCs w:val="24"/>
        </w:rPr>
      </w:pPr>
      <w:r>
        <w:rPr>
          <w:b/>
          <w:bCs/>
          <w:szCs w:val="24"/>
        </w:rPr>
        <w:t>9</w:t>
      </w:r>
      <w:r w:rsidRPr="0048766E">
        <w:rPr>
          <w:b/>
          <w:bCs/>
          <w:szCs w:val="24"/>
        </w:rPr>
        <w:t xml:space="preserve">. </w:t>
      </w:r>
      <w:r w:rsidRPr="00186520">
        <w:rPr>
          <w:b/>
          <w:bCs/>
          <w:szCs w:val="24"/>
        </w:rPr>
        <w:t>Enerģētikas politikas īstenošanas monitorings un ziņošanas sistēmas īstenošana, IKT risinājumu izstrāde</w:t>
      </w:r>
      <w:r w:rsidRPr="0048766E">
        <w:rPr>
          <w:b/>
          <w:bCs/>
          <w:szCs w:val="24"/>
        </w:rPr>
        <w:t>:</w:t>
      </w:r>
    </w:p>
    <w:p w14:paraId="5C869CDE" w14:textId="77777777" w:rsidR="004750C4" w:rsidRPr="0048766E" w:rsidRDefault="004750C4" w:rsidP="004750C4">
      <w:pPr>
        <w:ind w:firstLine="0"/>
        <w:rPr>
          <w:szCs w:val="24"/>
        </w:rPr>
      </w:pPr>
      <w:r w:rsidRPr="0048766E">
        <w:rPr>
          <w:i/>
          <w:iCs/>
          <w:szCs w:val="24"/>
        </w:rPr>
        <w:t>mērķis</w:t>
      </w:r>
      <w:r w:rsidRPr="0048766E">
        <w:rPr>
          <w:szCs w:val="24"/>
        </w:rPr>
        <w:t xml:space="preserve"> – </w:t>
      </w:r>
      <w:r>
        <w:rPr>
          <w:szCs w:val="24"/>
        </w:rPr>
        <w:t xml:space="preserve">sagatavot </w:t>
      </w:r>
      <w:r w:rsidRPr="002350B9">
        <w:t>divgadu progresa ziņojum</w:t>
      </w:r>
      <w:r>
        <w:t>u</w:t>
      </w:r>
      <w:r w:rsidRPr="002350B9">
        <w:t>, normatīvajā regulējumā noteikto mērķu un pienākumu izpildes uzraudzībai un kontrolei nepieciešamo datu iegūšanai izveidot IKT risinājumus – Energoresursu informācijas sistēmas (</w:t>
      </w:r>
      <w:r>
        <w:t xml:space="preserve">turpmāk - </w:t>
      </w:r>
      <w:r w:rsidRPr="002350B9">
        <w:t>ERIS) paplašināšanu, sasaisti ar enerģētikas modelēšanas u.c. sistēmām, kā arī nodrošināt šo risinājumu uzturēšanu un nepārtrauktu pilnveidošanu</w:t>
      </w:r>
      <w:r w:rsidRPr="0048766E">
        <w:rPr>
          <w:szCs w:val="24"/>
        </w:rPr>
        <w:t>;</w:t>
      </w:r>
    </w:p>
    <w:p w14:paraId="333CD67A" w14:textId="77777777" w:rsidR="004750C4" w:rsidRPr="00CB73F6" w:rsidRDefault="004750C4" w:rsidP="004750C4">
      <w:pPr>
        <w:ind w:firstLine="0"/>
        <w:rPr>
          <w:color w:val="FF0000"/>
          <w:szCs w:val="24"/>
        </w:rPr>
      </w:pPr>
      <w:r w:rsidRPr="0048766E">
        <w:rPr>
          <w:i/>
          <w:iCs/>
          <w:szCs w:val="24"/>
        </w:rPr>
        <w:t>sagaidāmais rezultāts</w:t>
      </w:r>
      <w:r w:rsidRPr="0048766E">
        <w:rPr>
          <w:szCs w:val="24"/>
        </w:rPr>
        <w:t xml:space="preserve"> – </w:t>
      </w:r>
      <w:r w:rsidRPr="00186520">
        <w:t>iespēja samazināt administratīvajam procesam paredzētos izdevumus un laiku</w:t>
      </w:r>
      <w:r>
        <w:t>, izstrādājot</w:t>
      </w:r>
      <w:r w:rsidRPr="00186520">
        <w:t xml:space="preserve"> IKT risinājum</w:t>
      </w:r>
      <w:r>
        <w:t>u</w:t>
      </w:r>
      <w:r w:rsidRPr="0048766E">
        <w:rPr>
          <w:szCs w:val="24"/>
        </w:rPr>
        <w:t>.</w:t>
      </w:r>
    </w:p>
    <w:p w14:paraId="3FFCDA64" w14:textId="77777777" w:rsidR="004750C4" w:rsidRPr="0048766E" w:rsidRDefault="004750C4" w:rsidP="004750C4">
      <w:pPr>
        <w:ind w:firstLine="720"/>
        <w:rPr>
          <w:b/>
          <w:bCs/>
          <w:szCs w:val="24"/>
        </w:rPr>
      </w:pPr>
      <w:r>
        <w:rPr>
          <w:b/>
          <w:bCs/>
          <w:szCs w:val="24"/>
        </w:rPr>
        <w:t>10</w:t>
      </w:r>
      <w:r w:rsidRPr="0048766E">
        <w:rPr>
          <w:b/>
          <w:bCs/>
          <w:szCs w:val="24"/>
        </w:rPr>
        <w:t xml:space="preserve">. </w:t>
      </w:r>
      <w:r w:rsidRPr="00186520">
        <w:rPr>
          <w:b/>
          <w:bCs/>
          <w:szCs w:val="24"/>
        </w:rPr>
        <w:t>ERIS ilgtspējas apliecinājumu un emisiju aprēķina rīka funkcionalitātes izstrāde</w:t>
      </w:r>
      <w:r w:rsidRPr="0048766E">
        <w:rPr>
          <w:b/>
          <w:bCs/>
          <w:szCs w:val="24"/>
        </w:rPr>
        <w:t>:</w:t>
      </w:r>
    </w:p>
    <w:p w14:paraId="62530086" w14:textId="77777777" w:rsidR="004750C4" w:rsidRPr="0048766E" w:rsidRDefault="004750C4" w:rsidP="004750C4">
      <w:pPr>
        <w:ind w:firstLine="0"/>
        <w:rPr>
          <w:szCs w:val="24"/>
        </w:rPr>
      </w:pPr>
      <w:r w:rsidRPr="0048766E">
        <w:rPr>
          <w:i/>
          <w:iCs/>
          <w:szCs w:val="24"/>
        </w:rPr>
        <w:t>mērķis</w:t>
      </w:r>
      <w:r w:rsidRPr="0048766E">
        <w:rPr>
          <w:szCs w:val="24"/>
        </w:rPr>
        <w:t xml:space="preserve"> – </w:t>
      </w:r>
      <w:r w:rsidRPr="00186520">
        <w:rPr>
          <w:szCs w:val="24"/>
          <w:lang w:eastAsia="lv-LV"/>
        </w:rPr>
        <w:t>izstrādāt ERIS jaunas funkcionalitātes degvielas piegādātāju atbilstības apliecināšanas dokumentu un biomasas kurināmā un biogāzes izmantošanas komersantu atbilstības apliecināšanas dokumentu iesniegšanai un apstrādei</w:t>
      </w:r>
      <w:r>
        <w:rPr>
          <w:szCs w:val="24"/>
          <w:lang w:eastAsia="lv-LV"/>
        </w:rPr>
        <w:t>,</w:t>
      </w:r>
      <w:r w:rsidRPr="00186520">
        <w:rPr>
          <w:szCs w:val="24"/>
          <w:lang w:eastAsia="lv-LV"/>
        </w:rPr>
        <w:t xml:space="preserve"> SEG emisiju aprēķina rīka izstrādei (sistēmas moduļa pilnveide)</w:t>
      </w:r>
      <w:r w:rsidRPr="0048766E">
        <w:rPr>
          <w:szCs w:val="24"/>
        </w:rPr>
        <w:t>;</w:t>
      </w:r>
    </w:p>
    <w:p w14:paraId="2547F87C" w14:textId="77777777" w:rsidR="004750C4" w:rsidRDefault="004750C4" w:rsidP="004750C4">
      <w:pPr>
        <w:ind w:firstLine="0"/>
      </w:pPr>
      <w:r w:rsidRPr="0048766E">
        <w:rPr>
          <w:i/>
          <w:iCs/>
          <w:szCs w:val="24"/>
        </w:rPr>
        <w:t>sagaidāmais rezultāts</w:t>
      </w:r>
      <w:r w:rsidRPr="0048766E">
        <w:rPr>
          <w:szCs w:val="24"/>
        </w:rPr>
        <w:t xml:space="preserve"> – </w:t>
      </w:r>
      <w:r w:rsidRPr="00186520">
        <w:t>izstrādāts IKT risinājums</w:t>
      </w:r>
      <w:r>
        <w:t>,</w:t>
      </w:r>
      <w:r w:rsidRPr="00186520">
        <w:t xml:space="preserve"> nodrošinātas iespējas apmēram 80 degvielas piegādātāju atbilstības apliecināšanas dokumentu iesniegšanai un apstrādei, kā arī apmēram 30 biomasas kurināmā un biogāzes izmantošanas komersantu atbilstības apliecināšanas dokumentu iesniegšanai un apstrādei.</w:t>
      </w:r>
    </w:p>
    <w:p w14:paraId="551484C9" w14:textId="045C444C" w:rsidR="004750C4" w:rsidRPr="0048766E" w:rsidRDefault="004750C4" w:rsidP="004750C4">
      <w:pPr>
        <w:ind w:firstLine="720"/>
        <w:rPr>
          <w:b/>
          <w:bCs/>
          <w:szCs w:val="24"/>
        </w:rPr>
      </w:pPr>
      <w:r>
        <w:rPr>
          <w:b/>
          <w:bCs/>
          <w:szCs w:val="24"/>
        </w:rPr>
        <w:t>11</w:t>
      </w:r>
      <w:r w:rsidRPr="0048766E">
        <w:rPr>
          <w:b/>
          <w:bCs/>
          <w:szCs w:val="24"/>
        </w:rPr>
        <w:t xml:space="preserve">. </w:t>
      </w:r>
      <w:r w:rsidRPr="00186520">
        <w:rPr>
          <w:b/>
          <w:bCs/>
          <w:szCs w:val="24"/>
        </w:rPr>
        <w:t>KP kapacitātes stiprināšana, nodrošinot iespēju efektīvāk izpildīt konkurences noteikumus un uzraudzīt iekšējā tirgus pienācīgu darbību</w:t>
      </w:r>
      <w:r w:rsidRPr="0048766E">
        <w:rPr>
          <w:b/>
          <w:bCs/>
          <w:szCs w:val="24"/>
        </w:rPr>
        <w:t>:</w:t>
      </w:r>
    </w:p>
    <w:p w14:paraId="0F3707C3" w14:textId="77777777" w:rsidR="004750C4" w:rsidRPr="0048766E" w:rsidRDefault="004750C4" w:rsidP="004750C4">
      <w:pPr>
        <w:ind w:firstLine="0"/>
        <w:rPr>
          <w:szCs w:val="24"/>
        </w:rPr>
      </w:pPr>
      <w:r w:rsidRPr="0048766E">
        <w:rPr>
          <w:i/>
          <w:iCs/>
          <w:szCs w:val="24"/>
        </w:rPr>
        <w:t>mērķis</w:t>
      </w:r>
      <w:r w:rsidRPr="0048766E">
        <w:rPr>
          <w:szCs w:val="24"/>
        </w:rPr>
        <w:t xml:space="preserve"> –</w:t>
      </w:r>
      <w:r>
        <w:rPr>
          <w:szCs w:val="24"/>
        </w:rPr>
        <w:t xml:space="preserve"> </w:t>
      </w:r>
      <w:r w:rsidRPr="00186520">
        <w:rPr>
          <w:szCs w:val="24"/>
          <w:lang w:eastAsia="lv-LV"/>
        </w:rPr>
        <w:t>nodrošināt efektīvus digitālus rīkus konkurences pārkāpumu izpētē un atklāšanā;</w:t>
      </w:r>
    </w:p>
    <w:p w14:paraId="4D31772A" w14:textId="77777777" w:rsidR="004750C4" w:rsidRPr="00CB73F6" w:rsidRDefault="004750C4" w:rsidP="004750C4">
      <w:pPr>
        <w:ind w:firstLine="0"/>
        <w:rPr>
          <w:color w:val="FF0000"/>
          <w:szCs w:val="24"/>
        </w:rPr>
      </w:pPr>
      <w:r w:rsidRPr="0048766E">
        <w:rPr>
          <w:i/>
          <w:iCs/>
          <w:szCs w:val="24"/>
        </w:rPr>
        <w:t>sagaidāmais rezultāts</w:t>
      </w:r>
      <w:r w:rsidRPr="0048766E">
        <w:rPr>
          <w:szCs w:val="24"/>
        </w:rPr>
        <w:t xml:space="preserve"> –</w:t>
      </w:r>
      <w:r>
        <w:rPr>
          <w:szCs w:val="24"/>
        </w:rPr>
        <w:t xml:space="preserve"> </w:t>
      </w:r>
      <w:r w:rsidRPr="00186520">
        <w:t>izpētes lietu ietvaros nodrošināta piemērotu tehnoloģisku un analītisku rīku (programmu) pielietošana digitālo pierādījumu iegūšanai un apstrādei</w:t>
      </w:r>
      <w:r>
        <w:t>,</w:t>
      </w:r>
      <w:r w:rsidRPr="00186520">
        <w:t xml:space="preserve"> uzlabota procesuālo darbību veikšanas kvalitāte un sekmēta procesuālā ekonomija.</w:t>
      </w:r>
    </w:p>
    <w:p w14:paraId="6363F080" w14:textId="77777777" w:rsidR="00CB2B1B" w:rsidRDefault="00CB2B1B" w:rsidP="004750C4">
      <w:pPr>
        <w:ind w:firstLine="720"/>
        <w:rPr>
          <w:b/>
          <w:bCs/>
          <w:szCs w:val="24"/>
        </w:rPr>
      </w:pPr>
    </w:p>
    <w:p w14:paraId="1E0EF42B" w14:textId="77777777" w:rsidR="00CB2B1B" w:rsidRDefault="00CB2B1B" w:rsidP="004750C4">
      <w:pPr>
        <w:ind w:firstLine="720"/>
        <w:rPr>
          <w:b/>
          <w:bCs/>
          <w:szCs w:val="24"/>
        </w:rPr>
      </w:pPr>
    </w:p>
    <w:p w14:paraId="7DB5705A" w14:textId="0C0E5CE8" w:rsidR="004750C4" w:rsidRPr="0048766E" w:rsidRDefault="004750C4" w:rsidP="004750C4">
      <w:pPr>
        <w:ind w:firstLine="720"/>
        <w:rPr>
          <w:b/>
          <w:bCs/>
          <w:szCs w:val="24"/>
        </w:rPr>
      </w:pPr>
      <w:r>
        <w:rPr>
          <w:b/>
          <w:bCs/>
          <w:szCs w:val="24"/>
        </w:rPr>
        <w:lastRenderedPageBreak/>
        <w:t>12</w:t>
      </w:r>
      <w:r w:rsidRPr="0048766E">
        <w:rPr>
          <w:b/>
          <w:bCs/>
          <w:szCs w:val="24"/>
        </w:rPr>
        <w:t xml:space="preserve">. </w:t>
      </w:r>
      <w:r w:rsidRPr="00186520">
        <w:rPr>
          <w:b/>
          <w:bCs/>
          <w:szCs w:val="24"/>
        </w:rPr>
        <w:t>KP kapacitātes stiprināšana, attīstot IT risinājumus, konkurences pārkāpumu efektīvākai izmeklēšanai</w:t>
      </w:r>
      <w:r w:rsidRPr="0048766E">
        <w:rPr>
          <w:b/>
          <w:bCs/>
          <w:szCs w:val="24"/>
        </w:rPr>
        <w:t>:</w:t>
      </w:r>
    </w:p>
    <w:p w14:paraId="34A434B1" w14:textId="77777777" w:rsidR="004750C4" w:rsidRPr="0048766E" w:rsidRDefault="004750C4" w:rsidP="004750C4">
      <w:pPr>
        <w:ind w:firstLine="0"/>
        <w:rPr>
          <w:szCs w:val="24"/>
        </w:rPr>
      </w:pPr>
      <w:r w:rsidRPr="0048766E">
        <w:rPr>
          <w:i/>
          <w:iCs/>
          <w:szCs w:val="24"/>
        </w:rPr>
        <w:t>mērķis</w:t>
      </w:r>
      <w:r w:rsidRPr="0048766E">
        <w:rPr>
          <w:szCs w:val="24"/>
        </w:rPr>
        <w:t xml:space="preserve"> – </w:t>
      </w:r>
      <w:r w:rsidRPr="00186520">
        <w:rPr>
          <w:szCs w:val="24"/>
          <w:lang w:eastAsia="lv-LV"/>
        </w:rPr>
        <w:t xml:space="preserve">izveidot un attīstīt IT sistēmas un rīkus, kas </w:t>
      </w:r>
      <w:proofErr w:type="spellStart"/>
      <w:r w:rsidRPr="00186520">
        <w:rPr>
          <w:szCs w:val="24"/>
          <w:lang w:eastAsia="lv-LV"/>
        </w:rPr>
        <w:t>efektivizēs</w:t>
      </w:r>
      <w:proofErr w:type="spellEnd"/>
      <w:r w:rsidRPr="00186520">
        <w:rPr>
          <w:szCs w:val="24"/>
          <w:lang w:eastAsia="lv-LV"/>
        </w:rPr>
        <w:t xml:space="preserve"> izmeklēšanas lietu vešanu un ļaus analizēt, t.sk. ar </w:t>
      </w:r>
      <w:r>
        <w:rPr>
          <w:szCs w:val="24"/>
          <w:lang w:eastAsia="lv-LV"/>
        </w:rPr>
        <w:t>“</w:t>
      </w:r>
      <w:r w:rsidRPr="00186520">
        <w:rPr>
          <w:szCs w:val="24"/>
          <w:lang w:eastAsia="lv-LV"/>
        </w:rPr>
        <w:t>mākslīgā intelekta</w:t>
      </w:r>
      <w:r>
        <w:rPr>
          <w:szCs w:val="24"/>
          <w:lang w:eastAsia="lv-LV"/>
        </w:rPr>
        <w:t>”</w:t>
      </w:r>
      <w:r w:rsidRPr="00186520">
        <w:rPr>
          <w:szCs w:val="24"/>
          <w:lang w:eastAsia="lv-LV"/>
        </w:rPr>
        <w:t xml:space="preserve"> palīdzību, lielus datu apjomus, nodrošinot efektīvāku konkurences tiesību pārkāpumu izmeklēšanu un atklāšanu;</w:t>
      </w:r>
    </w:p>
    <w:p w14:paraId="1A8637DB" w14:textId="77777777" w:rsidR="004750C4" w:rsidRPr="00CB73F6" w:rsidRDefault="004750C4" w:rsidP="004750C4">
      <w:pPr>
        <w:spacing w:after="240"/>
        <w:ind w:firstLine="0"/>
        <w:rPr>
          <w:color w:val="FF0000"/>
          <w:szCs w:val="24"/>
        </w:rPr>
      </w:pPr>
      <w:r w:rsidRPr="0048766E">
        <w:rPr>
          <w:i/>
          <w:iCs/>
          <w:szCs w:val="24"/>
        </w:rPr>
        <w:t>sagaidāmais rezultāts</w:t>
      </w:r>
      <w:r w:rsidRPr="0048766E">
        <w:rPr>
          <w:szCs w:val="24"/>
        </w:rPr>
        <w:t xml:space="preserve"> – </w:t>
      </w:r>
      <w:r w:rsidRPr="00186520">
        <w:t xml:space="preserve">veicināta </w:t>
      </w:r>
      <w:proofErr w:type="spellStart"/>
      <w:r w:rsidRPr="00186520">
        <w:t>karteļvienošanos</w:t>
      </w:r>
      <w:proofErr w:type="spellEnd"/>
      <w:r w:rsidRPr="00186520">
        <w:t xml:space="preserve"> atklāšana un novēršana publiskos iepirkumos uz </w:t>
      </w:r>
      <w:proofErr w:type="spellStart"/>
      <w:r w:rsidRPr="00572E68">
        <w:rPr>
          <w:i/>
          <w:iCs/>
        </w:rPr>
        <w:t>ex-officio</w:t>
      </w:r>
      <w:proofErr w:type="spellEnd"/>
      <w:r w:rsidRPr="00186520">
        <w:t xml:space="preserve"> pamata.</w:t>
      </w:r>
    </w:p>
    <w:p w14:paraId="2A197FF6" w14:textId="77777777" w:rsidR="004750C4" w:rsidRPr="00CB73F6" w:rsidRDefault="004750C4" w:rsidP="004750C4">
      <w:pPr>
        <w:shd w:val="clear" w:color="auto" w:fill="B6DDE8" w:themeFill="accent5" w:themeFillTint="66"/>
        <w:spacing w:before="130" w:line="260" w:lineRule="exact"/>
        <w:ind w:firstLine="0"/>
        <w:jc w:val="center"/>
        <w:rPr>
          <w:b/>
          <w:szCs w:val="24"/>
        </w:rPr>
      </w:pPr>
      <w:r w:rsidRPr="00CB73F6">
        <w:rPr>
          <w:b/>
          <w:szCs w:val="24"/>
        </w:rPr>
        <w:t>13. Finanšu ministrija</w:t>
      </w:r>
    </w:p>
    <w:p w14:paraId="2F4ECB12" w14:textId="77777777" w:rsidR="004750C4" w:rsidRPr="00364339" w:rsidRDefault="004750C4" w:rsidP="004750C4">
      <w:pPr>
        <w:spacing w:before="240"/>
        <w:ind w:firstLine="720"/>
        <w:rPr>
          <w:color w:val="FF0000"/>
          <w:szCs w:val="24"/>
        </w:rPr>
      </w:pPr>
      <w:r w:rsidRPr="00364339">
        <w:rPr>
          <w:szCs w:val="24"/>
        </w:rPr>
        <w:t xml:space="preserve">Valsts budžeta finansējums investīciju projektu īstenošanai resorā 2024. gadā plānots </w:t>
      </w:r>
      <w:r w:rsidRPr="00364339">
        <w:rPr>
          <w:b/>
          <w:bCs/>
          <w:szCs w:val="24"/>
        </w:rPr>
        <w:t>55,1</w:t>
      </w:r>
      <w:r w:rsidRPr="00364339">
        <w:rPr>
          <w:szCs w:val="24"/>
        </w:rPr>
        <w:t xml:space="preserve"> milj. </w:t>
      </w:r>
      <w:proofErr w:type="spellStart"/>
      <w:r w:rsidRPr="00364339">
        <w:rPr>
          <w:i/>
          <w:iCs/>
          <w:szCs w:val="24"/>
        </w:rPr>
        <w:t>euro</w:t>
      </w:r>
      <w:proofErr w:type="spellEnd"/>
      <w:r w:rsidRPr="00364339">
        <w:rPr>
          <w:szCs w:val="24"/>
        </w:rPr>
        <w:t xml:space="preserve">, tajā skaitā ES politiku instrumentu un pārējās ārvalstu finanšu palīdzības līdzfinansēto projektu īstenošanai </w:t>
      </w:r>
      <w:r w:rsidRPr="00364339">
        <w:rPr>
          <w:b/>
          <w:bCs/>
          <w:szCs w:val="24"/>
        </w:rPr>
        <w:t>6,1</w:t>
      </w:r>
      <w:r w:rsidRPr="00364339">
        <w:rPr>
          <w:szCs w:val="24"/>
        </w:rPr>
        <w:t xml:space="preserve"> milj. </w:t>
      </w:r>
      <w:proofErr w:type="spellStart"/>
      <w:r w:rsidRPr="00364339">
        <w:rPr>
          <w:i/>
          <w:iCs/>
          <w:szCs w:val="24"/>
        </w:rPr>
        <w:t>euro</w:t>
      </w:r>
      <w:proofErr w:type="spellEnd"/>
      <w:r w:rsidRPr="00364339">
        <w:rPr>
          <w:szCs w:val="24"/>
        </w:rPr>
        <w:t xml:space="preserve"> apmērā. </w:t>
      </w:r>
      <w:r w:rsidRPr="00364339">
        <w:t>Paredzētais</w:t>
      </w:r>
      <w:r w:rsidRPr="00364339">
        <w:rPr>
          <w:szCs w:val="24"/>
        </w:rPr>
        <w:t xml:space="preserve"> valsts budžeta ieguldījums investīcijām ir par 16,8 milj. </w:t>
      </w:r>
      <w:proofErr w:type="spellStart"/>
      <w:r w:rsidRPr="00364339">
        <w:rPr>
          <w:i/>
          <w:iCs/>
          <w:szCs w:val="24"/>
        </w:rPr>
        <w:t>euro</w:t>
      </w:r>
      <w:proofErr w:type="spellEnd"/>
      <w:r w:rsidRPr="00364339">
        <w:rPr>
          <w:szCs w:val="24"/>
        </w:rPr>
        <w:t xml:space="preserve"> jeb 23,4% mazāks, salīdzinot ar investīciju apjomu 2023. gada budžetā.</w:t>
      </w:r>
    </w:p>
    <w:p w14:paraId="7CD14F0C" w14:textId="77777777" w:rsidR="004750C4" w:rsidRPr="00CB73F6" w:rsidRDefault="004750C4" w:rsidP="004750C4">
      <w:pPr>
        <w:ind w:firstLine="720"/>
        <w:rPr>
          <w:iCs/>
          <w:szCs w:val="24"/>
        </w:rPr>
      </w:pPr>
      <w:r w:rsidRPr="00364339">
        <w:rPr>
          <w:szCs w:val="24"/>
        </w:rPr>
        <w:t xml:space="preserve">Ar resora investīcijām 2024. gadā tiks nodrošināta informācijas sistēmu attīstība un pilnveidošana, </w:t>
      </w:r>
      <w:r w:rsidRPr="00364339">
        <w:rPr>
          <w:iCs/>
          <w:szCs w:val="24"/>
        </w:rPr>
        <w:t>valsts nekustamo īpašumu pārbūvju un rekonstrukciju realizācija, kā arī koplietošanas telpu iekārtošana, IKT infrastruktūras pilnveidošana</w:t>
      </w:r>
      <w:r w:rsidRPr="00364339">
        <w:rPr>
          <w:szCs w:val="24"/>
        </w:rPr>
        <w:t>.</w:t>
      </w:r>
    </w:p>
    <w:p w14:paraId="04D27394" w14:textId="77777777" w:rsidR="004750C4" w:rsidRPr="00CB73F6" w:rsidRDefault="004750C4" w:rsidP="004750C4">
      <w:pPr>
        <w:ind w:firstLine="720"/>
        <w:rPr>
          <w:b/>
          <w:bCs/>
          <w:szCs w:val="24"/>
        </w:rPr>
      </w:pPr>
      <w:r w:rsidRPr="00CB73F6">
        <w:rPr>
          <w:b/>
          <w:bCs/>
          <w:szCs w:val="24"/>
        </w:rPr>
        <w:t xml:space="preserve">1. </w:t>
      </w:r>
      <w:proofErr w:type="spellStart"/>
      <w:r w:rsidRPr="00D418AB">
        <w:rPr>
          <w:b/>
          <w:bCs/>
          <w:szCs w:val="24"/>
        </w:rPr>
        <w:t>eKase</w:t>
      </w:r>
      <w:proofErr w:type="spellEnd"/>
      <w:r w:rsidRPr="00D418AB">
        <w:rPr>
          <w:b/>
          <w:bCs/>
          <w:szCs w:val="24"/>
        </w:rPr>
        <w:t xml:space="preserve"> tehniskās platformas uzlabošana</w:t>
      </w:r>
      <w:r w:rsidRPr="00CB73F6">
        <w:rPr>
          <w:b/>
          <w:bCs/>
          <w:szCs w:val="24"/>
        </w:rPr>
        <w:t>:</w:t>
      </w:r>
    </w:p>
    <w:p w14:paraId="18A89DC1" w14:textId="77777777" w:rsidR="004750C4" w:rsidRPr="00CB73F6" w:rsidRDefault="004750C4" w:rsidP="004750C4">
      <w:pPr>
        <w:ind w:firstLine="0"/>
        <w:rPr>
          <w:szCs w:val="24"/>
        </w:rPr>
      </w:pPr>
      <w:r w:rsidRPr="00CB73F6">
        <w:rPr>
          <w:i/>
          <w:szCs w:val="24"/>
        </w:rPr>
        <w:t xml:space="preserve">mērķis </w:t>
      </w:r>
      <w:r w:rsidRPr="00CB73F6">
        <w:rPr>
          <w:szCs w:val="24"/>
        </w:rPr>
        <w:t xml:space="preserve">– </w:t>
      </w:r>
      <w:r w:rsidRPr="00D418AB">
        <w:rPr>
          <w:szCs w:val="24"/>
        </w:rPr>
        <w:t xml:space="preserve">veikt </w:t>
      </w:r>
      <w:proofErr w:type="spellStart"/>
      <w:r w:rsidRPr="00D418AB">
        <w:rPr>
          <w:szCs w:val="24"/>
        </w:rPr>
        <w:t>eKases</w:t>
      </w:r>
      <w:proofErr w:type="spellEnd"/>
      <w:r w:rsidRPr="00D418AB">
        <w:rPr>
          <w:szCs w:val="24"/>
        </w:rPr>
        <w:t xml:space="preserve"> </w:t>
      </w:r>
      <w:r w:rsidRPr="00480C05">
        <w:rPr>
          <w:i/>
          <w:iCs/>
          <w:szCs w:val="24"/>
        </w:rPr>
        <w:t>Oracle</w:t>
      </w:r>
      <w:r w:rsidRPr="00D418AB">
        <w:rPr>
          <w:szCs w:val="24"/>
        </w:rPr>
        <w:t xml:space="preserve"> </w:t>
      </w:r>
      <w:proofErr w:type="spellStart"/>
      <w:r w:rsidRPr="00D418AB">
        <w:rPr>
          <w:szCs w:val="24"/>
        </w:rPr>
        <w:t>db</w:t>
      </w:r>
      <w:proofErr w:type="spellEnd"/>
      <w:r w:rsidRPr="00D418AB">
        <w:rPr>
          <w:szCs w:val="24"/>
        </w:rPr>
        <w:t xml:space="preserve"> versijas 11.2.0.4 migrāciju uz </w:t>
      </w:r>
      <w:proofErr w:type="spellStart"/>
      <w:r w:rsidRPr="00480C05">
        <w:rPr>
          <w:i/>
          <w:iCs/>
          <w:szCs w:val="24"/>
        </w:rPr>
        <w:t>PostgreSQL</w:t>
      </w:r>
      <w:proofErr w:type="spellEnd"/>
      <w:r w:rsidRPr="00D418AB">
        <w:rPr>
          <w:szCs w:val="24"/>
        </w:rPr>
        <w:t xml:space="preserve"> un aplikācijas servera </w:t>
      </w:r>
      <w:proofErr w:type="spellStart"/>
      <w:r w:rsidRPr="00480C05">
        <w:rPr>
          <w:i/>
          <w:iCs/>
          <w:szCs w:val="24"/>
        </w:rPr>
        <w:t>WebLogic</w:t>
      </w:r>
      <w:proofErr w:type="spellEnd"/>
      <w:r w:rsidRPr="00480C05">
        <w:rPr>
          <w:i/>
          <w:iCs/>
          <w:szCs w:val="24"/>
        </w:rPr>
        <w:t xml:space="preserve"> Server</w:t>
      </w:r>
      <w:r w:rsidRPr="00D418AB">
        <w:rPr>
          <w:szCs w:val="24"/>
        </w:rPr>
        <w:t xml:space="preserve"> 12.2.1.3 migrāciju uz alternatīvu aplikācijas servera risinājumu, lai mazinātu </w:t>
      </w:r>
      <w:proofErr w:type="spellStart"/>
      <w:r w:rsidRPr="00D418AB">
        <w:rPr>
          <w:szCs w:val="24"/>
        </w:rPr>
        <w:t>eKases</w:t>
      </w:r>
      <w:proofErr w:type="spellEnd"/>
      <w:r w:rsidRPr="00D418AB">
        <w:rPr>
          <w:szCs w:val="24"/>
        </w:rPr>
        <w:t xml:space="preserve"> ekspluatācijas izmaksas attiecībā uz </w:t>
      </w:r>
      <w:r w:rsidRPr="00480C05">
        <w:rPr>
          <w:i/>
          <w:iCs/>
          <w:szCs w:val="24"/>
        </w:rPr>
        <w:t>Oracle</w:t>
      </w:r>
      <w:r w:rsidRPr="00D418AB">
        <w:rPr>
          <w:szCs w:val="24"/>
        </w:rPr>
        <w:t xml:space="preserve"> licenču iegādi</w:t>
      </w:r>
      <w:r w:rsidRPr="00CB73F6">
        <w:rPr>
          <w:szCs w:val="24"/>
        </w:rPr>
        <w:t xml:space="preserve">; </w:t>
      </w:r>
    </w:p>
    <w:p w14:paraId="17B8B64E" w14:textId="77777777" w:rsidR="004750C4" w:rsidRPr="00CB73F6" w:rsidRDefault="004750C4" w:rsidP="004750C4">
      <w:pPr>
        <w:ind w:firstLine="0"/>
        <w:rPr>
          <w:szCs w:val="24"/>
        </w:rPr>
      </w:pPr>
      <w:r w:rsidRPr="00CB73F6">
        <w:rPr>
          <w:i/>
          <w:iCs/>
          <w:szCs w:val="24"/>
        </w:rPr>
        <w:t>sagaidāmais</w:t>
      </w:r>
      <w:r w:rsidRPr="00CB73F6">
        <w:rPr>
          <w:i/>
          <w:szCs w:val="24"/>
        </w:rPr>
        <w:t xml:space="preserve"> rezultāts </w:t>
      </w:r>
      <w:r w:rsidRPr="00CB73F6">
        <w:rPr>
          <w:szCs w:val="24"/>
        </w:rPr>
        <w:t xml:space="preserve">– </w:t>
      </w:r>
      <w:r w:rsidRPr="00D418AB">
        <w:rPr>
          <w:szCs w:val="24"/>
        </w:rPr>
        <w:t xml:space="preserve">mazinātas </w:t>
      </w:r>
      <w:proofErr w:type="spellStart"/>
      <w:r w:rsidRPr="00D418AB">
        <w:rPr>
          <w:szCs w:val="24"/>
        </w:rPr>
        <w:t>eKases</w:t>
      </w:r>
      <w:proofErr w:type="spellEnd"/>
      <w:r w:rsidRPr="00D418AB">
        <w:rPr>
          <w:szCs w:val="24"/>
        </w:rPr>
        <w:t xml:space="preserve"> ekspluatācijas izmaksas attiecībā uz </w:t>
      </w:r>
      <w:r w:rsidRPr="00480C05">
        <w:rPr>
          <w:i/>
          <w:iCs/>
          <w:szCs w:val="24"/>
        </w:rPr>
        <w:t>Oracle</w:t>
      </w:r>
      <w:r w:rsidRPr="00D418AB">
        <w:rPr>
          <w:szCs w:val="24"/>
        </w:rPr>
        <w:t xml:space="preserve"> licenču iegādi.</w:t>
      </w:r>
    </w:p>
    <w:p w14:paraId="243682DD" w14:textId="77777777" w:rsidR="004750C4" w:rsidRPr="00CB73F6" w:rsidRDefault="004750C4" w:rsidP="004750C4">
      <w:pPr>
        <w:ind w:firstLine="720"/>
        <w:rPr>
          <w:b/>
          <w:bCs/>
          <w:szCs w:val="24"/>
        </w:rPr>
      </w:pPr>
      <w:r w:rsidRPr="00CB73F6">
        <w:rPr>
          <w:b/>
          <w:bCs/>
          <w:szCs w:val="24"/>
        </w:rPr>
        <w:t xml:space="preserve">2. </w:t>
      </w:r>
      <w:r w:rsidRPr="00D418AB">
        <w:rPr>
          <w:b/>
          <w:bCs/>
          <w:szCs w:val="24"/>
        </w:rPr>
        <w:t>Valsts kases e-pakalpojumu pieejamības un lietojamības modernizācija: 6.posms. e-pakalpojumu sistēmu pieteikumu iesniegšanas un apstrādes funkcionalitātes (</w:t>
      </w:r>
      <w:proofErr w:type="spellStart"/>
      <w:r w:rsidRPr="00D418AB">
        <w:rPr>
          <w:b/>
          <w:bCs/>
          <w:szCs w:val="24"/>
        </w:rPr>
        <w:t>ePieteikumi</w:t>
      </w:r>
      <w:proofErr w:type="spellEnd"/>
      <w:r w:rsidRPr="00D418AB">
        <w:rPr>
          <w:b/>
          <w:bCs/>
          <w:szCs w:val="24"/>
        </w:rPr>
        <w:t>) izstrāde</w:t>
      </w:r>
      <w:r w:rsidRPr="00CB73F6">
        <w:rPr>
          <w:b/>
          <w:bCs/>
          <w:szCs w:val="24"/>
        </w:rPr>
        <w:t>:</w:t>
      </w:r>
    </w:p>
    <w:p w14:paraId="5A47186C" w14:textId="77777777" w:rsidR="004750C4" w:rsidRPr="00CB73F6" w:rsidRDefault="004750C4" w:rsidP="004750C4">
      <w:pPr>
        <w:ind w:firstLine="0"/>
        <w:rPr>
          <w:szCs w:val="24"/>
        </w:rPr>
      </w:pPr>
      <w:r w:rsidRPr="00CB73F6">
        <w:rPr>
          <w:i/>
          <w:szCs w:val="24"/>
        </w:rPr>
        <w:t>mērķis</w:t>
      </w:r>
      <w:r w:rsidRPr="00CB73F6">
        <w:rPr>
          <w:iCs/>
          <w:szCs w:val="24"/>
        </w:rPr>
        <w:t xml:space="preserve"> – </w:t>
      </w:r>
      <w:r w:rsidRPr="00D418AB">
        <w:rPr>
          <w:szCs w:val="24"/>
        </w:rPr>
        <w:t>pakāpeniski ieviest visa veida Valsts kases (</w:t>
      </w:r>
      <w:r>
        <w:rPr>
          <w:szCs w:val="24"/>
        </w:rPr>
        <w:t>turpmāk-</w:t>
      </w:r>
      <w:r w:rsidRPr="00D418AB">
        <w:rPr>
          <w:szCs w:val="24"/>
        </w:rPr>
        <w:t xml:space="preserve">VK) sniegto pakalpojumu (kontu apkalpošana, maksājumu pakalpojumi, pārskatu pakalpojumi, aizņēmumu pakalpojumi, grāmatvedības uzskaites pakalpojums u.c.) pieteikumu iesniegšanu VK </w:t>
      </w:r>
      <w:proofErr w:type="spellStart"/>
      <w:r w:rsidRPr="00D418AB">
        <w:rPr>
          <w:szCs w:val="24"/>
        </w:rPr>
        <w:t>ePakalpojumu</w:t>
      </w:r>
      <w:proofErr w:type="spellEnd"/>
      <w:r w:rsidRPr="00D418AB">
        <w:rPr>
          <w:szCs w:val="24"/>
        </w:rPr>
        <w:t xml:space="preserve"> portālā strukturētā datu veidā, tādejādi nodrošinot ievērojami efektīvāku datu apstrādes procesu, būtiski samazinot VK darbinieku noslodzi šo datu apstrādē un ievērojami samazinot kļūdaini iesniegtu pakalpojumu pieteikumu skaitu, kā arī </w:t>
      </w:r>
      <w:proofErr w:type="spellStart"/>
      <w:r w:rsidRPr="00D418AB">
        <w:rPr>
          <w:szCs w:val="24"/>
        </w:rPr>
        <w:t>ePakalpojumu</w:t>
      </w:r>
      <w:proofErr w:type="spellEnd"/>
      <w:r w:rsidRPr="00D418AB">
        <w:rPr>
          <w:szCs w:val="24"/>
        </w:rPr>
        <w:t xml:space="preserve"> portālā izveidot funkcionējošu lietotāju tiesību pārvaldības risinājumu, kas ļautu klientu pilnvarotajām personām pašiem administrēt savus lietotājus, bez VK darbinieku iesaistes, tādejādi ievērojami atslogojot VK darbinieku resursus;</w:t>
      </w:r>
    </w:p>
    <w:p w14:paraId="7480D3A7" w14:textId="77777777" w:rsidR="004750C4" w:rsidRPr="00CB73F6" w:rsidRDefault="004750C4" w:rsidP="004750C4">
      <w:pPr>
        <w:ind w:firstLine="0"/>
        <w:rPr>
          <w:szCs w:val="24"/>
        </w:rPr>
      </w:pPr>
      <w:r w:rsidRPr="00CB73F6">
        <w:rPr>
          <w:i/>
          <w:szCs w:val="24"/>
        </w:rPr>
        <w:t xml:space="preserve">sagaidāmais rezultāts </w:t>
      </w:r>
      <w:r w:rsidRPr="00CB73F6">
        <w:rPr>
          <w:iCs/>
          <w:szCs w:val="24"/>
        </w:rPr>
        <w:t>–</w:t>
      </w:r>
      <w:r w:rsidRPr="00CB73F6">
        <w:rPr>
          <w:szCs w:val="24"/>
        </w:rPr>
        <w:t xml:space="preserve"> </w:t>
      </w:r>
      <w:r w:rsidRPr="00D418AB">
        <w:rPr>
          <w:szCs w:val="24"/>
        </w:rPr>
        <w:t xml:space="preserve">klienta apmierinātība ar ieviesto </w:t>
      </w:r>
      <w:proofErr w:type="spellStart"/>
      <w:r w:rsidRPr="00D418AB">
        <w:rPr>
          <w:szCs w:val="24"/>
        </w:rPr>
        <w:t>ePieteikumu</w:t>
      </w:r>
      <w:proofErr w:type="spellEnd"/>
      <w:r w:rsidRPr="00D418AB">
        <w:rPr>
          <w:szCs w:val="24"/>
        </w:rPr>
        <w:t xml:space="preserve"> risinājumu nav zemāk par 85%; pakalpojumu pieteikumi tiks iesniegti vienā kanālā - </w:t>
      </w:r>
      <w:proofErr w:type="spellStart"/>
      <w:r w:rsidRPr="00D418AB">
        <w:rPr>
          <w:szCs w:val="24"/>
        </w:rPr>
        <w:t>ePieteikumos</w:t>
      </w:r>
      <w:proofErr w:type="spellEnd"/>
      <w:r w:rsidRPr="00D418AB">
        <w:rPr>
          <w:szCs w:val="24"/>
        </w:rPr>
        <w:t xml:space="preserve">, tādejādi samazinot pieteikumu iesniegšanas kanālus līdz vienam (šobrīd ir vairāki kanāli un veidi), kā rezultātā, būtiski samazinot laiku pieteikumu reģistrēšanai (ir paredzēts, ka lielākajā skaitā gadījumu pieteikumu reģistrēšana un izpilde notiks automātiski); kļūdaini iesniegto pakalpojumu pieteikumu skaits (% no kopējā pieteikumu skaita) nepārsniedz 1% no kopējā iesniegto </w:t>
      </w:r>
      <w:proofErr w:type="spellStart"/>
      <w:r w:rsidRPr="00D418AB">
        <w:rPr>
          <w:szCs w:val="24"/>
        </w:rPr>
        <w:t>ePieteikumu</w:t>
      </w:r>
      <w:proofErr w:type="spellEnd"/>
      <w:r w:rsidRPr="00D418AB">
        <w:rPr>
          <w:szCs w:val="24"/>
        </w:rPr>
        <w:t xml:space="preserve"> skaita.</w:t>
      </w:r>
    </w:p>
    <w:p w14:paraId="0D44A781" w14:textId="77777777" w:rsidR="004750C4" w:rsidRPr="00CB73F6" w:rsidRDefault="004750C4" w:rsidP="004750C4">
      <w:pPr>
        <w:ind w:firstLine="720"/>
        <w:rPr>
          <w:b/>
          <w:bCs/>
          <w:szCs w:val="24"/>
          <w:lang w:val="cs-CZ"/>
        </w:rPr>
      </w:pPr>
      <w:r w:rsidRPr="00CB73F6">
        <w:rPr>
          <w:b/>
          <w:bCs/>
          <w:szCs w:val="24"/>
          <w:lang w:val="cs-CZ"/>
        </w:rPr>
        <w:t xml:space="preserve">3. </w:t>
      </w:r>
      <w:r w:rsidRPr="00D418AB">
        <w:rPr>
          <w:b/>
          <w:bCs/>
          <w:szCs w:val="24"/>
        </w:rPr>
        <w:t xml:space="preserve">Autentifikācija/autorizācija </w:t>
      </w:r>
      <w:r>
        <w:rPr>
          <w:b/>
          <w:bCs/>
          <w:szCs w:val="24"/>
        </w:rPr>
        <w:t>VK</w:t>
      </w:r>
      <w:r w:rsidRPr="00D418AB">
        <w:rPr>
          <w:b/>
          <w:bCs/>
          <w:szCs w:val="24"/>
        </w:rPr>
        <w:t xml:space="preserve"> </w:t>
      </w:r>
      <w:proofErr w:type="spellStart"/>
      <w:r w:rsidRPr="00D418AB">
        <w:rPr>
          <w:b/>
          <w:bCs/>
          <w:szCs w:val="24"/>
        </w:rPr>
        <w:t>ePakalpojumu</w:t>
      </w:r>
      <w:proofErr w:type="spellEnd"/>
      <w:r w:rsidRPr="00D418AB">
        <w:rPr>
          <w:b/>
          <w:bCs/>
          <w:szCs w:val="24"/>
        </w:rPr>
        <w:t xml:space="preserve"> portālā</w:t>
      </w:r>
      <w:r w:rsidRPr="00CB73F6">
        <w:rPr>
          <w:b/>
          <w:bCs/>
          <w:szCs w:val="24"/>
        </w:rPr>
        <w:t>:</w:t>
      </w:r>
    </w:p>
    <w:p w14:paraId="1DDAC0D4" w14:textId="77777777" w:rsidR="004750C4" w:rsidRPr="00CB73F6" w:rsidRDefault="004750C4" w:rsidP="004750C4">
      <w:pPr>
        <w:ind w:firstLine="0"/>
        <w:rPr>
          <w:iCs/>
          <w:szCs w:val="24"/>
        </w:rPr>
      </w:pPr>
      <w:r w:rsidRPr="00CB73F6">
        <w:rPr>
          <w:i/>
          <w:szCs w:val="24"/>
        </w:rPr>
        <w:t>mērķis</w:t>
      </w:r>
      <w:r w:rsidRPr="00CB73F6">
        <w:rPr>
          <w:iCs/>
          <w:szCs w:val="24"/>
        </w:rPr>
        <w:t xml:space="preserve"> – </w:t>
      </w:r>
      <w:r>
        <w:rPr>
          <w:iCs/>
          <w:szCs w:val="24"/>
        </w:rPr>
        <w:t xml:space="preserve">nodrošināt </w:t>
      </w:r>
      <w:r w:rsidRPr="00D418AB">
        <w:rPr>
          <w:szCs w:val="24"/>
        </w:rPr>
        <w:t>autentifikācijas/autorizācijas funkcionalitāti nodrošinošā tehniskā risinājuma OAM (</w:t>
      </w:r>
      <w:r w:rsidRPr="00D418AB">
        <w:rPr>
          <w:i/>
          <w:iCs/>
          <w:szCs w:val="24"/>
        </w:rPr>
        <w:t xml:space="preserve">Oracle Access </w:t>
      </w:r>
      <w:proofErr w:type="spellStart"/>
      <w:r w:rsidRPr="00D418AB">
        <w:rPr>
          <w:i/>
          <w:iCs/>
          <w:szCs w:val="24"/>
        </w:rPr>
        <w:t>Manager</w:t>
      </w:r>
      <w:proofErr w:type="spellEnd"/>
      <w:r w:rsidRPr="00D418AB">
        <w:rPr>
          <w:i/>
          <w:iCs/>
          <w:szCs w:val="24"/>
        </w:rPr>
        <w:t>)</w:t>
      </w:r>
      <w:r w:rsidRPr="00D418AB">
        <w:rPr>
          <w:szCs w:val="24"/>
        </w:rPr>
        <w:t xml:space="preserve"> nomaiņ</w:t>
      </w:r>
      <w:r>
        <w:rPr>
          <w:szCs w:val="24"/>
        </w:rPr>
        <w:t>u</w:t>
      </w:r>
      <w:r w:rsidRPr="00D418AB">
        <w:rPr>
          <w:szCs w:val="24"/>
        </w:rPr>
        <w:t xml:space="preserve"> uz atvērtā koda risinājumu - </w:t>
      </w:r>
      <w:proofErr w:type="spellStart"/>
      <w:r w:rsidRPr="00D418AB">
        <w:rPr>
          <w:i/>
          <w:iCs/>
          <w:szCs w:val="24"/>
        </w:rPr>
        <w:t>KeyCloak</w:t>
      </w:r>
      <w:proofErr w:type="spellEnd"/>
      <w:r w:rsidRPr="00D418AB">
        <w:rPr>
          <w:szCs w:val="24"/>
        </w:rPr>
        <w:t xml:space="preserve">, ar </w:t>
      </w:r>
      <w:r w:rsidRPr="00D418AB">
        <w:rPr>
          <w:szCs w:val="24"/>
        </w:rPr>
        <w:lastRenderedPageBreak/>
        <w:t xml:space="preserve">mērķi samazināt ekspluatācijas izmaksas un paplašināt autentifikācijas/autorizācijas iespējas atbilstoši </w:t>
      </w:r>
      <w:proofErr w:type="spellStart"/>
      <w:r w:rsidRPr="00D418AB">
        <w:rPr>
          <w:szCs w:val="24"/>
        </w:rPr>
        <w:t>ePieteikumu</w:t>
      </w:r>
      <w:proofErr w:type="spellEnd"/>
      <w:r w:rsidRPr="00D418AB">
        <w:rPr>
          <w:szCs w:val="24"/>
        </w:rPr>
        <w:t xml:space="preserve"> projektā plānotajai funkcionalitātei;</w:t>
      </w:r>
    </w:p>
    <w:p w14:paraId="6C244AFF" w14:textId="77777777" w:rsidR="004750C4" w:rsidRPr="00CB73F6" w:rsidRDefault="004750C4" w:rsidP="004750C4">
      <w:pPr>
        <w:ind w:firstLine="0"/>
        <w:rPr>
          <w:iCs/>
          <w:szCs w:val="24"/>
        </w:rPr>
      </w:pPr>
      <w:r w:rsidRPr="00CB73F6">
        <w:rPr>
          <w:i/>
          <w:szCs w:val="24"/>
        </w:rPr>
        <w:t>sagaidāmais rezultāts</w:t>
      </w:r>
      <w:r w:rsidRPr="00CB73F6">
        <w:rPr>
          <w:iCs/>
          <w:szCs w:val="24"/>
        </w:rPr>
        <w:t xml:space="preserve"> – </w:t>
      </w:r>
      <w:r w:rsidRPr="00D418AB">
        <w:rPr>
          <w:szCs w:val="24"/>
        </w:rPr>
        <w:t xml:space="preserve">mazinātas izmaksas attiecībā uz </w:t>
      </w:r>
      <w:r w:rsidRPr="00D418AB">
        <w:rPr>
          <w:i/>
          <w:iCs/>
          <w:szCs w:val="24"/>
        </w:rPr>
        <w:t>Oracle</w:t>
      </w:r>
      <w:r w:rsidRPr="00D418AB">
        <w:rPr>
          <w:szCs w:val="24"/>
        </w:rPr>
        <w:t xml:space="preserve"> licenču iegādi</w:t>
      </w:r>
      <w:r>
        <w:rPr>
          <w:szCs w:val="24"/>
        </w:rPr>
        <w:t>, kā arī</w:t>
      </w:r>
      <w:r w:rsidRPr="00D418AB">
        <w:rPr>
          <w:szCs w:val="24"/>
        </w:rPr>
        <w:t xml:space="preserve"> iespējas pilnībā realizēt </w:t>
      </w:r>
      <w:proofErr w:type="spellStart"/>
      <w:r w:rsidRPr="00D418AB">
        <w:rPr>
          <w:szCs w:val="24"/>
        </w:rPr>
        <w:t>ePieteikumu</w:t>
      </w:r>
      <w:proofErr w:type="spellEnd"/>
      <w:r w:rsidRPr="00D418AB">
        <w:rPr>
          <w:szCs w:val="24"/>
        </w:rPr>
        <w:t xml:space="preserve"> projekta ietvaros plānotās autentifikācijas/autorizācijas izmaiņas saistībā ar nereģistrētiem lietotājiem.</w:t>
      </w:r>
    </w:p>
    <w:p w14:paraId="475E0B80" w14:textId="7BA6303F" w:rsidR="004750C4" w:rsidRPr="00CB73F6" w:rsidRDefault="004750C4" w:rsidP="004750C4">
      <w:pPr>
        <w:ind w:firstLine="720"/>
        <w:rPr>
          <w:b/>
          <w:szCs w:val="24"/>
          <w:lang w:val="cs-CZ"/>
        </w:rPr>
      </w:pPr>
      <w:r w:rsidRPr="00CB73F6">
        <w:rPr>
          <w:b/>
          <w:bCs/>
          <w:szCs w:val="24"/>
        </w:rPr>
        <w:t xml:space="preserve">4. </w:t>
      </w:r>
      <w:r w:rsidR="00CB2B1B">
        <w:rPr>
          <w:b/>
          <w:szCs w:val="24"/>
        </w:rPr>
        <w:t>M</w:t>
      </w:r>
      <w:r w:rsidRPr="008F64E4">
        <w:rPr>
          <w:b/>
          <w:szCs w:val="24"/>
        </w:rPr>
        <w:t>aksājumu apmaiņas kanālu automatizācija</w:t>
      </w:r>
      <w:r w:rsidRPr="00CB73F6">
        <w:rPr>
          <w:b/>
          <w:szCs w:val="24"/>
        </w:rPr>
        <w:t>:</w:t>
      </w:r>
    </w:p>
    <w:p w14:paraId="7DEC18DE" w14:textId="6DFE193A" w:rsidR="004750C4" w:rsidRPr="00CB73F6" w:rsidRDefault="004750C4" w:rsidP="004750C4">
      <w:pPr>
        <w:ind w:firstLine="0"/>
        <w:rPr>
          <w:iCs/>
          <w:szCs w:val="24"/>
        </w:rPr>
      </w:pPr>
      <w:r w:rsidRPr="00CB73F6">
        <w:rPr>
          <w:i/>
          <w:szCs w:val="24"/>
        </w:rPr>
        <w:t>mērķis</w:t>
      </w:r>
      <w:r w:rsidRPr="00CB73F6">
        <w:rPr>
          <w:iCs/>
          <w:szCs w:val="24"/>
        </w:rPr>
        <w:t xml:space="preserve"> – </w:t>
      </w:r>
      <w:r w:rsidRPr="008B72F4">
        <w:rPr>
          <w:szCs w:val="24"/>
        </w:rPr>
        <w:t xml:space="preserve">pielāgoties </w:t>
      </w:r>
      <w:r>
        <w:rPr>
          <w:szCs w:val="24"/>
        </w:rPr>
        <w:t>ECB</w:t>
      </w:r>
      <w:r w:rsidRPr="008B72F4">
        <w:rPr>
          <w:szCs w:val="24"/>
        </w:rPr>
        <w:t xml:space="preserve"> un Latvijas bankas maksājumu apmaiņas kanālu izmaiņām un attīstībai, piemēram, Latvijas bankas Elektroniskajā Klīringa Sistēmā paredzēts būtiski palielināt klīringa ciklu skaitu un biežumu (pašreizējā LB prognoze 10-15 cikli dienā), kas prasīs pāro</w:t>
      </w:r>
      <w:r w:rsidR="002068CD">
        <w:rPr>
          <w:szCs w:val="24"/>
        </w:rPr>
        <w:t>r</w:t>
      </w:r>
      <w:r w:rsidRPr="008B72F4">
        <w:rPr>
          <w:szCs w:val="24"/>
        </w:rPr>
        <w:t xml:space="preserve">ganizēt </w:t>
      </w:r>
      <w:r>
        <w:rPr>
          <w:szCs w:val="24"/>
        </w:rPr>
        <w:t>VK</w:t>
      </w:r>
      <w:r w:rsidRPr="008B72F4">
        <w:rPr>
          <w:szCs w:val="24"/>
        </w:rPr>
        <w:t xml:space="preserve"> Norēķinu departamenta Klīringa daļas darbu un maksimāli automatizēt ar klīringu saistītos procesus;</w:t>
      </w:r>
    </w:p>
    <w:p w14:paraId="65830803" w14:textId="77777777" w:rsidR="004750C4" w:rsidRPr="00CB73F6" w:rsidRDefault="004750C4" w:rsidP="004750C4">
      <w:pPr>
        <w:ind w:firstLine="0"/>
        <w:rPr>
          <w:iCs/>
          <w:szCs w:val="24"/>
        </w:rPr>
      </w:pPr>
      <w:r w:rsidRPr="00CB73F6">
        <w:rPr>
          <w:i/>
          <w:szCs w:val="24"/>
        </w:rPr>
        <w:t>sagaidāmais rezultāts</w:t>
      </w:r>
      <w:r w:rsidRPr="00CB73F6">
        <w:rPr>
          <w:iCs/>
          <w:szCs w:val="24"/>
        </w:rPr>
        <w:t xml:space="preserve"> – </w:t>
      </w:r>
      <w:r w:rsidRPr="008B72F4">
        <w:rPr>
          <w:szCs w:val="24"/>
        </w:rPr>
        <w:t>samazināts manuālā darba apjoms un kļūdu iespējamība klīringa procesā, uzlabota datu apmaiņas tehniskā drošība.</w:t>
      </w:r>
    </w:p>
    <w:p w14:paraId="6ED75598" w14:textId="77777777" w:rsidR="004750C4" w:rsidRPr="00CB73F6" w:rsidRDefault="004750C4" w:rsidP="004750C4">
      <w:pPr>
        <w:ind w:firstLine="720"/>
        <w:rPr>
          <w:b/>
          <w:bCs/>
          <w:szCs w:val="24"/>
        </w:rPr>
      </w:pPr>
      <w:r w:rsidRPr="00CB73F6">
        <w:rPr>
          <w:b/>
          <w:bCs/>
          <w:szCs w:val="24"/>
        </w:rPr>
        <w:t xml:space="preserve">5. </w:t>
      </w:r>
      <w:r w:rsidRPr="008B72F4">
        <w:rPr>
          <w:b/>
          <w:bCs/>
          <w:szCs w:val="24"/>
        </w:rPr>
        <w:t>Vienotā pakalpojumu centra izveide</w:t>
      </w:r>
      <w:r w:rsidRPr="00CB73F6">
        <w:rPr>
          <w:b/>
          <w:bCs/>
          <w:szCs w:val="24"/>
        </w:rPr>
        <w:t>:</w:t>
      </w:r>
    </w:p>
    <w:p w14:paraId="55FBA7BF"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Pr>
          <w:szCs w:val="24"/>
        </w:rPr>
        <w:t>r</w:t>
      </w:r>
      <w:r w:rsidRPr="008B72F4">
        <w:rPr>
          <w:szCs w:val="24"/>
        </w:rPr>
        <w:t>ealizēt straujāku grāmatvedības uzskaites funkcijas centralizāciju vienotā pakalpojuma centra ietvaros, ar mērķi līdz 2027. gadam nodrošināt centralizētus atbalsts funkciju pakalpojumus vismaz 80% no tiešās valsts pārvaldes iestādēm;</w:t>
      </w:r>
    </w:p>
    <w:p w14:paraId="325F2A39"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8B72F4">
        <w:rPr>
          <w:szCs w:val="24"/>
        </w:rPr>
        <w:t xml:space="preserve">nodrošināta sadarbības partneru sistēmu integrāciju </w:t>
      </w:r>
      <w:proofErr w:type="spellStart"/>
      <w:r w:rsidRPr="008B72F4">
        <w:rPr>
          <w:szCs w:val="24"/>
        </w:rPr>
        <w:t>pārnese</w:t>
      </w:r>
      <w:proofErr w:type="spellEnd"/>
      <w:r w:rsidRPr="008B72F4">
        <w:rPr>
          <w:szCs w:val="24"/>
        </w:rPr>
        <w:t>/pārbūve uz centralizētās platformas risinājumiem.</w:t>
      </w:r>
    </w:p>
    <w:p w14:paraId="07E38C66" w14:textId="77777777" w:rsidR="004750C4" w:rsidRPr="00CB73F6" w:rsidRDefault="004750C4" w:rsidP="004750C4">
      <w:pPr>
        <w:ind w:firstLine="720"/>
        <w:rPr>
          <w:b/>
          <w:bCs/>
          <w:szCs w:val="24"/>
        </w:rPr>
      </w:pPr>
      <w:r w:rsidRPr="00CB73F6">
        <w:rPr>
          <w:b/>
          <w:bCs/>
          <w:szCs w:val="24"/>
        </w:rPr>
        <w:t xml:space="preserve">6. </w:t>
      </w:r>
      <w:r w:rsidRPr="008B72F4">
        <w:rPr>
          <w:b/>
          <w:szCs w:val="24"/>
        </w:rPr>
        <w:t xml:space="preserve">Publikāciju vadības sistēmas attīstība, </w:t>
      </w:r>
      <w:r>
        <w:rPr>
          <w:b/>
          <w:szCs w:val="24"/>
        </w:rPr>
        <w:t>tajā skaitā</w:t>
      </w:r>
      <w:r w:rsidRPr="008B72F4">
        <w:rPr>
          <w:b/>
          <w:szCs w:val="24"/>
        </w:rPr>
        <w:t xml:space="preserve"> e-veidlapu pilnveide</w:t>
      </w:r>
      <w:r w:rsidRPr="00CB73F6">
        <w:rPr>
          <w:b/>
          <w:szCs w:val="24"/>
        </w:rPr>
        <w:t>:</w:t>
      </w:r>
    </w:p>
    <w:p w14:paraId="3F8DE7AB"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B72F4">
        <w:rPr>
          <w:szCs w:val="24"/>
        </w:rPr>
        <w:t xml:space="preserve">uzturēt un pilnveidot izstrādātās e-veidlapas, lai nodrošinātu </w:t>
      </w:r>
      <w:r>
        <w:rPr>
          <w:szCs w:val="24"/>
        </w:rPr>
        <w:t>ES</w:t>
      </w:r>
      <w:r w:rsidRPr="008B72F4">
        <w:rPr>
          <w:szCs w:val="24"/>
        </w:rPr>
        <w:t xml:space="preserve"> Oficiālā Vēstneša veikto izmaiņu integrēšana e-veidlapu modulī, tostarp nodrošināt lielāku publisko iepirkumu atklātību un sabiedrības informētību, kā arī uzlabotu publicēto datu kvalitāti un aizpildīšanas procesa automatizāciju, saskaņā ar Komisijas Īstenošanas Regulas (ES) 2019/1780 (2019. gada 23. septembris), ar ko izveido standarta veidlapas paziņojumu publicēšanai publisko iepirkumu jomā un atceļ Īstenošanas regulu (ES) 2015/1986</w:t>
      </w:r>
      <w:r w:rsidRPr="00CB73F6">
        <w:rPr>
          <w:szCs w:val="24"/>
        </w:rPr>
        <w:t>;</w:t>
      </w:r>
    </w:p>
    <w:p w14:paraId="41FD50F4" w14:textId="77777777" w:rsidR="004750C4" w:rsidRPr="00CB73F6" w:rsidRDefault="004750C4" w:rsidP="004750C4">
      <w:pPr>
        <w:ind w:firstLine="0"/>
        <w:rPr>
          <w:szCs w:val="24"/>
        </w:rPr>
      </w:pPr>
      <w:r w:rsidRPr="00CB73F6">
        <w:rPr>
          <w:i/>
          <w:iCs/>
          <w:szCs w:val="24"/>
        </w:rPr>
        <w:t xml:space="preserve">sagaidāmais rezultāts </w:t>
      </w:r>
      <w:r w:rsidRPr="00CB73F6">
        <w:rPr>
          <w:iCs/>
          <w:szCs w:val="24"/>
        </w:rPr>
        <w:t>–</w:t>
      </w:r>
      <w:r w:rsidRPr="008B72F4">
        <w:rPr>
          <w:szCs w:val="24"/>
        </w:rPr>
        <w:t>nodrošināts PVS sistēmā integrēts e-veidlapu modulis, kas ietver Pircēja profila vidi ar iespēju izveidot sešus e-veidlapu veidus vai 43. e-veidlapas.</w:t>
      </w:r>
    </w:p>
    <w:p w14:paraId="2E178592" w14:textId="77777777" w:rsidR="004750C4" w:rsidRPr="00CB73F6" w:rsidRDefault="004750C4" w:rsidP="004750C4">
      <w:pPr>
        <w:ind w:firstLine="720"/>
        <w:rPr>
          <w:b/>
          <w:bCs/>
          <w:szCs w:val="24"/>
        </w:rPr>
      </w:pPr>
      <w:r w:rsidRPr="00CB73F6">
        <w:rPr>
          <w:b/>
          <w:bCs/>
          <w:szCs w:val="24"/>
        </w:rPr>
        <w:t xml:space="preserve">7. </w:t>
      </w:r>
      <w:r>
        <w:rPr>
          <w:b/>
          <w:bCs/>
          <w:szCs w:val="24"/>
        </w:rPr>
        <w:t>VID</w:t>
      </w:r>
      <w:r w:rsidRPr="008B72F4">
        <w:rPr>
          <w:b/>
          <w:bCs/>
          <w:szCs w:val="24"/>
        </w:rPr>
        <w:t xml:space="preserve"> Maksājumu administrēšanas informācijas sistēmas (</w:t>
      </w:r>
      <w:r w:rsidRPr="008B72F4">
        <w:rPr>
          <w:szCs w:val="24"/>
        </w:rPr>
        <w:t>turpmāk -</w:t>
      </w:r>
      <w:r>
        <w:rPr>
          <w:b/>
          <w:bCs/>
          <w:szCs w:val="24"/>
        </w:rPr>
        <w:t xml:space="preserve"> </w:t>
      </w:r>
      <w:r w:rsidRPr="008B72F4">
        <w:rPr>
          <w:b/>
          <w:bCs/>
          <w:szCs w:val="24"/>
        </w:rPr>
        <w:t>MAIS) attīstība</w:t>
      </w:r>
      <w:r w:rsidRPr="00CB73F6">
        <w:rPr>
          <w:b/>
          <w:bCs/>
          <w:szCs w:val="24"/>
        </w:rPr>
        <w:t>:</w:t>
      </w:r>
    </w:p>
    <w:p w14:paraId="576BFF37"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B72F4">
        <w:rPr>
          <w:szCs w:val="24"/>
        </w:rPr>
        <w:t xml:space="preserve">īstenot MAIS 2. etapu – turpināt VID sniegto nodokļu pakalpojumu kvalitātes uzlabošanu, </w:t>
      </w:r>
      <w:r>
        <w:rPr>
          <w:szCs w:val="24"/>
        </w:rPr>
        <w:t>tajā skaitā</w:t>
      </w:r>
      <w:r w:rsidRPr="008B72F4">
        <w:rPr>
          <w:szCs w:val="24"/>
        </w:rPr>
        <w:t xml:space="preserve"> paredzot pakalpojumu modernizāciju un nodrošinot muitas maksājumu uzskaiti vienotajā nodokļu kontā;</w:t>
      </w:r>
    </w:p>
    <w:p w14:paraId="652ABE44"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8B72F4">
        <w:rPr>
          <w:szCs w:val="24"/>
        </w:rPr>
        <w:t>nodrošināta muitas maksājumu uzskaite vienotajā nodokļu kontā, pārstrādātas un pilnveidotas VID nodokļu administrēšanas funkcionalitātes, ieviešot tās MAIS, lai izslēgtu šobrīd izmantotās novecojušās informācijas sistēmas – Nodokļu informācijas sistēmu (NIS) un Centrālo muitas informācijas sistēmu (CMIS).</w:t>
      </w:r>
    </w:p>
    <w:p w14:paraId="33D21603" w14:textId="77777777" w:rsidR="004750C4" w:rsidRDefault="004750C4" w:rsidP="004750C4">
      <w:pPr>
        <w:pStyle w:val="ListParagraph"/>
        <w:spacing w:after="120"/>
        <w:ind w:left="0" w:firstLine="720"/>
        <w:contextualSpacing w:val="0"/>
        <w:jc w:val="both"/>
        <w:rPr>
          <w:b/>
          <w:bCs/>
          <w:iCs/>
        </w:rPr>
      </w:pPr>
      <w:r w:rsidRPr="00CB73F6">
        <w:rPr>
          <w:b/>
          <w:bCs/>
        </w:rPr>
        <w:t xml:space="preserve">8. </w:t>
      </w:r>
      <w:r w:rsidRPr="00E63D6C">
        <w:rPr>
          <w:b/>
          <w:bCs/>
          <w:iCs/>
        </w:rPr>
        <w:t>Ārējās tirdzniecības nodrošināšanas informācijas sistēmu ieviešana atbilstoši Savienības Muitas kodeksam (Regula Nr. 952/2013):</w:t>
      </w:r>
    </w:p>
    <w:p w14:paraId="1DA34CBB" w14:textId="77777777" w:rsidR="004750C4" w:rsidRPr="00CB73F6" w:rsidRDefault="004750C4" w:rsidP="004750C4">
      <w:pPr>
        <w:pStyle w:val="ListParagraph"/>
        <w:spacing w:after="120"/>
        <w:ind w:left="0"/>
        <w:jc w:val="both"/>
      </w:pPr>
      <w:r w:rsidRPr="00CB73F6">
        <w:rPr>
          <w:i/>
        </w:rPr>
        <w:t>mērķis</w:t>
      </w:r>
      <w:r w:rsidRPr="00CB73F6">
        <w:rPr>
          <w:iCs/>
        </w:rPr>
        <w:t xml:space="preserve"> – </w:t>
      </w:r>
      <w:r w:rsidRPr="00E63D6C">
        <w:rPr>
          <w:iCs/>
        </w:rPr>
        <w:t xml:space="preserve">nodrošināt VID muitas informācijas sistēmu (E-muitas) darbību atbilstoši </w:t>
      </w:r>
      <w:r>
        <w:rPr>
          <w:iCs/>
        </w:rPr>
        <w:t>ES</w:t>
      </w:r>
      <w:r w:rsidRPr="00E63D6C">
        <w:rPr>
          <w:iCs/>
        </w:rPr>
        <w:t xml:space="preserve"> normatīvo aktu prasībām;</w:t>
      </w:r>
    </w:p>
    <w:p w14:paraId="1CC35B08" w14:textId="77777777" w:rsidR="004750C4" w:rsidRPr="00CB73F6" w:rsidRDefault="004750C4" w:rsidP="004750C4">
      <w:pPr>
        <w:ind w:firstLine="0"/>
        <w:rPr>
          <w:szCs w:val="24"/>
        </w:rPr>
      </w:pPr>
      <w:r w:rsidRPr="00CB73F6">
        <w:rPr>
          <w:i/>
          <w:szCs w:val="24"/>
        </w:rPr>
        <w:t>sagaidāmais rezultāts</w:t>
      </w:r>
      <w:r w:rsidRPr="00CB73F6">
        <w:rPr>
          <w:iCs/>
          <w:szCs w:val="24"/>
        </w:rPr>
        <w:t xml:space="preserve"> – </w:t>
      </w:r>
      <w:r w:rsidRPr="00E63D6C">
        <w:rPr>
          <w:szCs w:val="24"/>
        </w:rPr>
        <w:t xml:space="preserve">izveidotas informācijas sistēmas muitas procedūru kārtošanai elektroniskā vidē un informācijas apmaiņai ar </w:t>
      </w:r>
      <w:r>
        <w:rPr>
          <w:szCs w:val="24"/>
        </w:rPr>
        <w:t>ES</w:t>
      </w:r>
      <w:r w:rsidRPr="00E63D6C">
        <w:rPr>
          <w:szCs w:val="24"/>
        </w:rPr>
        <w:t xml:space="preserve"> muitas iestādēm.</w:t>
      </w:r>
    </w:p>
    <w:p w14:paraId="5CF78BF7" w14:textId="77777777" w:rsidR="00CB2B1B" w:rsidRDefault="00CB2B1B" w:rsidP="004750C4">
      <w:pPr>
        <w:ind w:firstLine="720"/>
        <w:rPr>
          <w:b/>
          <w:bCs/>
          <w:szCs w:val="24"/>
        </w:rPr>
      </w:pPr>
    </w:p>
    <w:p w14:paraId="0D88051F" w14:textId="3195DACC" w:rsidR="004750C4" w:rsidRPr="00CB73F6" w:rsidRDefault="004750C4" w:rsidP="004750C4">
      <w:pPr>
        <w:ind w:firstLine="720"/>
        <w:rPr>
          <w:b/>
          <w:bCs/>
          <w:szCs w:val="24"/>
        </w:rPr>
      </w:pPr>
      <w:r w:rsidRPr="00CB73F6">
        <w:rPr>
          <w:b/>
          <w:bCs/>
          <w:szCs w:val="24"/>
        </w:rPr>
        <w:lastRenderedPageBreak/>
        <w:t>9. </w:t>
      </w:r>
      <w:r w:rsidRPr="00E63D6C">
        <w:rPr>
          <w:b/>
          <w:bCs/>
          <w:szCs w:val="24"/>
        </w:rPr>
        <w:t>Normatīvo aktu prasību ieviešana VID informācijas sistēmās:</w:t>
      </w:r>
    </w:p>
    <w:p w14:paraId="3639271E" w14:textId="77777777" w:rsidR="004750C4" w:rsidRPr="00CB73F6" w:rsidRDefault="004750C4" w:rsidP="004750C4">
      <w:pPr>
        <w:ind w:firstLine="0"/>
        <w:rPr>
          <w:szCs w:val="24"/>
        </w:rPr>
      </w:pPr>
      <w:r w:rsidRPr="00CB73F6">
        <w:rPr>
          <w:i/>
          <w:szCs w:val="24"/>
        </w:rPr>
        <w:t>mērķis</w:t>
      </w:r>
      <w:r w:rsidRPr="00CB73F6">
        <w:rPr>
          <w:szCs w:val="24"/>
        </w:rPr>
        <w:t xml:space="preserve"> – </w:t>
      </w:r>
      <w:r w:rsidRPr="00E63D6C">
        <w:rPr>
          <w:szCs w:val="24"/>
        </w:rPr>
        <w:t xml:space="preserve">veikt pielāgojumus VID informācijas sistēmās saistībā ar grozījumiem ārējos normatīvajos aktos, </w:t>
      </w:r>
      <w:r>
        <w:rPr>
          <w:szCs w:val="24"/>
        </w:rPr>
        <w:t>tajā skaitā</w:t>
      </w:r>
      <w:r w:rsidRPr="00E63D6C">
        <w:rPr>
          <w:szCs w:val="24"/>
        </w:rPr>
        <w:t xml:space="preserve"> aktos, kuros tiek pārņemtas </w:t>
      </w:r>
      <w:r>
        <w:rPr>
          <w:szCs w:val="24"/>
        </w:rPr>
        <w:t>ES</w:t>
      </w:r>
      <w:r w:rsidRPr="00E63D6C">
        <w:rPr>
          <w:szCs w:val="24"/>
        </w:rPr>
        <w:t xml:space="preserve"> normatīvo aktu prasības;</w:t>
      </w:r>
    </w:p>
    <w:p w14:paraId="499E6DDC" w14:textId="77777777" w:rsidR="004750C4" w:rsidRPr="00CB73F6" w:rsidRDefault="004750C4" w:rsidP="004750C4">
      <w:pPr>
        <w:ind w:firstLine="0"/>
        <w:rPr>
          <w:szCs w:val="24"/>
        </w:rPr>
      </w:pPr>
      <w:r w:rsidRPr="00CB73F6">
        <w:rPr>
          <w:i/>
          <w:szCs w:val="24"/>
        </w:rPr>
        <w:t>sagaidāmais rezultāts</w:t>
      </w:r>
      <w:r w:rsidRPr="00CB73F6">
        <w:rPr>
          <w:iCs/>
          <w:szCs w:val="24"/>
        </w:rPr>
        <w:t xml:space="preserve"> – </w:t>
      </w:r>
      <w:r w:rsidRPr="00E63D6C">
        <w:rPr>
          <w:szCs w:val="24"/>
        </w:rPr>
        <w:t xml:space="preserve">nodrošināta normatīvo aktu prasību izpilde un ieviesti jauni nodokļu administrēšanas risinājumi ar mērķi uzlabot nodokļu </w:t>
      </w:r>
      <w:proofErr w:type="spellStart"/>
      <w:r w:rsidRPr="00E63D6C">
        <w:rPr>
          <w:szCs w:val="24"/>
        </w:rPr>
        <w:t>iekasējamību</w:t>
      </w:r>
      <w:proofErr w:type="spellEnd"/>
      <w:r w:rsidRPr="00E63D6C">
        <w:rPr>
          <w:szCs w:val="24"/>
        </w:rPr>
        <w:t xml:space="preserve"> (nodokļu krāpšanas apkarošanu), kā arī nodrošināta datu apmaiņa ar </w:t>
      </w:r>
      <w:r>
        <w:rPr>
          <w:szCs w:val="24"/>
        </w:rPr>
        <w:t>ES</w:t>
      </w:r>
      <w:r w:rsidRPr="00E63D6C">
        <w:rPr>
          <w:szCs w:val="24"/>
        </w:rPr>
        <w:t xml:space="preserve"> nodokļu administrācijām un citiem subjektiem.</w:t>
      </w:r>
    </w:p>
    <w:p w14:paraId="5DE96118" w14:textId="77777777" w:rsidR="004750C4" w:rsidRPr="00CB73F6" w:rsidRDefault="004750C4" w:rsidP="004750C4">
      <w:pPr>
        <w:ind w:firstLine="720"/>
        <w:rPr>
          <w:b/>
          <w:bCs/>
          <w:szCs w:val="24"/>
        </w:rPr>
      </w:pPr>
      <w:r w:rsidRPr="00CB73F6">
        <w:rPr>
          <w:b/>
          <w:bCs/>
          <w:szCs w:val="24"/>
        </w:rPr>
        <w:t>10. </w:t>
      </w:r>
      <w:r w:rsidRPr="00E63D6C">
        <w:rPr>
          <w:b/>
          <w:bCs/>
          <w:szCs w:val="24"/>
        </w:rPr>
        <w:t>VID kritisko informācijas sistēmu darbināšana otrā datu centrā un datu drošības stiprināšanai:</w:t>
      </w:r>
    </w:p>
    <w:p w14:paraId="5D3EBD31" w14:textId="77777777" w:rsidR="004750C4" w:rsidRPr="00CB73F6" w:rsidRDefault="004750C4" w:rsidP="004750C4">
      <w:pPr>
        <w:ind w:firstLine="0"/>
        <w:rPr>
          <w:szCs w:val="24"/>
        </w:rPr>
      </w:pPr>
      <w:r w:rsidRPr="00CB73F6">
        <w:rPr>
          <w:i/>
          <w:szCs w:val="24"/>
        </w:rPr>
        <w:t>mērķis</w:t>
      </w:r>
      <w:r w:rsidRPr="00CB73F6">
        <w:rPr>
          <w:iCs/>
          <w:szCs w:val="24"/>
        </w:rPr>
        <w:t xml:space="preserve"> – </w:t>
      </w:r>
      <w:r w:rsidRPr="00E63D6C">
        <w:rPr>
          <w:iCs/>
          <w:szCs w:val="24"/>
        </w:rPr>
        <w:t xml:space="preserve">veikt pasākumus VID elektroniskās apkalpošanas darbības nepārtrauktības uzlabošanai, nodrošinot VID informācijas sistēmu nepārtrauktu darbību atbilstoši </w:t>
      </w:r>
      <w:r>
        <w:rPr>
          <w:iCs/>
          <w:szCs w:val="24"/>
        </w:rPr>
        <w:t>ES</w:t>
      </w:r>
      <w:r w:rsidRPr="00E63D6C">
        <w:rPr>
          <w:iCs/>
          <w:szCs w:val="24"/>
        </w:rPr>
        <w:t xml:space="preserve"> un Latvijas normatīvajiem aktiem;</w:t>
      </w:r>
    </w:p>
    <w:p w14:paraId="4AECFB15" w14:textId="77777777" w:rsidR="004750C4" w:rsidRPr="00CB73F6" w:rsidRDefault="004750C4" w:rsidP="004750C4">
      <w:pPr>
        <w:ind w:firstLine="0"/>
        <w:rPr>
          <w:szCs w:val="24"/>
        </w:rPr>
      </w:pPr>
      <w:r w:rsidRPr="00CB73F6">
        <w:rPr>
          <w:i/>
          <w:szCs w:val="24"/>
        </w:rPr>
        <w:t>sagaidāmais rezultāts</w:t>
      </w:r>
      <w:r w:rsidRPr="00CB73F6">
        <w:rPr>
          <w:iCs/>
          <w:szCs w:val="24"/>
        </w:rPr>
        <w:t xml:space="preserve"> – </w:t>
      </w:r>
      <w:r w:rsidRPr="00E63D6C">
        <w:rPr>
          <w:szCs w:val="24"/>
        </w:rPr>
        <w:t>nodrošināta VID IKT infrastruktūra atbilstoši ārējo normatīvo aktu prasībām, izveidots otrs datu centrs ģeogrāfiski attālinātā vietā, kā arī nodrošināta VID informācijas sistēmu augsta pieejamība lietotājiem.</w:t>
      </w:r>
    </w:p>
    <w:p w14:paraId="00693F42" w14:textId="77777777" w:rsidR="004750C4" w:rsidRPr="00CB73F6" w:rsidRDefault="004750C4" w:rsidP="004750C4">
      <w:pPr>
        <w:ind w:firstLine="720"/>
        <w:rPr>
          <w:b/>
          <w:bCs/>
          <w:szCs w:val="24"/>
        </w:rPr>
      </w:pPr>
      <w:r w:rsidRPr="00CB73F6">
        <w:rPr>
          <w:b/>
          <w:bCs/>
          <w:szCs w:val="24"/>
        </w:rPr>
        <w:t xml:space="preserve">11. </w:t>
      </w:r>
      <w:r w:rsidRPr="00E63D6C">
        <w:rPr>
          <w:b/>
          <w:bCs/>
          <w:szCs w:val="24"/>
        </w:rPr>
        <w:t>Valsts nekustamo īpašumu pārbūvju un rekonstrukciju realizācija:</w:t>
      </w:r>
    </w:p>
    <w:p w14:paraId="60AC664C" w14:textId="77777777" w:rsidR="004750C4" w:rsidRPr="00CB73F6" w:rsidRDefault="004750C4" w:rsidP="004750C4">
      <w:pPr>
        <w:ind w:firstLine="0"/>
        <w:rPr>
          <w:iCs/>
          <w:szCs w:val="24"/>
        </w:rPr>
      </w:pPr>
      <w:r w:rsidRPr="00CB73F6">
        <w:rPr>
          <w:i/>
          <w:szCs w:val="24"/>
        </w:rPr>
        <w:t>mērķis</w:t>
      </w:r>
      <w:r w:rsidRPr="00CB73F6">
        <w:rPr>
          <w:iCs/>
          <w:szCs w:val="24"/>
        </w:rPr>
        <w:t xml:space="preserve"> – </w:t>
      </w:r>
      <w:r w:rsidRPr="00E63D6C">
        <w:rPr>
          <w:iCs/>
          <w:szCs w:val="24"/>
        </w:rPr>
        <w:t>nodrošināt valsts pārvaldes iestādes un kultūras iestādes ar mūsdienīgām, darbības specifikai un darba drošības prasībām atbilstošām telpām;</w:t>
      </w:r>
    </w:p>
    <w:p w14:paraId="50DD489A" w14:textId="77777777" w:rsidR="004750C4" w:rsidRPr="00CB73F6" w:rsidRDefault="004750C4" w:rsidP="004750C4">
      <w:pPr>
        <w:spacing w:after="240"/>
        <w:ind w:firstLine="0"/>
        <w:rPr>
          <w:szCs w:val="24"/>
        </w:rPr>
      </w:pPr>
      <w:r w:rsidRPr="00CB73F6">
        <w:rPr>
          <w:i/>
          <w:szCs w:val="24"/>
        </w:rPr>
        <w:t>sagaidāmais rezultāts</w:t>
      </w:r>
      <w:r w:rsidRPr="00CB73F6">
        <w:rPr>
          <w:iCs/>
          <w:szCs w:val="24"/>
        </w:rPr>
        <w:t xml:space="preserve"> – </w:t>
      </w:r>
      <w:r w:rsidRPr="00E63D6C">
        <w:rPr>
          <w:iCs/>
          <w:szCs w:val="24"/>
        </w:rPr>
        <w:t>Valsts pārvaldes iestādes un kultūras iestādes nodrošinātas ar mūsdienīgām, darbības specifikai un darba drošības prasībām atbilstošām telpām.</w:t>
      </w:r>
    </w:p>
    <w:p w14:paraId="54371FC0" w14:textId="77777777" w:rsidR="004750C4" w:rsidRPr="00CB73F6" w:rsidRDefault="004750C4" w:rsidP="004750C4">
      <w:pPr>
        <w:shd w:val="clear" w:color="auto" w:fill="B6DDE8" w:themeFill="accent5" w:themeFillTint="66"/>
        <w:spacing w:before="130" w:line="260" w:lineRule="atLeast"/>
        <w:ind w:firstLine="0"/>
        <w:jc w:val="center"/>
        <w:rPr>
          <w:b/>
          <w:bCs/>
          <w:szCs w:val="24"/>
          <w:lang w:eastAsia="lv-LV"/>
        </w:rPr>
      </w:pPr>
      <w:r w:rsidRPr="00CB73F6">
        <w:rPr>
          <w:b/>
          <w:bCs/>
          <w:szCs w:val="24"/>
          <w:lang w:eastAsia="lv-LV"/>
        </w:rPr>
        <w:t xml:space="preserve">14. </w:t>
      </w:r>
      <w:proofErr w:type="spellStart"/>
      <w:r w:rsidRPr="00CB73F6">
        <w:rPr>
          <w:b/>
          <w:bCs/>
          <w:szCs w:val="24"/>
          <w:lang w:eastAsia="lv-LV"/>
        </w:rPr>
        <w:t>Iekšlietu</w:t>
      </w:r>
      <w:proofErr w:type="spellEnd"/>
      <w:r w:rsidRPr="00CB73F6">
        <w:rPr>
          <w:b/>
          <w:bCs/>
          <w:szCs w:val="24"/>
          <w:lang w:eastAsia="lv-LV"/>
        </w:rPr>
        <w:t xml:space="preserve"> ministrija</w:t>
      </w:r>
    </w:p>
    <w:p w14:paraId="61C9E07D" w14:textId="77777777" w:rsidR="004750C4" w:rsidRPr="00346F0A" w:rsidRDefault="004750C4" w:rsidP="004750C4">
      <w:pPr>
        <w:spacing w:before="240"/>
        <w:ind w:firstLine="720"/>
        <w:rPr>
          <w:szCs w:val="24"/>
        </w:rPr>
      </w:pPr>
      <w:r w:rsidRPr="00346F0A">
        <w:rPr>
          <w:szCs w:val="24"/>
        </w:rPr>
        <w:t xml:space="preserve">Valsts budžeta finansējums investīciju projektu īstenošanai resorā 2024. gadā plānots </w:t>
      </w:r>
      <w:r w:rsidRPr="00346F0A">
        <w:rPr>
          <w:b/>
          <w:bCs/>
          <w:szCs w:val="24"/>
        </w:rPr>
        <w:t>98,5</w:t>
      </w:r>
      <w:r w:rsidRPr="00346F0A">
        <w:rPr>
          <w:szCs w:val="24"/>
        </w:rPr>
        <w:t xml:space="preserve"> milj. </w:t>
      </w:r>
      <w:proofErr w:type="spellStart"/>
      <w:r w:rsidRPr="005109E8">
        <w:rPr>
          <w:i/>
          <w:iCs/>
          <w:szCs w:val="24"/>
        </w:rPr>
        <w:t>euro</w:t>
      </w:r>
      <w:proofErr w:type="spellEnd"/>
      <w:r w:rsidRPr="00346F0A">
        <w:rPr>
          <w:szCs w:val="24"/>
        </w:rPr>
        <w:t xml:space="preserve">, </w:t>
      </w:r>
      <w:r>
        <w:rPr>
          <w:szCs w:val="24"/>
        </w:rPr>
        <w:t>tajā skaitā</w:t>
      </w:r>
      <w:r w:rsidRPr="00346F0A">
        <w:rPr>
          <w:szCs w:val="24"/>
        </w:rPr>
        <w:t xml:space="preserve"> </w:t>
      </w:r>
      <w:r>
        <w:rPr>
          <w:szCs w:val="24"/>
        </w:rPr>
        <w:t>ES</w:t>
      </w:r>
      <w:r w:rsidRPr="00346F0A">
        <w:rPr>
          <w:szCs w:val="24"/>
        </w:rPr>
        <w:t xml:space="preserve"> politiku instrumentu un pārējās ārvalstu finanšu palīdzības līdzfinansēto projektu īstenošanai </w:t>
      </w:r>
      <w:r w:rsidRPr="00346F0A">
        <w:rPr>
          <w:b/>
          <w:bCs/>
          <w:szCs w:val="24"/>
        </w:rPr>
        <w:t>37,6</w:t>
      </w:r>
      <w:r w:rsidRPr="00346F0A">
        <w:rPr>
          <w:szCs w:val="24"/>
        </w:rPr>
        <w:t xml:space="preserve"> milj. </w:t>
      </w:r>
      <w:proofErr w:type="spellStart"/>
      <w:r w:rsidRPr="005109E8">
        <w:rPr>
          <w:i/>
          <w:iCs/>
          <w:szCs w:val="24"/>
        </w:rPr>
        <w:t>euro</w:t>
      </w:r>
      <w:proofErr w:type="spellEnd"/>
      <w:r w:rsidRPr="00346F0A">
        <w:rPr>
          <w:szCs w:val="24"/>
        </w:rPr>
        <w:t xml:space="preserve"> apmērā. Paredzētais valsts budžeta ieguldījums investīcijām ir </w:t>
      </w:r>
      <w:r w:rsidRPr="00364339">
        <w:rPr>
          <w:szCs w:val="24"/>
        </w:rPr>
        <w:t xml:space="preserve">par 73,8 milj. </w:t>
      </w:r>
      <w:proofErr w:type="spellStart"/>
      <w:r w:rsidRPr="00364339">
        <w:rPr>
          <w:i/>
          <w:iCs/>
          <w:szCs w:val="24"/>
        </w:rPr>
        <w:t>euro</w:t>
      </w:r>
      <w:proofErr w:type="spellEnd"/>
      <w:r w:rsidRPr="00364339">
        <w:rPr>
          <w:szCs w:val="24"/>
        </w:rPr>
        <w:t xml:space="preserve"> jeb 298,3% lielāks, salīdzinot</w:t>
      </w:r>
      <w:r w:rsidRPr="00346F0A">
        <w:rPr>
          <w:szCs w:val="24"/>
        </w:rPr>
        <w:t xml:space="preserve"> ar investīciju apjomu 2023. gada budžetā.</w:t>
      </w:r>
    </w:p>
    <w:p w14:paraId="18B61027" w14:textId="77777777" w:rsidR="004750C4" w:rsidRDefault="004750C4" w:rsidP="004750C4">
      <w:pPr>
        <w:ind w:firstLine="720"/>
        <w:rPr>
          <w:szCs w:val="24"/>
        </w:rPr>
      </w:pPr>
      <w:r w:rsidRPr="00346F0A">
        <w:rPr>
          <w:szCs w:val="24"/>
        </w:rPr>
        <w:t xml:space="preserve">Ar resora investīcijām 2024. gadā tiks stiprināta par valsts iekšējo drošību atbildīgo institūciju gatavība katastrofu, militāru vai citu apdraudējumu pārvarēšanai, uzlabota ugunsdrošības, ugunsdzēsības, glābšanas un civilās aizsardzības funkciju izpildei nepieciešamā infrastruktūra, sekmētas noziedzības apkarošanas, sabiedriskās kārtības un drošības aizsardzības, personas tiesību un likumīgo interešu aizsardzības, valsts robežas drošības, iedzīvotāju uzskaites un dokumentēšanas, migrācijas un pilsonības jautājumu </w:t>
      </w:r>
      <w:proofErr w:type="spellStart"/>
      <w:r w:rsidRPr="00346F0A">
        <w:rPr>
          <w:szCs w:val="24"/>
        </w:rPr>
        <w:t>apakšnozares</w:t>
      </w:r>
      <w:proofErr w:type="spellEnd"/>
      <w:r w:rsidRPr="00346F0A">
        <w:rPr>
          <w:szCs w:val="24"/>
        </w:rPr>
        <w:t>, kā arī tiks sekmēta centralizētās sankciju izpildes sistēmas izveide Latvijā.</w:t>
      </w:r>
    </w:p>
    <w:p w14:paraId="1B965B7F" w14:textId="77777777" w:rsidR="004750C4" w:rsidRPr="00CB73F6" w:rsidRDefault="004750C4" w:rsidP="004750C4">
      <w:pPr>
        <w:ind w:firstLine="720"/>
        <w:rPr>
          <w:b/>
          <w:bCs/>
          <w:szCs w:val="24"/>
        </w:rPr>
      </w:pPr>
      <w:r w:rsidRPr="00CB73F6">
        <w:rPr>
          <w:b/>
          <w:bCs/>
          <w:szCs w:val="24"/>
        </w:rPr>
        <w:t xml:space="preserve">1. </w:t>
      </w:r>
      <w:r w:rsidRPr="00346F0A">
        <w:rPr>
          <w:b/>
          <w:bCs/>
          <w:szCs w:val="24"/>
        </w:rPr>
        <w:t>Valsts ugunsdzēsības un glābšanas dienesta darbības efektivitātes paaugstināšana</w:t>
      </w:r>
      <w:r w:rsidRPr="00CB73F6">
        <w:rPr>
          <w:b/>
          <w:bCs/>
          <w:szCs w:val="24"/>
        </w:rPr>
        <w:t>:</w:t>
      </w:r>
    </w:p>
    <w:p w14:paraId="7240DADF"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346F0A">
        <w:rPr>
          <w:szCs w:val="24"/>
        </w:rPr>
        <w:t>paaugstināt Valsts ugunsdzēsības un glābšanas dienesta gatavību krīzes situācijās un nodrošināt esošo struktūrvienību nepārtrauktu darbību</w:t>
      </w:r>
      <w:r w:rsidRPr="00CB73F6">
        <w:rPr>
          <w:szCs w:val="24"/>
        </w:rPr>
        <w:t>;</w:t>
      </w:r>
    </w:p>
    <w:p w14:paraId="3D197EA5" w14:textId="77777777" w:rsidR="004750C4" w:rsidRPr="00346F0A" w:rsidRDefault="004750C4" w:rsidP="004750C4">
      <w:pPr>
        <w:ind w:firstLine="0"/>
        <w:rPr>
          <w:szCs w:val="24"/>
        </w:rPr>
      </w:pPr>
      <w:r w:rsidRPr="00CB73F6">
        <w:rPr>
          <w:i/>
          <w:iCs/>
          <w:szCs w:val="24"/>
        </w:rPr>
        <w:t>sagaidāmais rezultāts</w:t>
      </w:r>
      <w:r w:rsidRPr="00CB73F6">
        <w:rPr>
          <w:szCs w:val="24"/>
        </w:rPr>
        <w:t xml:space="preserve"> – </w:t>
      </w:r>
      <w:r w:rsidRPr="00346F0A">
        <w:rPr>
          <w:szCs w:val="24"/>
        </w:rPr>
        <w:t>veicot Valsts ugunsdzēsības un glābšanas dienesta nolietoto speciālo transportlīdzekļu nomaiņu tiks:</w:t>
      </w:r>
    </w:p>
    <w:p w14:paraId="161C4D7F" w14:textId="77777777" w:rsidR="004750C4" w:rsidRPr="00346F0A" w:rsidRDefault="004750C4" w:rsidP="004750C4">
      <w:pPr>
        <w:pStyle w:val="ListParagraph"/>
        <w:numPr>
          <w:ilvl w:val="0"/>
          <w:numId w:val="28"/>
        </w:numPr>
      </w:pPr>
      <w:r w:rsidRPr="00346F0A">
        <w:t xml:space="preserve">pilnveidota Valsts ugunsdzēsības un glābšanas dienesta uzdevumu izpilde, </w:t>
      </w:r>
    </w:p>
    <w:p w14:paraId="56D5B489" w14:textId="77777777" w:rsidR="004750C4" w:rsidRPr="00346F0A" w:rsidRDefault="004750C4" w:rsidP="004750C4">
      <w:pPr>
        <w:pStyle w:val="ListParagraph"/>
        <w:numPr>
          <w:ilvl w:val="0"/>
          <w:numId w:val="28"/>
        </w:numPr>
      </w:pPr>
      <w:r w:rsidRPr="00346F0A">
        <w:t>sniegta savlaicīgāka palīdzība iedzīvotājiem dažādās bīstamās situācijās, glābjot cilvēku dzīvības un materiālās vērtības;</w:t>
      </w:r>
    </w:p>
    <w:p w14:paraId="5F7BDCD6" w14:textId="77777777" w:rsidR="004750C4" w:rsidRPr="00346F0A" w:rsidRDefault="004750C4" w:rsidP="004750C4">
      <w:pPr>
        <w:pStyle w:val="ListParagraph"/>
        <w:numPr>
          <w:ilvl w:val="0"/>
          <w:numId w:val="28"/>
        </w:numPr>
        <w:spacing w:after="120"/>
        <w:ind w:left="714" w:hanging="357"/>
        <w:contextualSpacing w:val="0"/>
      </w:pPr>
      <w:r w:rsidRPr="00346F0A">
        <w:t>savlaicīgāk un efektīvāk novērsti apdraudējumi videi</w:t>
      </w:r>
      <w:r>
        <w:t>;</w:t>
      </w:r>
    </w:p>
    <w:p w14:paraId="2DD3DB41" w14:textId="77777777" w:rsidR="004750C4" w:rsidRPr="00CB73F6" w:rsidRDefault="004750C4" w:rsidP="004750C4">
      <w:pPr>
        <w:ind w:firstLine="720"/>
        <w:rPr>
          <w:b/>
          <w:bCs/>
          <w:szCs w:val="24"/>
          <w:lang w:val="cs-CZ"/>
        </w:rPr>
      </w:pPr>
      <w:r w:rsidRPr="00CB73F6">
        <w:rPr>
          <w:b/>
          <w:bCs/>
          <w:szCs w:val="24"/>
          <w:lang w:val="cs-CZ"/>
        </w:rPr>
        <w:lastRenderedPageBreak/>
        <w:t xml:space="preserve">2. </w:t>
      </w:r>
      <w:r w:rsidRPr="00346F0A">
        <w:rPr>
          <w:b/>
          <w:bCs/>
          <w:szCs w:val="24"/>
        </w:rPr>
        <w:t>Valsts aizsardzības spēju attīstība un iekšējās drošības stiprināšanas pasākumu īstenošana saistībā ar plaša mēroga Krievijas militāro agresiju pret Ukrainu un pieaugošiem ģeopolitiskiem riskiem</w:t>
      </w:r>
      <w:r w:rsidRPr="00CB73F6">
        <w:rPr>
          <w:b/>
          <w:bCs/>
          <w:szCs w:val="24"/>
        </w:rPr>
        <w:t>:</w:t>
      </w:r>
    </w:p>
    <w:p w14:paraId="338F1A77"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346F0A">
        <w:rPr>
          <w:szCs w:val="24"/>
        </w:rPr>
        <w:t>stiprināt valsts iekšējo drošību un atbildīgo institūciju gatavību katastrofu, militāru vai citu apdraudējumu pārvarēšanai;</w:t>
      </w:r>
    </w:p>
    <w:p w14:paraId="13F71682" w14:textId="77777777" w:rsidR="004750C4" w:rsidRPr="00346F0A" w:rsidRDefault="004750C4" w:rsidP="004750C4">
      <w:pPr>
        <w:ind w:firstLine="0"/>
        <w:rPr>
          <w:szCs w:val="24"/>
        </w:rPr>
      </w:pPr>
      <w:r w:rsidRPr="00CB73F6">
        <w:rPr>
          <w:i/>
          <w:iCs/>
          <w:szCs w:val="24"/>
        </w:rPr>
        <w:t>sagaidāmais rezultāts</w:t>
      </w:r>
      <w:r w:rsidRPr="00CB73F6">
        <w:rPr>
          <w:szCs w:val="24"/>
        </w:rPr>
        <w:t xml:space="preserve"> –</w:t>
      </w:r>
      <w:r w:rsidRPr="00CB73F6">
        <w:rPr>
          <w:iCs/>
          <w:szCs w:val="24"/>
        </w:rPr>
        <w:t xml:space="preserve"> </w:t>
      </w:r>
      <w:r w:rsidRPr="00346F0A">
        <w:rPr>
          <w:szCs w:val="24"/>
        </w:rPr>
        <w:t xml:space="preserve">uzlabota atbildīgo institūciju gatavība katastrofu, militāru vai citu apdraudējumu gadījumā, </w:t>
      </w:r>
      <w:r>
        <w:rPr>
          <w:szCs w:val="24"/>
        </w:rPr>
        <w:t>tajā skaitā</w:t>
      </w:r>
      <w:r w:rsidRPr="00346F0A">
        <w:rPr>
          <w:szCs w:val="24"/>
        </w:rPr>
        <w:t>:</w:t>
      </w:r>
    </w:p>
    <w:p w14:paraId="09273373" w14:textId="77777777" w:rsidR="004750C4" w:rsidRPr="00346F0A" w:rsidRDefault="004750C4" w:rsidP="004750C4">
      <w:pPr>
        <w:pStyle w:val="ListParagraph"/>
        <w:numPr>
          <w:ilvl w:val="0"/>
          <w:numId w:val="29"/>
        </w:numPr>
      </w:pPr>
      <w:r w:rsidRPr="00346F0A">
        <w:t xml:space="preserve">stiprināta Civilās aizsardzības un katastrofu pārvaldīšanas sistēma, izveidojot Civilās aizsardzības operacionālo vadības centru (CAOVC); </w:t>
      </w:r>
    </w:p>
    <w:p w14:paraId="3FED7B6C" w14:textId="77777777" w:rsidR="004750C4" w:rsidRPr="00346F0A" w:rsidRDefault="004750C4" w:rsidP="004750C4">
      <w:pPr>
        <w:pStyle w:val="ListParagraph"/>
        <w:numPr>
          <w:ilvl w:val="0"/>
          <w:numId w:val="29"/>
        </w:numPr>
        <w:spacing w:after="120"/>
        <w:ind w:left="714" w:hanging="357"/>
        <w:contextualSpacing w:val="0"/>
        <w:rPr>
          <w:lang w:val="cs-CZ"/>
        </w:rPr>
      </w:pPr>
      <w:r w:rsidRPr="00346F0A">
        <w:t xml:space="preserve">uzlabota palīdzības nodrošināšana katastrofu, militāru vai citu apdraudējumu gadījumā, izbūvējot </w:t>
      </w:r>
      <w:proofErr w:type="spellStart"/>
      <w:r w:rsidRPr="00346F0A">
        <w:t>iekšlietu</w:t>
      </w:r>
      <w:proofErr w:type="spellEnd"/>
      <w:r w:rsidRPr="00346F0A">
        <w:t xml:space="preserve"> nozarei kopīgas valsts materiālo rezervju un ikdienas resursu noliktavas; veicot tehnikas iegādi Valsts ugunsdzēsības un glābšanas dienesta vajadzībām un bruņojuma iegādi Valsts policijas vajadzībām.</w:t>
      </w:r>
    </w:p>
    <w:p w14:paraId="14A4C45D" w14:textId="77777777" w:rsidR="004750C4" w:rsidRPr="00CB73F6" w:rsidRDefault="004750C4" w:rsidP="004750C4">
      <w:pPr>
        <w:ind w:firstLine="720"/>
        <w:rPr>
          <w:b/>
          <w:bCs/>
          <w:szCs w:val="24"/>
        </w:rPr>
      </w:pPr>
      <w:r w:rsidRPr="00CB73F6">
        <w:rPr>
          <w:b/>
          <w:bCs/>
          <w:szCs w:val="24"/>
        </w:rPr>
        <w:t xml:space="preserve">3. </w:t>
      </w:r>
      <w:r>
        <w:rPr>
          <w:b/>
          <w:bCs/>
          <w:szCs w:val="24"/>
        </w:rPr>
        <w:t>IeM</w:t>
      </w:r>
      <w:r w:rsidRPr="00346F0A">
        <w:rPr>
          <w:b/>
          <w:bCs/>
          <w:szCs w:val="24"/>
        </w:rPr>
        <w:t xml:space="preserve"> padotības iestāžu īpašumā, valdījumā vai lietošanā esošo nekustamo īpašumu tehniskā stāvokļa uzlabošana</w:t>
      </w:r>
      <w:r w:rsidRPr="00CB73F6">
        <w:rPr>
          <w:b/>
          <w:bCs/>
          <w:szCs w:val="24"/>
        </w:rPr>
        <w:t>:</w:t>
      </w:r>
    </w:p>
    <w:p w14:paraId="100DED5E"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BC1EB9">
        <w:t>nodrošin</w:t>
      </w:r>
      <w:r>
        <w:t>ā</w:t>
      </w:r>
      <w:r w:rsidRPr="00BC1EB9">
        <w:t xml:space="preserve">t </w:t>
      </w:r>
      <w:proofErr w:type="spellStart"/>
      <w:r w:rsidRPr="00BC1EB9">
        <w:t>iekšlietu</w:t>
      </w:r>
      <w:proofErr w:type="spellEnd"/>
      <w:r w:rsidRPr="00BC1EB9">
        <w:t xml:space="preserve"> nozarē strādājošos darbiniekus ar darbam piemērotām telpām</w:t>
      </w:r>
      <w:r>
        <w:t>;</w:t>
      </w:r>
    </w:p>
    <w:p w14:paraId="0157F0DD" w14:textId="77777777" w:rsidR="004750C4" w:rsidRDefault="004750C4" w:rsidP="004750C4">
      <w:pPr>
        <w:ind w:left="709" w:firstLine="11"/>
        <w:rPr>
          <w:lang w:val="cs-CZ"/>
        </w:rPr>
      </w:pPr>
      <w:r w:rsidRPr="00CB73F6">
        <w:rPr>
          <w:i/>
          <w:iCs/>
          <w:szCs w:val="24"/>
        </w:rPr>
        <w:t>sagaidāmais rezultāts</w:t>
      </w:r>
      <w:r w:rsidRPr="00CB73F6">
        <w:rPr>
          <w:szCs w:val="24"/>
        </w:rPr>
        <w:t xml:space="preserve"> – </w:t>
      </w:r>
      <w:r>
        <w:rPr>
          <w:lang w:val="cs-CZ"/>
        </w:rPr>
        <w:t>veicot</w:t>
      </w:r>
      <w:r w:rsidRPr="00BC1EB9">
        <w:rPr>
          <w:lang w:val="cs-CZ"/>
        </w:rPr>
        <w:t xml:space="preserve"> neatliekam</w:t>
      </w:r>
      <w:r>
        <w:rPr>
          <w:lang w:val="cs-CZ"/>
        </w:rPr>
        <w:t>os</w:t>
      </w:r>
      <w:r w:rsidRPr="00BC1EB9">
        <w:rPr>
          <w:lang w:val="cs-CZ"/>
        </w:rPr>
        <w:t xml:space="preserve"> </w:t>
      </w:r>
      <w:r>
        <w:rPr>
          <w:lang w:val="cs-CZ"/>
        </w:rPr>
        <w:t xml:space="preserve">kapitālos </w:t>
      </w:r>
      <w:r w:rsidRPr="00BC1EB9">
        <w:rPr>
          <w:lang w:val="cs-CZ"/>
        </w:rPr>
        <w:t>remontdarb</w:t>
      </w:r>
      <w:r>
        <w:rPr>
          <w:lang w:val="cs-CZ"/>
        </w:rPr>
        <w:t xml:space="preserve">us </w:t>
      </w:r>
      <w:r w:rsidRPr="00996E56">
        <w:rPr>
          <w:lang w:val="cs-CZ"/>
        </w:rPr>
        <w:t>Iekšlietu ministrijas padotības iestāžu īpašumā, valdījumā vai lietošanā esoš</w:t>
      </w:r>
      <w:r>
        <w:rPr>
          <w:lang w:val="cs-CZ"/>
        </w:rPr>
        <w:t>ajiem</w:t>
      </w:r>
      <w:r w:rsidRPr="00996E56">
        <w:rPr>
          <w:lang w:val="cs-CZ"/>
        </w:rPr>
        <w:t xml:space="preserve"> nekustam</w:t>
      </w:r>
      <w:r>
        <w:rPr>
          <w:lang w:val="cs-CZ"/>
        </w:rPr>
        <w:t>ajiem</w:t>
      </w:r>
      <w:r w:rsidRPr="00996E56">
        <w:rPr>
          <w:lang w:val="cs-CZ"/>
        </w:rPr>
        <w:t xml:space="preserve"> īpašum</w:t>
      </w:r>
      <w:r>
        <w:rPr>
          <w:lang w:val="cs-CZ"/>
        </w:rPr>
        <w:t>iem</w:t>
      </w:r>
      <w:r w:rsidRPr="00BC1EB9">
        <w:rPr>
          <w:lang w:val="cs-CZ"/>
        </w:rPr>
        <w:t xml:space="preserve">, </w:t>
      </w:r>
      <w:r>
        <w:rPr>
          <w:lang w:val="cs-CZ"/>
        </w:rPr>
        <w:t>tiks:</w:t>
      </w:r>
    </w:p>
    <w:p w14:paraId="25C00D3A" w14:textId="77777777" w:rsidR="004750C4" w:rsidRPr="00346F0A" w:rsidRDefault="004750C4" w:rsidP="004750C4">
      <w:pPr>
        <w:pStyle w:val="ListParagraph"/>
        <w:numPr>
          <w:ilvl w:val="0"/>
          <w:numId w:val="31"/>
        </w:numPr>
        <w:ind w:left="714" w:hanging="357"/>
        <w:rPr>
          <w:lang w:val="cs-CZ"/>
        </w:rPr>
      </w:pPr>
      <w:r w:rsidRPr="00346F0A">
        <w:rPr>
          <w:lang w:val="cs-CZ"/>
        </w:rPr>
        <w:t>uzlabots ēku un telpu tehniskais stāvoklis;</w:t>
      </w:r>
    </w:p>
    <w:p w14:paraId="53C833BA" w14:textId="77777777" w:rsidR="004750C4" w:rsidRPr="00346F0A" w:rsidRDefault="004750C4" w:rsidP="004750C4">
      <w:pPr>
        <w:pStyle w:val="ListParagraph"/>
        <w:numPr>
          <w:ilvl w:val="0"/>
          <w:numId w:val="31"/>
        </w:numPr>
        <w:ind w:left="714" w:hanging="357"/>
        <w:rPr>
          <w:lang w:val="cs-CZ"/>
        </w:rPr>
      </w:pPr>
      <w:r w:rsidRPr="00346F0A">
        <w:rPr>
          <w:lang w:val="cs-CZ"/>
        </w:rPr>
        <w:t>nodrošināta Iekšlietu ministrijas nekustamo īpašumu ekpluatācijas iespējamība;</w:t>
      </w:r>
    </w:p>
    <w:p w14:paraId="42753AC1" w14:textId="77777777" w:rsidR="004750C4" w:rsidRPr="00346F0A" w:rsidRDefault="004750C4" w:rsidP="004750C4">
      <w:pPr>
        <w:pStyle w:val="ListParagraph"/>
        <w:numPr>
          <w:ilvl w:val="0"/>
          <w:numId w:val="31"/>
        </w:numPr>
        <w:spacing w:after="240"/>
        <w:ind w:left="714" w:hanging="357"/>
        <w:contextualSpacing w:val="0"/>
        <w:rPr>
          <w:lang w:val="cs-CZ"/>
        </w:rPr>
      </w:pPr>
      <w:r w:rsidRPr="00346F0A">
        <w:rPr>
          <w:lang w:val="cs-CZ"/>
        </w:rPr>
        <w:t xml:space="preserve">nodrošināta efektīva un lietderīga nekustamo īpašumu izmantošana. </w:t>
      </w:r>
    </w:p>
    <w:p w14:paraId="265BC78B" w14:textId="77777777" w:rsidR="004750C4" w:rsidRPr="00CB73F6" w:rsidRDefault="004750C4" w:rsidP="004750C4">
      <w:pPr>
        <w:shd w:val="clear" w:color="auto" w:fill="B6DDE8" w:themeFill="accent5" w:themeFillTint="66"/>
        <w:spacing w:before="130" w:line="260" w:lineRule="exact"/>
        <w:ind w:firstLine="0"/>
        <w:jc w:val="center"/>
        <w:rPr>
          <w:b/>
          <w:szCs w:val="24"/>
        </w:rPr>
      </w:pPr>
      <w:r w:rsidRPr="00CB73F6">
        <w:rPr>
          <w:b/>
          <w:szCs w:val="24"/>
        </w:rPr>
        <w:t>15. Izglītības un zinātnes ministrija</w:t>
      </w:r>
    </w:p>
    <w:p w14:paraId="2A02F9A3" w14:textId="77777777" w:rsidR="004750C4" w:rsidRPr="00781B66" w:rsidRDefault="004750C4" w:rsidP="004750C4">
      <w:pPr>
        <w:spacing w:before="240"/>
        <w:ind w:firstLine="720"/>
        <w:rPr>
          <w:szCs w:val="24"/>
        </w:rPr>
      </w:pPr>
      <w:r w:rsidRPr="00781B66">
        <w:rPr>
          <w:szCs w:val="24"/>
        </w:rPr>
        <w:t xml:space="preserve">Valsts budžeta finansējums investīciju projektu īstenošanai resorā 2024.gadā plānots </w:t>
      </w:r>
      <w:r w:rsidRPr="00A50A68">
        <w:rPr>
          <w:b/>
          <w:bCs/>
          <w:szCs w:val="24"/>
        </w:rPr>
        <w:t>2,5</w:t>
      </w:r>
      <w:r w:rsidRPr="00781B66">
        <w:rPr>
          <w:szCs w:val="24"/>
        </w:rPr>
        <w:t xml:space="preserve"> milj. </w:t>
      </w:r>
      <w:proofErr w:type="spellStart"/>
      <w:r w:rsidRPr="00AA4E98">
        <w:rPr>
          <w:i/>
          <w:iCs/>
          <w:szCs w:val="24"/>
        </w:rPr>
        <w:t>euro</w:t>
      </w:r>
      <w:proofErr w:type="spellEnd"/>
      <w:r w:rsidRPr="00781B66">
        <w:rPr>
          <w:szCs w:val="24"/>
        </w:rPr>
        <w:t xml:space="preserve">, tajā skaitā </w:t>
      </w:r>
      <w:r>
        <w:rPr>
          <w:szCs w:val="24"/>
        </w:rPr>
        <w:t>ES</w:t>
      </w:r>
      <w:r w:rsidRPr="00781B66">
        <w:rPr>
          <w:szCs w:val="24"/>
        </w:rPr>
        <w:t xml:space="preserve"> politiku instrumentu un pārējās ārvalstu finanšu palīdzības līdzfinansēto projektu īstenošanai </w:t>
      </w:r>
      <w:r w:rsidRPr="00A50A68">
        <w:rPr>
          <w:b/>
          <w:bCs/>
          <w:szCs w:val="24"/>
        </w:rPr>
        <w:t>0,1</w:t>
      </w:r>
      <w:r w:rsidRPr="00781B66">
        <w:rPr>
          <w:szCs w:val="24"/>
        </w:rPr>
        <w:t xml:space="preserve"> milj. </w:t>
      </w:r>
      <w:proofErr w:type="spellStart"/>
      <w:r w:rsidRPr="00AA4E98">
        <w:rPr>
          <w:i/>
          <w:iCs/>
          <w:szCs w:val="24"/>
        </w:rPr>
        <w:t>euro</w:t>
      </w:r>
      <w:proofErr w:type="spellEnd"/>
      <w:r w:rsidRPr="00781B66">
        <w:rPr>
          <w:szCs w:val="24"/>
        </w:rPr>
        <w:t xml:space="preserve"> apmērā. Paredzētais valsts budžeta ieguldījums investīcijām ir par 16,4 milj. </w:t>
      </w:r>
      <w:proofErr w:type="spellStart"/>
      <w:r w:rsidRPr="00AA4E98">
        <w:rPr>
          <w:i/>
          <w:iCs/>
          <w:szCs w:val="24"/>
        </w:rPr>
        <w:t>euro</w:t>
      </w:r>
      <w:proofErr w:type="spellEnd"/>
      <w:r w:rsidRPr="00781B66">
        <w:rPr>
          <w:szCs w:val="24"/>
        </w:rPr>
        <w:t xml:space="preserve"> jeb </w:t>
      </w:r>
      <w:r w:rsidRPr="00AA4E98">
        <w:rPr>
          <w:szCs w:val="24"/>
        </w:rPr>
        <w:t>87</w:t>
      </w:r>
      <w:r w:rsidRPr="00617906">
        <w:rPr>
          <w:szCs w:val="24"/>
        </w:rPr>
        <w:t>,0</w:t>
      </w:r>
      <w:r w:rsidRPr="00AA4E98">
        <w:rPr>
          <w:szCs w:val="24"/>
        </w:rPr>
        <w:t>% mazāks</w:t>
      </w:r>
      <w:r w:rsidRPr="00617906">
        <w:rPr>
          <w:szCs w:val="24"/>
        </w:rPr>
        <w:t>, salīdzinot</w:t>
      </w:r>
      <w:r w:rsidRPr="00781B66">
        <w:rPr>
          <w:szCs w:val="24"/>
        </w:rPr>
        <w:t xml:space="preserve"> ar investīciju apjomu 2023. gada budžetā.</w:t>
      </w:r>
    </w:p>
    <w:p w14:paraId="4F2FA965" w14:textId="77777777" w:rsidR="004750C4" w:rsidRDefault="004750C4" w:rsidP="004750C4">
      <w:pPr>
        <w:ind w:firstLine="720"/>
        <w:rPr>
          <w:szCs w:val="24"/>
        </w:rPr>
      </w:pPr>
      <w:r w:rsidRPr="00781B66">
        <w:rPr>
          <w:szCs w:val="24"/>
        </w:rPr>
        <w:t xml:space="preserve">Ar resora investīcijām 2024. gadā tiks sekmēta latviešu valodas resursu </w:t>
      </w:r>
      <w:proofErr w:type="spellStart"/>
      <w:r w:rsidRPr="00781B66">
        <w:rPr>
          <w:szCs w:val="24"/>
        </w:rPr>
        <w:t>digitalizācija</w:t>
      </w:r>
      <w:proofErr w:type="spellEnd"/>
      <w:r w:rsidRPr="00781B66">
        <w:rPr>
          <w:szCs w:val="24"/>
        </w:rPr>
        <w:t xml:space="preserve"> un profesionālās izglītības mācību vides uzlabošana, tādejādi nodrošinot mācību vides attīstību un pieejamību. Kā arī iegādāt</w:t>
      </w:r>
      <w:r>
        <w:rPr>
          <w:szCs w:val="24"/>
        </w:rPr>
        <w:t>a</w:t>
      </w:r>
      <w:r w:rsidRPr="00781B66">
        <w:rPr>
          <w:szCs w:val="24"/>
        </w:rPr>
        <w:t xml:space="preserve"> dzesēšanas sistēma Akadēmiskajā Datu centrā Ķīpsalā augstskolu un ministrijas vajadzībām.</w:t>
      </w:r>
    </w:p>
    <w:p w14:paraId="728276F5" w14:textId="77777777" w:rsidR="004750C4" w:rsidRPr="00CB73F6" w:rsidRDefault="004750C4" w:rsidP="004750C4">
      <w:pPr>
        <w:ind w:firstLine="720"/>
        <w:rPr>
          <w:b/>
          <w:bCs/>
          <w:szCs w:val="24"/>
        </w:rPr>
      </w:pPr>
      <w:r w:rsidRPr="00CB73F6">
        <w:rPr>
          <w:b/>
          <w:bCs/>
          <w:szCs w:val="24"/>
        </w:rPr>
        <w:t xml:space="preserve">1. </w:t>
      </w:r>
      <w:r w:rsidRPr="00781B66">
        <w:rPr>
          <w:b/>
          <w:bCs/>
          <w:szCs w:val="24"/>
        </w:rPr>
        <w:t>Profesionālās izglītības iestāžu izglītības programmu materiāltehniskās bāzes uzlabošana un atjaunošana</w:t>
      </w:r>
      <w:r w:rsidRPr="00CB73F6">
        <w:rPr>
          <w:b/>
          <w:bCs/>
          <w:szCs w:val="24"/>
        </w:rPr>
        <w:t>:</w:t>
      </w:r>
    </w:p>
    <w:p w14:paraId="121A8B18"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781B66">
        <w:rPr>
          <w:szCs w:val="24"/>
        </w:rPr>
        <w:t>profesionālās izglītības iestāžu izglītības programmu materiāltehniskās bāzes uzlabošana un atjaunošana, turpinot mācību vides atbilstību tautsaimniecības nozaru attīstību un uzlabojot profesionālās izglītības pieejamību;</w:t>
      </w:r>
    </w:p>
    <w:p w14:paraId="1F56D563"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781B66">
        <w:rPr>
          <w:szCs w:val="24"/>
        </w:rPr>
        <w:t>uzlabota profesionālo iestāžu izglītības programmu materiāltehniskā bāze un veikti dienestu viesnīcu un mācību telpu kosmētiskie remonti.</w:t>
      </w:r>
    </w:p>
    <w:p w14:paraId="6144FD3F" w14:textId="77777777" w:rsidR="004750C4" w:rsidRPr="00CB73F6" w:rsidRDefault="004750C4" w:rsidP="004750C4">
      <w:pPr>
        <w:ind w:firstLine="720"/>
        <w:rPr>
          <w:b/>
          <w:bCs/>
          <w:szCs w:val="24"/>
        </w:rPr>
      </w:pPr>
      <w:r w:rsidRPr="00CB73F6">
        <w:rPr>
          <w:b/>
          <w:bCs/>
          <w:szCs w:val="24"/>
        </w:rPr>
        <w:t xml:space="preserve">2. Latviešu valodas resursu </w:t>
      </w:r>
      <w:proofErr w:type="spellStart"/>
      <w:r w:rsidRPr="00CB73F6">
        <w:rPr>
          <w:b/>
          <w:bCs/>
          <w:szCs w:val="24"/>
        </w:rPr>
        <w:t>digitalizācija</w:t>
      </w:r>
      <w:proofErr w:type="spellEnd"/>
      <w:r w:rsidRPr="00CB73F6">
        <w:rPr>
          <w:b/>
          <w:bCs/>
          <w:iCs/>
          <w:szCs w:val="24"/>
        </w:rPr>
        <w:t>:</w:t>
      </w:r>
    </w:p>
    <w:p w14:paraId="2EB44243" w14:textId="77777777" w:rsidR="004750C4" w:rsidRPr="00CB73F6" w:rsidRDefault="004750C4" w:rsidP="004750C4">
      <w:pPr>
        <w:ind w:firstLine="0"/>
        <w:rPr>
          <w:szCs w:val="24"/>
        </w:rPr>
      </w:pPr>
      <w:r w:rsidRPr="00CB73F6">
        <w:rPr>
          <w:i/>
          <w:iCs/>
          <w:szCs w:val="24"/>
        </w:rPr>
        <w:t>mērķis</w:t>
      </w:r>
      <w:r w:rsidRPr="00CB73F6">
        <w:rPr>
          <w:szCs w:val="24"/>
        </w:rPr>
        <w:t xml:space="preserve"> – veidot stratēģisku infrastruktūru latviešu valodas resursu </w:t>
      </w:r>
      <w:proofErr w:type="spellStart"/>
      <w:r w:rsidRPr="00CB73F6">
        <w:rPr>
          <w:szCs w:val="24"/>
        </w:rPr>
        <w:t>digitalizācijai</w:t>
      </w:r>
      <w:proofErr w:type="spellEnd"/>
      <w:r w:rsidRPr="00CB73F6">
        <w:rPr>
          <w:szCs w:val="24"/>
        </w:rPr>
        <w:t>;</w:t>
      </w:r>
    </w:p>
    <w:p w14:paraId="545EDF27"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781B66">
        <w:rPr>
          <w:szCs w:val="24"/>
        </w:rPr>
        <w:t xml:space="preserve">konsultatīvā palīdzība latviešu valodas skolotājiem un digitālu brīvas pieejas resursu izstrāde un publiskošana latviešu valodas apguvei dažādām mērķa grupām, </w:t>
      </w:r>
      <w:r>
        <w:rPr>
          <w:szCs w:val="24"/>
        </w:rPr>
        <w:t xml:space="preserve">tajā </w:t>
      </w:r>
      <w:r>
        <w:rPr>
          <w:szCs w:val="24"/>
        </w:rPr>
        <w:lastRenderedPageBreak/>
        <w:t>skaitā</w:t>
      </w:r>
      <w:r w:rsidRPr="00781B66">
        <w:rPr>
          <w:szCs w:val="24"/>
        </w:rPr>
        <w:t xml:space="preserve"> diasporā un valodas studijām ārvalstu augstskolās – vietnes </w:t>
      </w:r>
      <w:r>
        <w:rPr>
          <w:szCs w:val="24"/>
        </w:rPr>
        <w:t>“</w:t>
      </w:r>
      <w:r w:rsidRPr="00781B66">
        <w:rPr>
          <w:szCs w:val="24"/>
        </w:rPr>
        <w:t>Māci un mācies latviešu valodu</w:t>
      </w:r>
      <w:r>
        <w:rPr>
          <w:szCs w:val="24"/>
        </w:rPr>
        <w:t>”</w:t>
      </w:r>
      <w:r w:rsidRPr="00781B66">
        <w:rPr>
          <w:szCs w:val="24"/>
        </w:rPr>
        <w:t xml:space="preserve"> papildināšana un pilnveide: izveidoti 7 interaktīvi mācību un metodiskie līdzekļi pašmācībai, izstrādāts 1 e-kurss tālmācībai un pilnveidota 1 e-vārdnīca, tīmekļvietnes valoda.lv papildināšana: 1 datubāzes (latviešu uzvārdu skaidrojošās vārdnīcas) izstrāde, 2 lietotņu (valodaskonsultācijas.lv; personvarduatveide.lv) papildināšana, 4 digitālu izdevumu publicēšana.</w:t>
      </w:r>
    </w:p>
    <w:p w14:paraId="56A3BAB3" w14:textId="77777777" w:rsidR="004750C4" w:rsidRPr="00CB73F6" w:rsidRDefault="004750C4" w:rsidP="004750C4">
      <w:pPr>
        <w:ind w:firstLine="720"/>
        <w:rPr>
          <w:b/>
          <w:bCs/>
          <w:szCs w:val="24"/>
        </w:rPr>
      </w:pPr>
      <w:r>
        <w:rPr>
          <w:b/>
          <w:bCs/>
          <w:szCs w:val="24"/>
        </w:rPr>
        <w:t>3</w:t>
      </w:r>
      <w:r w:rsidRPr="00CB73F6">
        <w:rPr>
          <w:b/>
          <w:bCs/>
          <w:szCs w:val="24"/>
        </w:rPr>
        <w:t xml:space="preserve">. </w:t>
      </w:r>
      <w:r w:rsidRPr="00781B66">
        <w:rPr>
          <w:b/>
          <w:bCs/>
          <w:szCs w:val="24"/>
        </w:rPr>
        <w:t>Dzesēšanas sistēmas iegāde</w:t>
      </w:r>
      <w:r w:rsidRPr="00CB73F6">
        <w:rPr>
          <w:b/>
          <w:bCs/>
          <w:szCs w:val="24"/>
        </w:rPr>
        <w:t>:</w:t>
      </w:r>
    </w:p>
    <w:p w14:paraId="623E5591" w14:textId="77777777" w:rsidR="004750C4" w:rsidRPr="00CB73F6" w:rsidRDefault="004750C4" w:rsidP="004750C4">
      <w:pPr>
        <w:ind w:firstLine="0"/>
        <w:rPr>
          <w:szCs w:val="24"/>
        </w:rPr>
      </w:pPr>
      <w:r w:rsidRPr="00CB73F6">
        <w:rPr>
          <w:i/>
          <w:iCs/>
          <w:szCs w:val="24"/>
        </w:rPr>
        <w:t xml:space="preserve">mērķis </w:t>
      </w:r>
      <w:r w:rsidRPr="00CB73F6">
        <w:rPr>
          <w:szCs w:val="24"/>
        </w:rPr>
        <w:t xml:space="preserve">– </w:t>
      </w:r>
      <w:r w:rsidRPr="00781B66">
        <w:rPr>
          <w:szCs w:val="24"/>
        </w:rPr>
        <w:t>Akadēmiskajā Datu centrā Ķīpsalā otras dzesēšanas sistēmas iegāde, lai nodrošinātu nepārtrauktu dzesēšanas sistēmas darbību un novērstu neparedzētu datu centra un Datu tīkla darbības pārtraukumus</w:t>
      </w:r>
      <w:r>
        <w:rPr>
          <w:szCs w:val="24"/>
        </w:rPr>
        <w:t>;</w:t>
      </w:r>
    </w:p>
    <w:p w14:paraId="0C659523" w14:textId="77777777" w:rsidR="004750C4" w:rsidRPr="00C717B5" w:rsidRDefault="004750C4" w:rsidP="004750C4">
      <w:pPr>
        <w:spacing w:after="240"/>
        <w:ind w:firstLine="0"/>
        <w:rPr>
          <w:szCs w:val="24"/>
          <w:lang w:val="cs-CZ"/>
        </w:rPr>
      </w:pPr>
      <w:r w:rsidRPr="00CB73F6">
        <w:rPr>
          <w:i/>
          <w:iCs/>
          <w:szCs w:val="24"/>
        </w:rPr>
        <w:t>sagaidāmais rezultāts</w:t>
      </w:r>
      <w:r w:rsidRPr="00CB73F6">
        <w:rPr>
          <w:szCs w:val="24"/>
        </w:rPr>
        <w:t xml:space="preserve"> – </w:t>
      </w:r>
      <w:r w:rsidRPr="00781B66">
        <w:rPr>
          <w:szCs w:val="24"/>
          <w:lang w:val="cs-CZ"/>
        </w:rPr>
        <w:t xml:space="preserve">Datu centra lietotāji </w:t>
      </w:r>
      <w:r w:rsidRPr="00B004A0">
        <w:rPr>
          <w:szCs w:val="24"/>
          <w:lang w:val="cs-CZ"/>
        </w:rPr>
        <w:t>ir Rīgas tehniskā universitāte, Rīgas Stradiņ</w:t>
      </w:r>
      <w:r>
        <w:rPr>
          <w:szCs w:val="24"/>
          <w:lang w:val="cs-CZ"/>
        </w:rPr>
        <w:t>a</w:t>
      </w:r>
      <w:r w:rsidRPr="00B004A0">
        <w:rPr>
          <w:szCs w:val="24"/>
          <w:lang w:val="cs-CZ"/>
        </w:rPr>
        <w:t xml:space="preserve"> universitāte, Augstākās izglītības un zinātnes informācijas tehnoloģijas koplietošanas pakalpojumu centrs, Latvijas universitāte un Izglītības un zinātnes ministrija</w:t>
      </w:r>
      <w:r>
        <w:rPr>
          <w:szCs w:val="24"/>
          <w:lang w:val="cs-CZ"/>
        </w:rPr>
        <w:t xml:space="preserve">, lai nodrošinātu </w:t>
      </w:r>
      <w:r w:rsidRPr="00781B66">
        <w:rPr>
          <w:szCs w:val="24"/>
          <w:lang w:val="cs-CZ"/>
        </w:rPr>
        <w:t>sav</w:t>
      </w:r>
      <w:r>
        <w:rPr>
          <w:szCs w:val="24"/>
          <w:lang w:val="cs-CZ"/>
        </w:rPr>
        <w:t>u</w:t>
      </w:r>
      <w:r w:rsidRPr="00781B66">
        <w:rPr>
          <w:szCs w:val="24"/>
          <w:lang w:val="cs-CZ"/>
        </w:rPr>
        <w:t xml:space="preserve"> skaitļošanas aparatū</w:t>
      </w:r>
      <w:r>
        <w:rPr>
          <w:szCs w:val="24"/>
          <w:lang w:val="cs-CZ"/>
        </w:rPr>
        <w:t>ru</w:t>
      </w:r>
      <w:r w:rsidRPr="00781B66">
        <w:rPr>
          <w:szCs w:val="24"/>
          <w:lang w:val="cs-CZ"/>
        </w:rPr>
        <w:t xml:space="preserve"> izvietošan</w:t>
      </w:r>
      <w:r>
        <w:rPr>
          <w:szCs w:val="24"/>
          <w:lang w:val="cs-CZ"/>
        </w:rPr>
        <w:t>u</w:t>
      </w:r>
      <w:r w:rsidRPr="00781B66">
        <w:rPr>
          <w:szCs w:val="24"/>
          <w:lang w:val="cs-CZ"/>
        </w:rPr>
        <w:t xml:space="preserve">, tāpat </w:t>
      </w:r>
      <w:r>
        <w:rPr>
          <w:szCs w:val="24"/>
          <w:lang w:val="cs-CZ"/>
        </w:rPr>
        <w:t>tajā</w:t>
      </w:r>
      <w:r w:rsidRPr="00781B66">
        <w:rPr>
          <w:szCs w:val="24"/>
          <w:lang w:val="cs-CZ"/>
        </w:rPr>
        <w:t xml:space="preserve"> atrodas visas iekārtas, kas nodrošina četrus Akadēmiskā tīkla datu lokus visā Latvijā, kopumā 20 lokālie punkti, pie kuriem pieslēgtas augstskolas un zinātniskie institūti un Izglītības un zinātnes ministrija. Uzstādot papildus dzesēšanas sistēmu, tiks nodrošināta stabila dzesēšanas sistēmas darbība un novērsti neparedzēti datu centra pārtraukumi.</w:t>
      </w:r>
    </w:p>
    <w:p w14:paraId="3017240D" w14:textId="77777777" w:rsidR="004750C4" w:rsidRPr="00CB73F6" w:rsidRDefault="004750C4" w:rsidP="004750C4">
      <w:pPr>
        <w:shd w:val="clear" w:color="auto" w:fill="B6DDE8" w:themeFill="accent5" w:themeFillTint="66"/>
        <w:spacing w:before="130" w:line="260" w:lineRule="exact"/>
        <w:ind w:firstLine="0"/>
        <w:jc w:val="center"/>
        <w:rPr>
          <w:b/>
          <w:szCs w:val="24"/>
        </w:rPr>
      </w:pPr>
      <w:r w:rsidRPr="00CB73F6">
        <w:rPr>
          <w:b/>
          <w:szCs w:val="24"/>
        </w:rPr>
        <w:t>16. Zemkopības ministrija</w:t>
      </w:r>
    </w:p>
    <w:p w14:paraId="02CED361" w14:textId="77777777" w:rsidR="004750C4" w:rsidRPr="00CB73F6" w:rsidRDefault="004750C4" w:rsidP="004750C4">
      <w:pPr>
        <w:spacing w:before="240"/>
        <w:ind w:firstLine="720"/>
        <w:rPr>
          <w:szCs w:val="24"/>
        </w:rPr>
      </w:pPr>
      <w:r w:rsidRPr="00B776B4">
        <w:rPr>
          <w:szCs w:val="24"/>
        </w:rPr>
        <w:t xml:space="preserve">Valsts budžeta finansējums investīciju projektu īstenošanai resorā 2024. gadā plānots </w:t>
      </w:r>
      <w:r w:rsidRPr="00B776B4">
        <w:rPr>
          <w:b/>
          <w:bCs/>
          <w:szCs w:val="24"/>
        </w:rPr>
        <w:t>3,9 </w:t>
      </w:r>
      <w:r w:rsidRPr="00B776B4">
        <w:rPr>
          <w:szCs w:val="24"/>
        </w:rPr>
        <w:t xml:space="preserve">milj. </w:t>
      </w:r>
      <w:proofErr w:type="spellStart"/>
      <w:r w:rsidRPr="00B776B4">
        <w:rPr>
          <w:i/>
          <w:iCs/>
          <w:szCs w:val="24"/>
        </w:rPr>
        <w:t>euro</w:t>
      </w:r>
      <w:proofErr w:type="spellEnd"/>
      <w:r w:rsidRPr="00B776B4">
        <w:rPr>
          <w:szCs w:val="24"/>
        </w:rPr>
        <w:t xml:space="preserve">, tajā skaitā ES politiku instrumentu un pārējās ārvalstu finanšu palīdzības līdzfinansēto projektu īstenošanai </w:t>
      </w:r>
      <w:r w:rsidRPr="00B776B4">
        <w:rPr>
          <w:b/>
          <w:bCs/>
          <w:szCs w:val="24"/>
        </w:rPr>
        <w:t xml:space="preserve">1,9 </w:t>
      </w:r>
      <w:r w:rsidRPr="00B776B4">
        <w:rPr>
          <w:szCs w:val="24"/>
        </w:rPr>
        <w:t xml:space="preserve">milj. </w:t>
      </w:r>
      <w:proofErr w:type="spellStart"/>
      <w:r w:rsidRPr="00B776B4">
        <w:rPr>
          <w:i/>
          <w:iCs/>
          <w:szCs w:val="24"/>
        </w:rPr>
        <w:t>euro</w:t>
      </w:r>
      <w:proofErr w:type="spellEnd"/>
      <w:r w:rsidRPr="00B776B4">
        <w:rPr>
          <w:szCs w:val="24"/>
        </w:rPr>
        <w:t xml:space="preserve"> apmērā. </w:t>
      </w:r>
      <w:r w:rsidRPr="00B776B4">
        <w:t>Paredzētais</w:t>
      </w:r>
      <w:r w:rsidRPr="00B776B4">
        <w:rPr>
          <w:szCs w:val="24"/>
        </w:rPr>
        <w:t xml:space="preserve"> valsts budžeta ieguldījums investīcijām ir par 0,4 milj. </w:t>
      </w:r>
      <w:proofErr w:type="spellStart"/>
      <w:r w:rsidRPr="00B776B4">
        <w:rPr>
          <w:i/>
          <w:iCs/>
          <w:szCs w:val="24"/>
        </w:rPr>
        <w:t>euro</w:t>
      </w:r>
      <w:proofErr w:type="spellEnd"/>
      <w:r w:rsidRPr="00B776B4">
        <w:rPr>
          <w:szCs w:val="24"/>
        </w:rPr>
        <w:t xml:space="preserve"> jeb 10,1% mazāks, salīdzinot ar investīciju apjomu 2023. gada budžetā.</w:t>
      </w:r>
    </w:p>
    <w:p w14:paraId="538FDCBF" w14:textId="1FC163FD" w:rsidR="004750C4" w:rsidRDefault="004750C4" w:rsidP="004750C4">
      <w:pPr>
        <w:ind w:firstLine="720"/>
        <w:rPr>
          <w:szCs w:val="24"/>
        </w:rPr>
      </w:pPr>
      <w:r>
        <w:rPr>
          <w:szCs w:val="24"/>
        </w:rPr>
        <w:t>ZM</w:t>
      </w:r>
      <w:r w:rsidRPr="00CA2DEC">
        <w:rPr>
          <w:szCs w:val="24"/>
        </w:rPr>
        <w:t xml:space="preserve"> valsts budžeta investīcijas 2024.</w:t>
      </w:r>
      <w:r w:rsidR="00CB2B1B">
        <w:rPr>
          <w:szCs w:val="24"/>
        </w:rPr>
        <w:t xml:space="preserve"> </w:t>
      </w:r>
      <w:r w:rsidRPr="00CA2DEC">
        <w:rPr>
          <w:szCs w:val="24"/>
        </w:rPr>
        <w:t xml:space="preserve">gadā tiks novirzītas pārvaldībā esošo valsts nekustamo īpašumu renovācijai, atjaunošanai, transportlīdzekļu iegādei, jaunu, modernu laboratorijas iekārtu iegādei, </w:t>
      </w:r>
      <w:r>
        <w:rPr>
          <w:szCs w:val="24"/>
        </w:rPr>
        <w:t xml:space="preserve">ZM </w:t>
      </w:r>
      <w:r w:rsidRPr="00CA2DEC">
        <w:rPr>
          <w:szCs w:val="24"/>
        </w:rPr>
        <w:t>un padotības iestāžu informācijas sistēmu un biroja tehnikas infrastruktūras attīstībai un pilnveidošanai</w:t>
      </w:r>
    </w:p>
    <w:p w14:paraId="5114612E" w14:textId="77777777" w:rsidR="004750C4" w:rsidRPr="00CB73F6" w:rsidRDefault="004750C4" w:rsidP="004750C4">
      <w:pPr>
        <w:ind w:firstLine="720"/>
        <w:rPr>
          <w:b/>
          <w:bCs/>
          <w:szCs w:val="24"/>
        </w:rPr>
      </w:pPr>
      <w:r w:rsidRPr="00CB73F6">
        <w:rPr>
          <w:b/>
          <w:bCs/>
          <w:szCs w:val="24"/>
        </w:rPr>
        <w:t xml:space="preserve">1. </w:t>
      </w:r>
      <w:r w:rsidRPr="00CA2DEC">
        <w:rPr>
          <w:b/>
          <w:bCs/>
          <w:szCs w:val="24"/>
        </w:rPr>
        <w:t>ZM padotības iestāžu (pārvaldībā esošo valsts nekustamo īpašumu) ēku kapitālais remonts, ēku renovācija un atjaunošana</w:t>
      </w:r>
      <w:r w:rsidRPr="00CB73F6">
        <w:rPr>
          <w:b/>
          <w:bCs/>
          <w:szCs w:val="24"/>
        </w:rPr>
        <w:t>:</w:t>
      </w:r>
    </w:p>
    <w:p w14:paraId="15E111BB"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CA2DEC">
        <w:rPr>
          <w:szCs w:val="24"/>
        </w:rPr>
        <w:t>iestāžu pārvaldīšanā esošo valsts nekustamo īpašumu atjaunošana un pārbūve, kuri atrodas kritiski tehniskā stāvoklī, lai prioritāri novērstu avārijas situācijas</w:t>
      </w:r>
      <w:r>
        <w:rPr>
          <w:szCs w:val="24"/>
        </w:rPr>
        <w:t>;</w:t>
      </w:r>
    </w:p>
    <w:p w14:paraId="7671FB9C" w14:textId="77777777" w:rsidR="004750C4" w:rsidRDefault="004750C4" w:rsidP="004750C4">
      <w:pPr>
        <w:ind w:firstLine="0"/>
        <w:rPr>
          <w:szCs w:val="24"/>
        </w:rPr>
      </w:pPr>
      <w:r w:rsidRPr="00CB73F6">
        <w:rPr>
          <w:i/>
          <w:iCs/>
          <w:szCs w:val="24"/>
        </w:rPr>
        <w:t>sagaidāmais rezultāts</w:t>
      </w:r>
      <w:r w:rsidRPr="00CB73F6">
        <w:rPr>
          <w:szCs w:val="24"/>
        </w:rPr>
        <w:t xml:space="preserve"> – </w:t>
      </w:r>
      <w:r w:rsidRPr="00CA2DEC">
        <w:rPr>
          <w:szCs w:val="24"/>
        </w:rPr>
        <w:t>uzturēti pienācīgā stāvoklī ZM nekustamie īpašumi (</w:t>
      </w:r>
      <w:r w:rsidRPr="00EB26E6">
        <w:rPr>
          <w:szCs w:val="24"/>
        </w:rPr>
        <w:t>Valsts meža dienest</w:t>
      </w:r>
      <w:r>
        <w:rPr>
          <w:szCs w:val="24"/>
        </w:rPr>
        <w:t>a</w:t>
      </w:r>
      <w:r w:rsidRPr="00EB26E6">
        <w:rPr>
          <w:szCs w:val="24"/>
        </w:rPr>
        <w:t xml:space="preserve"> </w:t>
      </w:r>
      <w:r>
        <w:rPr>
          <w:szCs w:val="24"/>
        </w:rPr>
        <w:t>(</w:t>
      </w:r>
      <w:r w:rsidRPr="00066DB9">
        <w:rPr>
          <w:szCs w:val="24"/>
        </w:rPr>
        <w:t xml:space="preserve">turpmāk – </w:t>
      </w:r>
      <w:r w:rsidRPr="00CB73F6">
        <w:rPr>
          <w:szCs w:val="24"/>
        </w:rPr>
        <w:t>VMD</w:t>
      </w:r>
      <w:r>
        <w:rPr>
          <w:szCs w:val="24"/>
        </w:rPr>
        <w:t>)</w:t>
      </w:r>
      <w:r w:rsidRPr="00CB73F6">
        <w:rPr>
          <w:szCs w:val="24"/>
        </w:rPr>
        <w:t xml:space="preserve"> </w:t>
      </w:r>
      <w:r w:rsidRPr="00CA2DEC">
        <w:rPr>
          <w:szCs w:val="24"/>
        </w:rPr>
        <w:t>pārvaldīšanā esošo būvju tehniskā stāvokļa uzlabošana), kuri nodoti pārvaldīšanā padotības iestādēm, tā funkciju veikšanai</w:t>
      </w:r>
      <w:r>
        <w:rPr>
          <w:szCs w:val="24"/>
        </w:rPr>
        <w:t>.</w:t>
      </w:r>
    </w:p>
    <w:p w14:paraId="0DCE9738" w14:textId="77777777" w:rsidR="004750C4" w:rsidRPr="00CB73F6" w:rsidRDefault="004750C4" w:rsidP="004750C4">
      <w:pPr>
        <w:ind w:firstLine="720"/>
        <w:rPr>
          <w:b/>
          <w:bCs/>
          <w:szCs w:val="24"/>
        </w:rPr>
      </w:pPr>
      <w:r w:rsidRPr="00CB73F6">
        <w:rPr>
          <w:b/>
          <w:bCs/>
          <w:szCs w:val="24"/>
        </w:rPr>
        <w:t>2. Transportlīdzekļu iegāde:</w:t>
      </w:r>
    </w:p>
    <w:p w14:paraId="498C0973"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CA2DEC">
        <w:rPr>
          <w:szCs w:val="24"/>
        </w:rPr>
        <w:t>iestāžu nodrošināšana ar transportlīdzekļiem valsts uzraudzības funkciju veikšanai, kā arī meža resursu uzraudzībai (</w:t>
      </w:r>
      <w:r>
        <w:rPr>
          <w:szCs w:val="24"/>
        </w:rPr>
        <w:t>tajā skaitā</w:t>
      </w:r>
      <w:r w:rsidRPr="00CA2DEC">
        <w:rPr>
          <w:szCs w:val="24"/>
        </w:rPr>
        <w:t xml:space="preserve"> medību un ugunsdrošības prasību uzraudzību, un ugunsdzēsības funkciju meža zemēs un purvos visā </w:t>
      </w:r>
      <w:r>
        <w:rPr>
          <w:szCs w:val="24"/>
        </w:rPr>
        <w:t>Latvijas Republikas (</w:t>
      </w:r>
      <w:r w:rsidRPr="00066DB9">
        <w:rPr>
          <w:szCs w:val="24"/>
        </w:rPr>
        <w:t xml:space="preserve">turpmāk – </w:t>
      </w:r>
      <w:r w:rsidRPr="00CB73F6">
        <w:rPr>
          <w:szCs w:val="24"/>
        </w:rPr>
        <w:t>LR</w:t>
      </w:r>
      <w:r>
        <w:rPr>
          <w:szCs w:val="24"/>
        </w:rPr>
        <w:t>)</w:t>
      </w:r>
      <w:r w:rsidRPr="00CA2DEC">
        <w:rPr>
          <w:szCs w:val="24"/>
        </w:rPr>
        <w:t xml:space="preserve"> teritorijā)</w:t>
      </w:r>
      <w:r>
        <w:rPr>
          <w:szCs w:val="24"/>
        </w:rPr>
        <w:t>;</w:t>
      </w:r>
    </w:p>
    <w:p w14:paraId="1C534CE8" w14:textId="77777777" w:rsidR="004750C4" w:rsidRDefault="004750C4" w:rsidP="004750C4">
      <w:pPr>
        <w:ind w:firstLine="0"/>
        <w:rPr>
          <w:szCs w:val="24"/>
        </w:rPr>
      </w:pPr>
      <w:r w:rsidRPr="00CB73F6">
        <w:rPr>
          <w:i/>
          <w:iCs/>
          <w:szCs w:val="24"/>
        </w:rPr>
        <w:t>sagaidāmais rezultāts</w:t>
      </w:r>
      <w:r w:rsidRPr="00CB73F6">
        <w:rPr>
          <w:szCs w:val="24"/>
        </w:rPr>
        <w:t xml:space="preserve"> – </w:t>
      </w:r>
      <w:r w:rsidRPr="00F917FF">
        <w:t xml:space="preserve">pilnvērtīga normatīvajos aktos noteikto valsts uzraudzības un kontroles darbību veikšana (inspektoru nokļūšana uzraudzības objektos, valsts uzraudzības pasākumu ietvaros noņemto paraugu nogādāšana laboratorijās), kā arī loģistikas nodrošināšana starp </w:t>
      </w:r>
      <w:r w:rsidRPr="00261275">
        <w:rPr>
          <w:szCs w:val="24"/>
        </w:rPr>
        <w:t>Pārtikas un veterinārais dienest</w:t>
      </w:r>
      <w:r>
        <w:rPr>
          <w:szCs w:val="24"/>
        </w:rPr>
        <w:t>a</w:t>
      </w:r>
      <w:r w:rsidRPr="00261275">
        <w:rPr>
          <w:szCs w:val="24"/>
        </w:rPr>
        <w:t xml:space="preserve"> </w:t>
      </w:r>
      <w:r>
        <w:rPr>
          <w:szCs w:val="24"/>
        </w:rPr>
        <w:t>(</w:t>
      </w:r>
      <w:r w:rsidRPr="00066DB9">
        <w:rPr>
          <w:szCs w:val="24"/>
        </w:rPr>
        <w:t xml:space="preserve">turpmāk – </w:t>
      </w:r>
      <w:r w:rsidRPr="00CB73F6">
        <w:rPr>
          <w:szCs w:val="24"/>
        </w:rPr>
        <w:t>PVD</w:t>
      </w:r>
      <w:r>
        <w:rPr>
          <w:szCs w:val="24"/>
        </w:rPr>
        <w:t>)</w:t>
      </w:r>
      <w:r w:rsidRPr="00F917FF">
        <w:t xml:space="preserve"> struktūrvienībām visā LR teritorijā. VMD </w:t>
      </w:r>
      <w:r>
        <w:t>nodrošināts ar opera</w:t>
      </w:r>
      <w:r w:rsidRPr="001A210B">
        <w:t>tīvie</w:t>
      </w:r>
      <w:r>
        <w:t>m pārvietošanās līdzekļiem (vieglās kravas un vieglās automašīnas)</w:t>
      </w:r>
      <w:r w:rsidRPr="00F917FF">
        <w:t xml:space="preserve">, </w:t>
      </w:r>
      <w:r w:rsidRPr="00F917FF">
        <w:lastRenderedPageBreak/>
        <w:t xml:space="preserve">kas ļaus operatīvi ierasties meža ugunsgrēku vietās, kur ir slikti ceļa vai </w:t>
      </w:r>
      <w:proofErr w:type="spellStart"/>
      <w:r w:rsidRPr="00F917FF">
        <w:t>bezceļa</w:t>
      </w:r>
      <w:proofErr w:type="spellEnd"/>
      <w:r w:rsidRPr="00F917FF">
        <w:t xml:space="preserve"> apstākļi, tādējādi samazinot meža ugunsgrēku postījumu apmērus LR teritorijā.</w:t>
      </w:r>
    </w:p>
    <w:p w14:paraId="42BA28BD" w14:textId="77777777" w:rsidR="004750C4" w:rsidRPr="00CB73F6" w:rsidRDefault="004750C4" w:rsidP="004750C4">
      <w:pPr>
        <w:ind w:firstLine="720"/>
        <w:rPr>
          <w:b/>
          <w:bCs/>
          <w:szCs w:val="24"/>
        </w:rPr>
      </w:pPr>
      <w:r w:rsidRPr="00CB73F6">
        <w:rPr>
          <w:b/>
          <w:bCs/>
          <w:szCs w:val="24"/>
        </w:rPr>
        <w:t xml:space="preserve">3. </w:t>
      </w:r>
      <w:r>
        <w:rPr>
          <w:b/>
          <w:bCs/>
          <w:szCs w:val="24"/>
        </w:rPr>
        <w:t>ZM</w:t>
      </w:r>
      <w:r w:rsidRPr="00CB73F6">
        <w:rPr>
          <w:b/>
          <w:bCs/>
          <w:szCs w:val="24"/>
        </w:rPr>
        <w:t xml:space="preserve"> informācijas sistēmu un biroja tehnikas infrastruktūras attīstība:</w:t>
      </w:r>
    </w:p>
    <w:p w14:paraId="7AB9A6EF" w14:textId="77777777" w:rsidR="004750C4" w:rsidRPr="00CB73F6" w:rsidRDefault="004750C4" w:rsidP="004750C4">
      <w:pPr>
        <w:ind w:firstLine="0"/>
        <w:rPr>
          <w:szCs w:val="24"/>
        </w:rPr>
      </w:pPr>
      <w:r w:rsidRPr="00CB73F6">
        <w:rPr>
          <w:i/>
          <w:iCs/>
          <w:szCs w:val="24"/>
        </w:rPr>
        <w:t xml:space="preserve">mērķis </w:t>
      </w:r>
      <w:r w:rsidRPr="00CB73F6">
        <w:rPr>
          <w:szCs w:val="24"/>
        </w:rPr>
        <w:t xml:space="preserve">– </w:t>
      </w:r>
      <w:r w:rsidRPr="00CA2DEC">
        <w:rPr>
          <w:szCs w:val="24"/>
        </w:rPr>
        <w:t>lietotās serveru, datoru un biroja tehnikas atjaunošana un optimizācija, lai nodrošinātu informācijas sistēmu darbības nepārtrauktību un atbilstību mūsdienu veiktspējas, drošības un savietojamības prasībām</w:t>
      </w:r>
      <w:r w:rsidRPr="00CB73F6">
        <w:rPr>
          <w:szCs w:val="24"/>
        </w:rPr>
        <w:t>;</w:t>
      </w:r>
    </w:p>
    <w:p w14:paraId="3F461B95" w14:textId="5925B1E8"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00CB2B1B">
        <w:rPr>
          <w:szCs w:val="24"/>
        </w:rPr>
        <w:t>v</w:t>
      </w:r>
      <w:r w:rsidRPr="00CA2DEC">
        <w:rPr>
          <w:szCs w:val="24"/>
        </w:rPr>
        <w:t xml:space="preserve">eikta esošās serveru, datoru un biroja tehnikas jaunināšana – nodrošinātas </w:t>
      </w:r>
      <w:r>
        <w:rPr>
          <w:szCs w:val="24"/>
        </w:rPr>
        <w:t>ZM</w:t>
      </w:r>
      <w:r w:rsidRPr="00CA2DEC">
        <w:rPr>
          <w:szCs w:val="24"/>
        </w:rPr>
        <w:t xml:space="preserve"> pamatfunkciju izpildes nepārtrauktība, informācijas apstrādes ātrums un kvalitāte, attālināta darba iespējas – sabiedrībai sniegti kvalitatīvi un savlaicīgi iestādes pakalpojumi</w:t>
      </w:r>
      <w:r>
        <w:rPr>
          <w:szCs w:val="24"/>
        </w:rPr>
        <w:t>.</w:t>
      </w:r>
    </w:p>
    <w:p w14:paraId="7F9CE73C" w14:textId="77777777" w:rsidR="004750C4" w:rsidRPr="00CB73F6" w:rsidRDefault="004750C4" w:rsidP="004750C4">
      <w:pPr>
        <w:ind w:firstLine="720"/>
        <w:rPr>
          <w:b/>
          <w:bCs/>
          <w:szCs w:val="24"/>
        </w:rPr>
      </w:pPr>
      <w:r w:rsidRPr="00CB73F6">
        <w:rPr>
          <w:b/>
          <w:bCs/>
          <w:szCs w:val="24"/>
        </w:rPr>
        <w:t xml:space="preserve">4. </w:t>
      </w:r>
      <w:r>
        <w:rPr>
          <w:b/>
          <w:bCs/>
          <w:szCs w:val="24"/>
        </w:rPr>
        <w:t>ZM</w:t>
      </w:r>
      <w:r w:rsidRPr="00CA2DEC">
        <w:rPr>
          <w:b/>
          <w:bCs/>
          <w:szCs w:val="24"/>
        </w:rPr>
        <w:t xml:space="preserve"> padotības iestāžu informācijas sistēmu attīstības pilnveidošana un papildināšana</w:t>
      </w:r>
      <w:r w:rsidRPr="00CB73F6">
        <w:rPr>
          <w:b/>
          <w:bCs/>
          <w:szCs w:val="24"/>
        </w:rPr>
        <w:t>:</w:t>
      </w:r>
    </w:p>
    <w:p w14:paraId="415FED45" w14:textId="104F76EF" w:rsidR="004750C4" w:rsidRPr="00CB73F6" w:rsidRDefault="004750C4" w:rsidP="004750C4">
      <w:pPr>
        <w:ind w:firstLine="0"/>
        <w:rPr>
          <w:szCs w:val="24"/>
        </w:rPr>
      </w:pPr>
      <w:r w:rsidRPr="00CB73F6">
        <w:rPr>
          <w:i/>
          <w:iCs/>
          <w:szCs w:val="24"/>
        </w:rPr>
        <w:t>mērķis</w:t>
      </w:r>
      <w:r w:rsidRPr="00CB73F6">
        <w:rPr>
          <w:szCs w:val="24"/>
        </w:rPr>
        <w:t xml:space="preserve"> – </w:t>
      </w:r>
      <w:r w:rsidRPr="00B54C08">
        <w:rPr>
          <w:szCs w:val="24"/>
        </w:rPr>
        <w:t>Ģeogrāfiskās informācijas sistēmas Meža valsts reģistra (</w:t>
      </w:r>
      <w:r>
        <w:rPr>
          <w:szCs w:val="24"/>
        </w:rPr>
        <w:t xml:space="preserve">turpmāk </w:t>
      </w:r>
      <w:r w:rsidR="00CB2B1B">
        <w:rPr>
          <w:szCs w:val="24"/>
        </w:rPr>
        <w:t>–</w:t>
      </w:r>
      <w:r>
        <w:rPr>
          <w:szCs w:val="24"/>
        </w:rPr>
        <w:t xml:space="preserve"> </w:t>
      </w:r>
      <w:r w:rsidRPr="00B54C08">
        <w:rPr>
          <w:szCs w:val="24"/>
        </w:rPr>
        <w:t xml:space="preserve">MVR) risku mazināšana ieviešot jaunus tehnoloģiskus risinājumus, kas saistīti ar informācijas sistēmas lietotāju plūsmas optimizēšanu, datu integritātes paaugstināšanu un papildus funkcionalitātes ieviešanu (VMD), </w:t>
      </w:r>
      <w:proofErr w:type="spellStart"/>
      <w:r w:rsidRPr="00B54C08">
        <w:rPr>
          <w:szCs w:val="24"/>
        </w:rPr>
        <w:t>invazīvo</w:t>
      </w:r>
      <w:proofErr w:type="spellEnd"/>
      <w:r w:rsidRPr="00B54C08">
        <w:rPr>
          <w:szCs w:val="24"/>
        </w:rPr>
        <w:t xml:space="preserve"> augu sugu uzraudzības sistēmas ieviešana saskaņā ar izstrādāto plānu </w:t>
      </w:r>
      <w:r>
        <w:rPr>
          <w:szCs w:val="24"/>
        </w:rPr>
        <w:t>“</w:t>
      </w:r>
      <w:proofErr w:type="spellStart"/>
      <w:r w:rsidRPr="00B54C08">
        <w:rPr>
          <w:szCs w:val="24"/>
        </w:rPr>
        <w:t>Invazīvo</w:t>
      </w:r>
      <w:proofErr w:type="spellEnd"/>
      <w:r w:rsidRPr="00B54C08">
        <w:rPr>
          <w:szCs w:val="24"/>
        </w:rPr>
        <w:t xml:space="preserve"> sugu prioritāro ienākšanas ceļu vienotais rīcības plāns Latvijai 2023.</w:t>
      </w:r>
      <w:r w:rsidR="00CB2B1B" w:rsidRPr="00CB2B1B">
        <w:rPr>
          <w:szCs w:val="24"/>
        </w:rPr>
        <w:t xml:space="preserve"> </w:t>
      </w:r>
      <w:r w:rsidR="00CB2B1B">
        <w:rPr>
          <w:szCs w:val="24"/>
        </w:rPr>
        <w:t xml:space="preserve">– </w:t>
      </w:r>
      <w:r w:rsidRPr="00B54C08">
        <w:rPr>
          <w:szCs w:val="24"/>
        </w:rPr>
        <w:t>2028.</w:t>
      </w:r>
      <w:r>
        <w:rPr>
          <w:szCs w:val="24"/>
        </w:rPr>
        <w:t>”</w:t>
      </w:r>
      <w:r w:rsidRPr="00B54C08">
        <w:rPr>
          <w:szCs w:val="24"/>
        </w:rPr>
        <w:t xml:space="preserve"> (VAAD).</w:t>
      </w:r>
      <w:r w:rsidR="00CB2B1B">
        <w:rPr>
          <w:szCs w:val="24"/>
        </w:rPr>
        <w:t xml:space="preserve"> </w:t>
      </w:r>
    </w:p>
    <w:p w14:paraId="181E4F4E"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B54C08">
        <w:rPr>
          <w:szCs w:val="24"/>
        </w:rPr>
        <w:t xml:space="preserve">palielināta esošā </w:t>
      </w:r>
      <w:r>
        <w:rPr>
          <w:szCs w:val="24"/>
        </w:rPr>
        <w:t>MVR</w:t>
      </w:r>
      <w:r w:rsidRPr="00B54C08">
        <w:rPr>
          <w:szCs w:val="24"/>
        </w:rPr>
        <w:t xml:space="preserve"> veiktspēja un atbilstoši VMD visu līmeņu struktūrvienību kompetencei nodrošināta kvalitatīva datu reģistrēšana, uzturēšana un pakalpojumu sniegšana, izstrādāta datu bāze ar datu automatizācijas un integrācijas iespējām, tādējādi nodrošinot </w:t>
      </w:r>
      <w:proofErr w:type="spellStart"/>
      <w:r w:rsidRPr="00B54C08">
        <w:rPr>
          <w:szCs w:val="24"/>
        </w:rPr>
        <w:t>invazīvo</w:t>
      </w:r>
      <w:proofErr w:type="spellEnd"/>
      <w:r w:rsidRPr="00B54C08">
        <w:rPr>
          <w:szCs w:val="24"/>
        </w:rPr>
        <w:t xml:space="preserve"> sugu izplatības monitoringu (VAAD)</w:t>
      </w:r>
      <w:r w:rsidRPr="00CB73F6">
        <w:rPr>
          <w:szCs w:val="24"/>
        </w:rPr>
        <w:t>.</w:t>
      </w:r>
    </w:p>
    <w:p w14:paraId="5DD511A4" w14:textId="77777777" w:rsidR="004750C4" w:rsidRPr="00CB73F6" w:rsidRDefault="004750C4" w:rsidP="004750C4">
      <w:pPr>
        <w:ind w:firstLine="720"/>
        <w:rPr>
          <w:b/>
          <w:bCs/>
          <w:szCs w:val="24"/>
        </w:rPr>
      </w:pPr>
      <w:r w:rsidRPr="00CB73F6">
        <w:rPr>
          <w:b/>
          <w:bCs/>
          <w:szCs w:val="24"/>
        </w:rPr>
        <w:t xml:space="preserve">5. </w:t>
      </w:r>
      <w:r w:rsidRPr="00B54C08">
        <w:rPr>
          <w:b/>
          <w:bCs/>
          <w:szCs w:val="24"/>
        </w:rPr>
        <w:t>Jaunu, modernu laboratorijas iekārtu iegāde Nacionālās fitosanitārās laboratorijas, Nacionālās sēklu kontroles laboratorijas un Agroķīmijas laboratorijas uzturēšanas nodrošināšanai atbilstoši akreditācijas prasībām</w:t>
      </w:r>
      <w:r w:rsidRPr="00CB73F6">
        <w:rPr>
          <w:b/>
          <w:bCs/>
          <w:szCs w:val="24"/>
        </w:rPr>
        <w:t>:</w:t>
      </w:r>
    </w:p>
    <w:p w14:paraId="5212A428"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B54C08">
        <w:rPr>
          <w:szCs w:val="24"/>
        </w:rPr>
        <w:t>nodrošināt, ka Nacionālā fitosanitārā laboratorija darbojas kā references laboratorija karantīnas organismu diagnosticēšanā, uzturot drošu fitosanitāro stāvokli valstī, sekmējot augu un augu produktu eksportu; Nacionālās sēklu kontroles laboratorija darbojas kā references laboratorija sēklu kvalitātes noteikšanā un uztur starptautisku akreditāciju, tādējādi nodrošinot iespēju sēklaudzētājiem eksportēt Latvijā sertificētās sēklas materiālu; Agroķīmijas laboratorija īstenos references laboratorijas funkcijas augšņu jomā, nodrošinot informāciju par augsnes auglīgu un tās pārmaiņām</w:t>
      </w:r>
      <w:r>
        <w:rPr>
          <w:szCs w:val="24"/>
        </w:rPr>
        <w:t>;</w:t>
      </w:r>
    </w:p>
    <w:p w14:paraId="30307BBB" w14:textId="77777777" w:rsidR="004750C4" w:rsidRDefault="004750C4" w:rsidP="004750C4">
      <w:pPr>
        <w:ind w:firstLine="0"/>
        <w:rPr>
          <w:szCs w:val="24"/>
          <w:lang w:eastAsia="lv-LV"/>
        </w:rPr>
      </w:pPr>
      <w:r w:rsidRPr="00CB73F6">
        <w:rPr>
          <w:i/>
          <w:iCs/>
          <w:szCs w:val="24"/>
        </w:rPr>
        <w:t>sagaidāmais rezultāts</w:t>
      </w:r>
      <w:r w:rsidRPr="00CB73F6">
        <w:rPr>
          <w:szCs w:val="24"/>
        </w:rPr>
        <w:t xml:space="preserve"> – </w:t>
      </w:r>
      <w:r w:rsidRPr="00B54C08">
        <w:rPr>
          <w:szCs w:val="24"/>
          <w:lang w:eastAsia="lv-LV"/>
        </w:rPr>
        <w:t>iegādājoties jaunas laboratorijas iekārtas, laboratorijas ievieš un akreditē jaunas starptautiski atzītas testēšanas metodes, operatīvi veic dažāda veida diagnosticēšanu un analīzes, darbiniekiem nodrošināta droša darba vide</w:t>
      </w:r>
      <w:r>
        <w:rPr>
          <w:szCs w:val="24"/>
          <w:lang w:eastAsia="lv-LV"/>
        </w:rPr>
        <w:t>.</w:t>
      </w:r>
    </w:p>
    <w:p w14:paraId="4F078FAC" w14:textId="77777777" w:rsidR="004750C4" w:rsidRPr="00CB73F6" w:rsidRDefault="004750C4" w:rsidP="004750C4">
      <w:pPr>
        <w:ind w:firstLine="720"/>
        <w:rPr>
          <w:b/>
          <w:bCs/>
          <w:szCs w:val="24"/>
        </w:rPr>
      </w:pPr>
      <w:r>
        <w:rPr>
          <w:b/>
          <w:bCs/>
          <w:szCs w:val="24"/>
        </w:rPr>
        <w:t>6</w:t>
      </w:r>
      <w:r w:rsidRPr="00CB73F6">
        <w:rPr>
          <w:b/>
          <w:bCs/>
          <w:szCs w:val="24"/>
        </w:rPr>
        <w:t xml:space="preserve">. </w:t>
      </w:r>
      <w:r w:rsidRPr="00272FD5">
        <w:rPr>
          <w:b/>
          <w:bCs/>
          <w:szCs w:val="24"/>
        </w:rPr>
        <w:t>Ilgtspējīga IKT pakalpojumu, resursu, sistēmu pārvaldība un attīstība</w:t>
      </w:r>
      <w:r w:rsidRPr="00CB73F6">
        <w:rPr>
          <w:b/>
          <w:bCs/>
          <w:szCs w:val="24"/>
        </w:rPr>
        <w:t>:</w:t>
      </w:r>
    </w:p>
    <w:p w14:paraId="701F920C"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272FD5">
        <w:rPr>
          <w:szCs w:val="24"/>
        </w:rPr>
        <w:t>nodrošināt mērķtiecīgu, lietpratīgu, ilgtermiņa IKT jomas attīstību un ekonomisku budžeta līdzekļu izmantošanu - VIS “Traktortehnikas un tās vadītāju valsts informācijas sistēmas” attīstība</w:t>
      </w:r>
      <w:r>
        <w:rPr>
          <w:szCs w:val="24"/>
        </w:rPr>
        <w:t>;</w:t>
      </w:r>
    </w:p>
    <w:p w14:paraId="0632CB07" w14:textId="77777777" w:rsidR="004750C4" w:rsidRDefault="004750C4" w:rsidP="004750C4">
      <w:pPr>
        <w:spacing w:after="240"/>
        <w:ind w:firstLine="0"/>
        <w:rPr>
          <w:szCs w:val="24"/>
          <w:lang w:eastAsia="lv-LV"/>
        </w:rPr>
      </w:pPr>
      <w:r w:rsidRPr="00CB73F6">
        <w:rPr>
          <w:i/>
          <w:iCs/>
          <w:szCs w:val="24"/>
        </w:rPr>
        <w:t>sagaidāmais rezultāts</w:t>
      </w:r>
      <w:r w:rsidRPr="00CB73F6">
        <w:rPr>
          <w:szCs w:val="24"/>
        </w:rPr>
        <w:t xml:space="preserve"> – </w:t>
      </w:r>
      <w:r w:rsidRPr="00272FD5">
        <w:rPr>
          <w:szCs w:val="24"/>
          <w:lang w:eastAsia="lv-LV"/>
        </w:rPr>
        <w:t>pieejamo resursu ietvaros mērķtiecīgi attīstīt IKT, ņemot vērā lietotāju vajadzības un iespējas, vienlaikus pilnveidojot tehnisko un tehnoloģisko nodrošinājumu, kas nepieciešams iestādes (VTUA) mērķu sasniegšanai. VIS “Traktortehnikas un tās vadītāju valsts informācijas sistēma” – droša, ērta, kvalitatīva darbība un lietotāju prasībām atbilstoša turpmākā attīstība, kā arī arvien plašāka pāreja uz elektroniskiem dokumentiem un e-vides pakalpojumiem, vienlaikus maksimāli samazinot papīra dokumentu apriti</w:t>
      </w:r>
      <w:r>
        <w:rPr>
          <w:szCs w:val="24"/>
          <w:lang w:eastAsia="lv-LV"/>
        </w:rPr>
        <w:t>.</w:t>
      </w:r>
    </w:p>
    <w:p w14:paraId="65A377F9" w14:textId="77777777" w:rsidR="004750C4" w:rsidRPr="00CB73F6" w:rsidRDefault="004750C4" w:rsidP="004750C4">
      <w:pPr>
        <w:shd w:val="clear" w:color="auto" w:fill="B6DDE8" w:themeFill="accent5" w:themeFillTint="66"/>
        <w:spacing w:before="130" w:line="260" w:lineRule="exact"/>
        <w:ind w:firstLine="0"/>
        <w:jc w:val="center"/>
        <w:rPr>
          <w:b/>
          <w:szCs w:val="24"/>
        </w:rPr>
      </w:pPr>
      <w:r w:rsidRPr="00CB73F6">
        <w:rPr>
          <w:b/>
          <w:szCs w:val="24"/>
        </w:rPr>
        <w:lastRenderedPageBreak/>
        <w:t>17. Satiksmes ministrija</w:t>
      </w:r>
    </w:p>
    <w:p w14:paraId="4B3E80A5" w14:textId="53926C7D" w:rsidR="004750C4" w:rsidRDefault="004750C4" w:rsidP="004750C4">
      <w:pPr>
        <w:spacing w:before="240" w:line="260" w:lineRule="exact"/>
        <w:ind w:firstLine="539"/>
        <w:rPr>
          <w:iCs/>
          <w:szCs w:val="24"/>
        </w:rPr>
      </w:pPr>
      <w:r w:rsidRPr="00F004A4">
        <w:rPr>
          <w:iCs/>
          <w:szCs w:val="24"/>
        </w:rPr>
        <w:t xml:space="preserve">Valsts budžeta finansējums investīciju projektu īstenošanai resorā 2024.gadā plānots </w:t>
      </w:r>
      <w:r w:rsidRPr="00F004A4">
        <w:rPr>
          <w:b/>
          <w:bCs/>
          <w:iCs/>
          <w:szCs w:val="24"/>
        </w:rPr>
        <w:t xml:space="preserve">326,2 </w:t>
      </w:r>
      <w:r w:rsidRPr="00F004A4">
        <w:rPr>
          <w:iCs/>
          <w:szCs w:val="24"/>
        </w:rPr>
        <w:t xml:space="preserve">milj. </w:t>
      </w:r>
      <w:proofErr w:type="spellStart"/>
      <w:r w:rsidRPr="00F004A4">
        <w:rPr>
          <w:i/>
          <w:szCs w:val="24"/>
        </w:rPr>
        <w:t>euro</w:t>
      </w:r>
      <w:proofErr w:type="spellEnd"/>
      <w:r w:rsidRPr="00F004A4">
        <w:rPr>
          <w:iCs/>
          <w:szCs w:val="24"/>
        </w:rPr>
        <w:t xml:space="preserve">, tajā skaitā </w:t>
      </w:r>
      <w:r>
        <w:rPr>
          <w:iCs/>
          <w:szCs w:val="24"/>
        </w:rPr>
        <w:t>ES</w:t>
      </w:r>
      <w:r w:rsidRPr="00F004A4">
        <w:rPr>
          <w:iCs/>
          <w:szCs w:val="24"/>
        </w:rPr>
        <w:t xml:space="preserve"> politiku instrumentu un pārējās ārvalstu finanšu palīdzības līdzfinansēto projektu īstenošanai </w:t>
      </w:r>
      <w:r w:rsidRPr="00F004A4">
        <w:rPr>
          <w:b/>
          <w:bCs/>
          <w:iCs/>
          <w:szCs w:val="24"/>
        </w:rPr>
        <w:t>184,0</w:t>
      </w:r>
      <w:r w:rsidRPr="00F004A4">
        <w:rPr>
          <w:iCs/>
          <w:szCs w:val="24"/>
        </w:rPr>
        <w:t xml:space="preserve"> milj. </w:t>
      </w:r>
      <w:proofErr w:type="spellStart"/>
      <w:r w:rsidRPr="00F004A4">
        <w:rPr>
          <w:i/>
          <w:szCs w:val="24"/>
        </w:rPr>
        <w:t>euro</w:t>
      </w:r>
      <w:proofErr w:type="spellEnd"/>
      <w:r w:rsidRPr="00F004A4">
        <w:rPr>
          <w:iCs/>
          <w:szCs w:val="24"/>
        </w:rPr>
        <w:t xml:space="preserve"> apmērā. Paredzētais valsts budžeta ieguldījums investīcijām ir par 30,7 milj. </w:t>
      </w:r>
      <w:proofErr w:type="spellStart"/>
      <w:r w:rsidRPr="00CF18DB">
        <w:rPr>
          <w:i/>
          <w:szCs w:val="24"/>
        </w:rPr>
        <w:t>euro</w:t>
      </w:r>
      <w:proofErr w:type="spellEnd"/>
      <w:r w:rsidRPr="00CF18DB">
        <w:rPr>
          <w:iCs/>
          <w:szCs w:val="24"/>
        </w:rPr>
        <w:t xml:space="preserve"> </w:t>
      </w:r>
      <w:r w:rsidRPr="003D2D64">
        <w:rPr>
          <w:iCs/>
          <w:szCs w:val="24"/>
        </w:rPr>
        <w:t xml:space="preserve">jeb </w:t>
      </w:r>
      <w:r w:rsidRPr="00CF18DB">
        <w:rPr>
          <w:iCs/>
          <w:szCs w:val="24"/>
        </w:rPr>
        <w:t xml:space="preserve">10,4% </w:t>
      </w:r>
      <w:r w:rsidRPr="003D2D64">
        <w:rPr>
          <w:iCs/>
          <w:szCs w:val="24"/>
        </w:rPr>
        <w:t>lielāks,</w:t>
      </w:r>
      <w:r w:rsidRPr="00F004A4">
        <w:rPr>
          <w:iCs/>
          <w:szCs w:val="24"/>
        </w:rPr>
        <w:t xml:space="preserve"> salīdzinot ar 2023.</w:t>
      </w:r>
      <w:r w:rsidR="00CB2B1B">
        <w:rPr>
          <w:iCs/>
          <w:szCs w:val="24"/>
        </w:rPr>
        <w:t xml:space="preserve"> </w:t>
      </w:r>
      <w:r w:rsidRPr="00F004A4">
        <w:rPr>
          <w:iCs/>
          <w:szCs w:val="24"/>
        </w:rPr>
        <w:t>gadam plānoto investīciju apjomu Satiksmes ministrijas budžetā.</w:t>
      </w:r>
    </w:p>
    <w:p w14:paraId="37DA1714" w14:textId="77777777" w:rsidR="004750C4" w:rsidRPr="00CB73F6" w:rsidRDefault="004750C4" w:rsidP="004750C4">
      <w:pPr>
        <w:spacing w:before="130" w:line="260" w:lineRule="exact"/>
        <w:ind w:firstLine="539"/>
        <w:rPr>
          <w:iCs/>
          <w:szCs w:val="24"/>
        </w:rPr>
      </w:pPr>
      <w:r w:rsidRPr="00CB73F6">
        <w:rPr>
          <w:iCs/>
          <w:szCs w:val="24"/>
        </w:rPr>
        <w:t>Ar resora investīcijām 202</w:t>
      </w:r>
      <w:r>
        <w:rPr>
          <w:iCs/>
          <w:szCs w:val="24"/>
        </w:rPr>
        <w:t>4</w:t>
      </w:r>
      <w:r w:rsidRPr="00CB73F6">
        <w:rPr>
          <w:iCs/>
          <w:szCs w:val="24"/>
        </w:rPr>
        <w:t xml:space="preserve">. gadā tiks veicināta ilgtspējīga cilvēka mobilitātes vajadzību apmierināšana, vienlaikus sniedzot ieguldījumu valsts ekonomiskajā izaugsmē, </w:t>
      </w:r>
      <w:r>
        <w:rPr>
          <w:iCs/>
          <w:szCs w:val="24"/>
        </w:rPr>
        <w:t>tajā skaitā</w:t>
      </w:r>
      <w:r w:rsidRPr="00CB73F6">
        <w:rPr>
          <w:iCs/>
          <w:szCs w:val="24"/>
        </w:rPr>
        <w:t xml:space="preserve"> uzņēmējdarbības vides attīstībā un pieejamībā. Investīciju ietvaros plānots sasniegt šādus politikas rezultātus:</w:t>
      </w:r>
    </w:p>
    <w:p w14:paraId="44B42BA3" w14:textId="77777777" w:rsidR="004750C4" w:rsidRPr="00CB73F6" w:rsidRDefault="004750C4" w:rsidP="004750C4">
      <w:pPr>
        <w:spacing w:before="120"/>
        <w:ind w:firstLine="539"/>
        <w:rPr>
          <w:iCs/>
          <w:szCs w:val="24"/>
        </w:rPr>
      </w:pPr>
      <w:r w:rsidRPr="00CB73F6">
        <w:rPr>
          <w:iCs/>
          <w:szCs w:val="24"/>
        </w:rPr>
        <w:t>•</w:t>
      </w:r>
      <w:r w:rsidRPr="00CB73F6">
        <w:rPr>
          <w:iCs/>
          <w:szCs w:val="24"/>
        </w:rPr>
        <w:tab/>
        <w:t xml:space="preserve">uzlabotas mobilitātes iespējas; </w:t>
      </w:r>
    </w:p>
    <w:p w14:paraId="4EFAF018" w14:textId="77777777" w:rsidR="004750C4" w:rsidRPr="00CB73F6" w:rsidRDefault="004750C4" w:rsidP="004750C4">
      <w:pPr>
        <w:spacing w:before="120"/>
        <w:ind w:firstLine="539"/>
        <w:rPr>
          <w:iCs/>
          <w:szCs w:val="24"/>
        </w:rPr>
      </w:pPr>
      <w:r w:rsidRPr="00CB73F6">
        <w:rPr>
          <w:iCs/>
          <w:szCs w:val="24"/>
        </w:rPr>
        <w:t>•</w:t>
      </w:r>
      <w:r w:rsidRPr="00CB73F6">
        <w:rPr>
          <w:iCs/>
          <w:szCs w:val="24"/>
        </w:rPr>
        <w:tab/>
        <w:t xml:space="preserve">samazinātas SEG emisijas transportā, uzlabota vides, </w:t>
      </w:r>
      <w:r>
        <w:rPr>
          <w:iCs/>
          <w:szCs w:val="24"/>
        </w:rPr>
        <w:t>tajā skaitā</w:t>
      </w:r>
      <w:r w:rsidRPr="00CB73F6">
        <w:rPr>
          <w:iCs/>
          <w:szCs w:val="24"/>
        </w:rPr>
        <w:t xml:space="preserve"> gaisa, kvalitāte;</w:t>
      </w:r>
    </w:p>
    <w:p w14:paraId="0BD9A76E" w14:textId="77777777" w:rsidR="004750C4" w:rsidRPr="00CB73F6" w:rsidRDefault="004750C4" w:rsidP="004750C4">
      <w:pPr>
        <w:spacing w:before="120"/>
        <w:ind w:firstLine="539"/>
        <w:rPr>
          <w:iCs/>
          <w:szCs w:val="24"/>
        </w:rPr>
      </w:pPr>
      <w:r w:rsidRPr="00CB73F6">
        <w:rPr>
          <w:iCs/>
          <w:szCs w:val="24"/>
        </w:rPr>
        <w:t>•</w:t>
      </w:r>
      <w:r w:rsidRPr="00CB73F6">
        <w:rPr>
          <w:iCs/>
          <w:szCs w:val="24"/>
        </w:rPr>
        <w:tab/>
        <w:t xml:space="preserve">nodrošināta konkurētspējīga un </w:t>
      </w:r>
      <w:proofErr w:type="spellStart"/>
      <w:r w:rsidRPr="00CB73F6">
        <w:rPr>
          <w:iCs/>
          <w:szCs w:val="24"/>
        </w:rPr>
        <w:t>resursefektīva</w:t>
      </w:r>
      <w:proofErr w:type="spellEnd"/>
      <w:r w:rsidRPr="00CB73F6">
        <w:rPr>
          <w:iCs/>
          <w:szCs w:val="24"/>
        </w:rPr>
        <w:t xml:space="preserve"> transporta un loģistikas sistēma;</w:t>
      </w:r>
    </w:p>
    <w:p w14:paraId="37F8F137" w14:textId="77777777" w:rsidR="004750C4" w:rsidRPr="00CB73F6" w:rsidRDefault="004750C4" w:rsidP="004750C4">
      <w:pPr>
        <w:spacing w:before="120"/>
        <w:ind w:firstLine="539"/>
        <w:rPr>
          <w:iCs/>
          <w:szCs w:val="24"/>
        </w:rPr>
      </w:pPr>
      <w:r w:rsidRPr="00CB73F6">
        <w:rPr>
          <w:iCs/>
          <w:szCs w:val="24"/>
        </w:rPr>
        <w:t>•</w:t>
      </w:r>
      <w:r w:rsidRPr="00CB73F6">
        <w:rPr>
          <w:iCs/>
          <w:szCs w:val="24"/>
        </w:rPr>
        <w:tab/>
        <w:t>paaugstināta transporta drošība un drošums;</w:t>
      </w:r>
    </w:p>
    <w:p w14:paraId="644AA50B" w14:textId="77777777" w:rsidR="004750C4" w:rsidRPr="00CB73F6" w:rsidRDefault="004750C4" w:rsidP="004750C4">
      <w:pPr>
        <w:spacing w:before="120"/>
        <w:ind w:firstLine="539"/>
        <w:rPr>
          <w:iCs/>
          <w:szCs w:val="24"/>
        </w:rPr>
      </w:pPr>
      <w:r w:rsidRPr="00CB73F6">
        <w:rPr>
          <w:iCs/>
          <w:szCs w:val="24"/>
        </w:rPr>
        <w:t>•</w:t>
      </w:r>
      <w:r w:rsidRPr="00CB73F6">
        <w:rPr>
          <w:iCs/>
          <w:szCs w:val="24"/>
        </w:rPr>
        <w:tab/>
        <w:t>sekmētas inovācijas un augsti kvalificētu nozares profesionāļu sagatavošana.</w:t>
      </w:r>
    </w:p>
    <w:p w14:paraId="1EAA7D93" w14:textId="77777777" w:rsidR="004750C4" w:rsidRPr="00CB73F6" w:rsidRDefault="004750C4" w:rsidP="004750C4">
      <w:pPr>
        <w:spacing w:before="120"/>
        <w:ind w:firstLine="720"/>
        <w:rPr>
          <w:b/>
          <w:bCs/>
          <w:szCs w:val="24"/>
        </w:rPr>
      </w:pPr>
      <w:r w:rsidRPr="00CB73F6">
        <w:rPr>
          <w:b/>
          <w:bCs/>
          <w:szCs w:val="24"/>
        </w:rPr>
        <w:t>1. Autoceļi:</w:t>
      </w:r>
    </w:p>
    <w:p w14:paraId="0DA03D6F" w14:textId="77777777" w:rsidR="004750C4" w:rsidRPr="00CB73F6" w:rsidRDefault="004750C4" w:rsidP="004750C4">
      <w:pPr>
        <w:ind w:firstLine="0"/>
        <w:rPr>
          <w:szCs w:val="24"/>
        </w:rPr>
      </w:pPr>
      <w:r w:rsidRPr="00CB73F6">
        <w:rPr>
          <w:i/>
          <w:iCs/>
          <w:szCs w:val="24"/>
        </w:rPr>
        <w:t>mērķis</w:t>
      </w:r>
      <w:r w:rsidRPr="00CB73F6">
        <w:rPr>
          <w:szCs w:val="24"/>
        </w:rPr>
        <w:t xml:space="preserve"> – nodrošināt integrētu, ilgtspējīgu transporta sistēmu, kas sniedz kvalitatīvas cilvēku un kravu mobilitātes iespējas visā valsts teritorijā, nodrošinot vietējo sasniedzamību, kā arī pamattīkla un visaptverošā tīkla sasaisti. Mērķa prioritāte ir kvalitatīva dzīves vide un teritoriju attīstība, nodrošinot valsts galveno un reģionālo autoceļu rekonstrukciju vai modernizāciju drošas infrastruktūras attīstībai nākotnē;</w:t>
      </w:r>
    </w:p>
    <w:p w14:paraId="5761744F"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teritoriālās sasniedzamības uzlabošana, </w:t>
      </w:r>
      <w:r>
        <w:rPr>
          <w:szCs w:val="24"/>
        </w:rPr>
        <w:t>tajā skaitā</w:t>
      </w:r>
      <w:r w:rsidRPr="00CB73F6">
        <w:rPr>
          <w:szCs w:val="24"/>
        </w:rPr>
        <w:t xml:space="preserve"> samazinot ceļā pavadīto laiku, autoceļu kvalitātes paaugstināšanā, par pamatu izvirzot drošu pārvietošanos.</w:t>
      </w:r>
    </w:p>
    <w:p w14:paraId="50B7E240" w14:textId="77777777" w:rsidR="004750C4" w:rsidRPr="00CB73F6" w:rsidRDefault="004750C4" w:rsidP="004750C4">
      <w:pPr>
        <w:ind w:firstLine="720"/>
        <w:rPr>
          <w:b/>
          <w:bCs/>
          <w:szCs w:val="24"/>
        </w:rPr>
      </w:pPr>
      <w:r w:rsidRPr="00CB73F6">
        <w:rPr>
          <w:b/>
          <w:bCs/>
          <w:szCs w:val="24"/>
        </w:rPr>
        <w:t>2. Dzelzceļš:</w:t>
      </w:r>
    </w:p>
    <w:p w14:paraId="396F8C24" w14:textId="77777777" w:rsidR="004750C4" w:rsidRPr="00CB73F6" w:rsidRDefault="004750C4" w:rsidP="004750C4">
      <w:pPr>
        <w:ind w:firstLine="0"/>
        <w:rPr>
          <w:szCs w:val="24"/>
        </w:rPr>
      </w:pPr>
      <w:r w:rsidRPr="00CB73F6">
        <w:rPr>
          <w:i/>
          <w:iCs/>
          <w:szCs w:val="24"/>
        </w:rPr>
        <w:t>mērķis</w:t>
      </w:r>
      <w:r w:rsidRPr="00CB73F6">
        <w:rPr>
          <w:szCs w:val="24"/>
        </w:rPr>
        <w:t xml:space="preserve"> – nodrošināt integrētu, ilgtspējīgu transporta sistēmu, kas sniedz kvalitatīvas cilvēku un kravu mobilitātes iespējas visas valsts teritorijā, nodrošinot gan vietēju sasniedzamību, izmantojot dzelzceļu kā sabiedriskā transporta mugurkaulu, gan arī starptautisko savietojamību, pilnībā iekļaujoties ES pamattīklā (</w:t>
      </w:r>
      <w:r w:rsidRPr="00CB73F6">
        <w:rPr>
          <w:i/>
          <w:iCs/>
          <w:szCs w:val="24"/>
        </w:rPr>
        <w:t xml:space="preserve">Rail </w:t>
      </w:r>
      <w:proofErr w:type="spellStart"/>
      <w:r w:rsidRPr="00CB73F6">
        <w:rPr>
          <w:i/>
          <w:iCs/>
          <w:szCs w:val="24"/>
        </w:rPr>
        <w:t>Baltica</w:t>
      </w:r>
      <w:proofErr w:type="spellEnd"/>
      <w:r w:rsidRPr="00CB73F6">
        <w:rPr>
          <w:szCs w:val="24"/>
        </w:rPr>
        <w:t>);</w:t>
      </w:r>
    </w:p>
    <w:p w14:paraId="07600138" w14:textId="77777777" w:rsidR="004750C4" w:rsidRDefault="004750C4" w:rsidP="004750C4">
      <w:pPr>
        <w:spacing w:after="240"/>
        <w:ind w:firstLine="0"/>
        <w:rPr>
          <w:szCs w:val="24"/>
        </w:rPr>
      </w:pPr>
      <w:r w:rsidRPr="00CB73F6">
        <w:rPr>
          <w:i/>
          <w:iCs/>
          <w:szCs w:val="24"/>
        </w:rPr>
        <w:t>sagaidāmais rezultāts</w:t>
      </w:r>
      <w:r w:rsidRPr="00CB73F6">
        <w:rPr>
          <w:szCs w:val="24"/>
        </w:rPr>
        <w:t xml:space="preserve"> – tiek nodrošināta integrācija Ziemeļjūras-Baltijas jūras transporta koridorā un līdz ar to arī ES kopējā dzelzceļa sistēmā. Tiek radītas iespējas loģistikas pakalpojumu attīstībai, nodrošinot jūras, dzelzceļa un auto-transportu multimodālos savienojumus, kā arī ieviests ES Militārās mobilitātes plāns, veidojot civilo-militāro divējādā pielietojuma dzelzceļa līniju.</w:t>
      </w:r>
    </w:p>
    <w:p w14:paraId="091B8768"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 xml:space="preserve">18. Labklājības ministrijas </w:t>
      </w:r>
      <w:r w:rsidRPr="00CB73F6">
        <w:rPr>
          <w:b/>
          <w:bCs/>
          <w:i/>
          <w:iCs/>
          <w:szCs w:val="24"/>
          <w:lang w:eastAsia="lv-LV"/>
        </w:rPr>
        <w:t>pamatbudžets</w:t>
      </w:r>
    </w:p>
    <w:p w14:paraId="00264DE4" w14:textId="77777777" w:rsidR="004750C4" w:rsidRPr="001F23A9" w:rsidRDefault="004750C4" w:rsidP="004750C4">
      <w:pPr>
        <w:spacing w:before="240"/>
        <w:ind w:firstLine="720"/>
        <w:rPr>
          <w:szCs w:val="24"/>
        </w:rPr>
      </w:pPr>
      <w:r w:rsidRPr="001F23A9">
        <w:rPr>
          <w:szCs w:val="24"/>
        </w:rPr>
        <w:t xml:space="preserve">Valsts budžeta finansējums investīciju projektu īstenošanai resorā 2024. gadā plānots </w:t>
      </w:r>
      <w:r w:rsidRPr="001F23A9">
        <w:rPr>
          <w:b/>
          <w:bCs/>
          <w:szCs w:val="24"/>
        </w:rPr>
        <w:t>3,6</w:t>
      </w:r>
      <w:r w:rsidRPr="001F23A9">
        <w:rPr>
          <w:szCs w:val="24"/>
        </w:rPr>
        <w:t xml:space="preserve"> milj. </w:t>
      </w:r>
      <w:proofErr w:type="spellStart"/>
      <w:r w:rsidRPr="001F23A9">
        <w:rPr>
          <w:i/>
          <w:iCs/>
          <w:szCs w:val="24"/>
        </w:rPr>
        <w:t>euro</w:t>
      </w:r>
      <w:proofErr w:type="spellEnd"/>
      <w:r w:rsidRPr="001F23A9">
        <w:rPr>
          <w:i/>
          <w:iCs/>
          <w:szCs w:val="24"/>
        </w:rPr>
        <w:t>,</w:t>
      </w:r>
      <w:r w:rsidRPr="001F23A9">
        <w:rPr>
          <w:szCs w:val="24"/>
        </w:rPr>
        <w:t xml:space="preserve"> tajā skaitā ES politiku instrumentu un pārējās ārvalstu finanšu palīdzības līdzfinansēto projektu īstenošanai </w:t>
      </w:r>
      <w:r w:rsidRPr="001F23A9">
        <w:rPr>
          <w:b/>
          <w:bCs/>
          <w:szCs w:val="24"/>
        </w:rPr>
        <w:t xml:space="preserve">1,9 </w:t>
      </w:r>
      <w:r w:rsidRPr="001F23A9">
        <w:rPr>
          <w:szCs w:val="24"/>
        </w:rPr>
        <w:t xml:space="preserve">milj. </w:t>
      </w:r>
      <w:proofErr w:type="spellStart"/>
      <w:r w:rsidRPr="001F23A9">
        <w:rPr>
          <w:i/>
          <w:iCs/>
          <w:szCs w:val="24"/>
        </w:rPr>
        <w:t>euro</w:t>
      </w:r>
      <w:proofErr w:type="spellEnd"/>
      <w:r w:rsidRPr="001F23A9">
        <w:rPr>
          <w:szCs w:val="24"/>
        </w:rPr>
        <w:t xml:space="preserve"> apmērā. </w:t>
      </w:r>
      <w:r w:rsidRPr="001F23A9">
        <w:t>Paredzētais</w:t>
      </w:r>
      <w:r w:rsidRPr="001F23A9">
        <w:rPr>
          <w:szCs w:val="24"/>
        </w:rPr>
        <w:t xml:space="preserve"> valsts budžeta ieguldījums investīcijām ir par 5,1 milj. </w:t>
      </w:r>
      <w:proofErr w:type="spellStart"/>
      <w:r w:rsidRPr="001F23A9">
        <w:rPr>
          <w:i/>
          <w:iCs/>
          <w:szCs w:val="24"/>
        </w:rPr>
        <w:t>euro</w:t>
      </w:r>
      <w:proofErr w:type="spellEnd"/>
      <w:r w:rsidRPr="001F23A9">
        <w:rPr>
          <w:szCs w:val="24"/>
        </w:rPr>
        <w:t xml:space="preserve"> jeb 58,1% </w:t>
      </w:r>
      <w:r w:rsidRPr="00B776B4">
        <w:rPr>
          <w:szCs w:val="24"/>
        </w:rPr>
        <w:t xml:space="preserve">mazāks, </w:t>
      </w:r>
      <w:r w:rsidRPr="001F23A9">
        <w:rPr>
          <w:szCs w:val="24"/>
        </w:rPr>
        <w:t>salīdzinot ar investīciju apjomu 2023. gada budžetā.</w:t>
      </w:r>
    </w:p>
    <w:p w14:paraId="5886E4A4" w14:textId="06EA3DD1" w:rsidR="004750C4" w:rsidRPr="00CB73F6" w:rsidRDefault="004750C4" w:rsidP="004750C4">
      <w:pPr>
        <w:ind w:firstLine="720"/>
        <w:rPr>
          <w:szCs w:val="24"/>
        </w:rPr>
      </w:pPr>
      <w:r w:rsidRPr="001F23A9">
        <w:rPr>
          <w:szCs w:val="24"/>
        </w:rPr>
        <w:t>Ar resora investīcijām 2024. gadā plānoti ieguldījumi prognozēšanas rīka izstrādei sociālās apdrošināšanas sistēmas ilgtermiņa prognozēm, infrastruktūras uzlabošanas un energoefektivitātes paaugstināšanai SIVA ēkās, un IT sistēmu pilnveidošanai un pielāgošanai kvalitatīvu sociālo pakalpojumu sniegšanai.</w:t>
      </w:r>
    </w:p>
    <w:p w14:paraId="49FE45FD" w14:textId="77777777" w:rsidR="004750C4" w:rsidRPr="00FF2535" w:rsidRDefault="004750C4" w:rsidP="004750C4">
      <w:pPr>
        <w:rPr>
          <w:b/>
          <w:bCs/>
        </w:rPr>
      </w:pPr>
      <w:r>
        <w:rPr>
          <w:b/>
          <w:bCs/>
        </w:rPr>
        <w:lastRenderedPageBreak/>
        <w:t xml:space="preserve">1. </w:t>
      </w:r>
      <w:r w:rsidRPr="005600B4">
        <w:rPr>
          <w:b/>
          <w:bCs/>
        </w:rPr>
        <w:t>Prognozēšanas rīka izstrāde sociālās apdrošināšanas sistēmas ilgtermiņa prognozēm, sistēmas ilgtermiņa stabilitātes izvērtēšanai un nodrošināšanai:</w:t>
      </w:r>
    </w:p>
    <w:p w14:paraId="3ACFDE0A"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Pr>
          <w:szCs w:val="24"/>
        </w:rPr>
        <w:t>LM</w:t>
      </w:r>
      <w:r w:rsidRPr="005600B4">
        <w:rPr>
          <w:szCs w:val="24"/>
        </w:rPr>
        <w:t xml:space="preserve"> īstenotā ANM projekta (3.1.2.2.i. investīcijas projekts </w:t>
      </w:r>
      <w:r>
        <w:rPr>
          <w:szCs w:val="24"/>
        </w:rPr>
        <w:t>“</w:t>
      </w:r>
      <w:r w:rsidRPr="005600B4">
        <w:rPr>
          <w:szCs w:val="24"/>
        </w:rPr>
        <w:t>Prognozēšanas rīka izstrāde sociālās apdrošināšanas sistēmas ilgtermiņa prognozēm, sistēmas ilgtermiņa stabilitātes izvērtēšanai un nodrošināšanai</w:t>
      </w:r>
      <w:r>
        <w:rPr>
          <w:szCs w:val="24"/>
        </w:rPr>
        <w:t>”</w:t>
      </w:r>
      <w:r w:rsidRPr="005600B4">
        <w:rPr>
          <w:szCs w:val="24"/>
        </w:rPr>
        <w:t xml:space="preserve"> ietvaros izstrādāts prognozēšanas rīks valsts sociālās apdrošināšanas sistēmas, tostarp pensiju sistēmas, ilgtermiņa prognozēm, sistēmas ilgtermiņa stabilitātes, ilgtspējas un efektivitātes izvērtēšanai un nodrošināšanai, īpaši ņemot vērā COVID - 19 krīzes izraisītās straujās izmaiņas sociālās drošības sistēmas pakalpojumos un minimālo garantiju pilnveidošanu</w:t>
      </w:r>
      <w:r>
        <w:rPr>
          <w:szCs w:val="24"/>
        </w:rPr>
        <w:t>;</w:t>
      </w:r>
    </w:p>
    <w:p w14:paraId="53860B62"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1C77A1">
        <w:rPr>
          <w:iCs/>
        </w:rPr>
        <w:t>izstrādāts prognozēšanas rīks valsts sociālās apdrošināšanas sistēmas, tostarp pensiju sistēmas, ilgtermiņa prognozēm, detalizētāk un efektīvāk izvērtējot sociālās drošības sistēmas esošos un iecerētos pasākumus, to ietekmi uz valsts sociālās apdrošināšanas sistēmas dalībniekiem un valsts sociālās apdrošināšanas sistēmas stabilitāti un finanšu ilgtspēju. Jaunais prognozēšanas rīks ļaus efektīvākā veidā prognozēs izmantot un atspoguļot demogrāfijas aspektu, panākot ātrāku un precīzāku rezultātu, kā arī stiprinās administratīvo kapacitāti sociālās drošības jomā.</w:t>
      </w:r>
      <w:r w:rsidRPr="00346312">
        <w:t> </w:t>
      </w:r>
    </w:p>
    <w:p w14:paraId="586FA211" w14:textId="77777777" w:rsidR="004750C4" w:rsidRPr="00CB73F6" w:rsidRDefault="004750C4" w:rsidP="004750C4">
      <w:pPr>
        <w:ind w:firstLine="720"/>
        <w:rPr>
          <w:b/>
          <w:bCs/>
          <w:szCs w:val="24"/>
        </w:rPr>
      </w:pPr>
      <w:r w:rsidRPr="00CB73F6">
        <w:rPr>
          <w:b/>
          <w:bCs/>
          <w:szCs w:val="24"/>
        </w:rPr>
        <w:t xml:space="preserve">2. </w:t>
      </w:r>
      <w:r w:rsidRPr="005600B4">
        <w:rPr>
          <w:b/>
          <w:bCs/>
          <w:szCs w:val="24"/>
        </w:rPr>
        <w:t xml:space="preserve">Infrastruktūras uzlabošanas un energoefektivitātes paaugstināšanas pasākumi </w:t>
      </w:r>
      <w:r>
        <w:rPr>
          <w:b/>
          <w:bCs/>
          <w:szCs w:val="24"/>
        </w:rPr>
        <w:t>SIVA</w:t>
      </w:r>
      <w:r w:rsidRPr="005600B4">
        <w:rPr>
          <w:b/>
          <w:bCs/>
          <w:szCs w:val="24"/>
        </w:rPr>
        <w:t xml:space="preserve"> ēkās:</w:t>
      </w:r>
    </w:p>
    <w:p w14:paraId="4DA93C7E" w14:textId="77777777" w:rsidR="004750C4" w:rsidRPr="00CB73F6" w:rsidRDefault="004750C4" w:rsidP="004750C4">
      <w:pPr>
        <w:ind w:firstLine="0"/>
        <w:rPr>
          <w:szCs w:val="24"/>
        </w:rPr>
      </w:pPr>
      <w:r w:rsidRPr="00CB73F6">
        <w:rPr>
          <w:i/>
          <w:iCs/>
          <w:szCs w:val="24"/>
        </w:rPr>
        <w:t>mērķis</w:t>
      </w:r>
      <w:r w:rsidRPr="00CB73F6">
        <w:rPr>
          <w:szCs w:val="24"/>
        </w:rPr>
        <w:t xml:space="preserve"> – </w:t>
      </w:r>
      <w:r>
        <w:t>SIVA</w:t>
      </w:r>
      <w:r w:rsidRPr="00346312">
        <w:t xml:space="preserve"> īstenotā ANM projekta (3.1.2.4.i. investīcijas projekts </w:t>
      </w:r>
      <w:r>
        <w:t>“</w:t>
      </w:r>
      <w:r w:rsidRPr="00346312">
        <w:t xml:space="preserve">RAITI: Rehabilitācija. Atbalsts. Iekļaušana. </w:t>
      </w:r>
      <w:proofErr w:type="spellStart"/>
      <w:r w:rsidRPr="00346312">
        <w:t>TālākIzglītība</w:t>
      </w:r>
      <w:proofErr w:type="spellEnd"/>
      <w:r w:rsidRPr="00346312">
        <w:t>) ietvaros veikta infrastruktūras pilnveidošana Slokas ielā 61, Jūrmalā, veikti energoefektivitātes paaugstināšanas pasākumi Dubultu prospektā 71, Jūrmalā, iegādāta materiāli tehniskās bāzes izveide kompetenču attīstības centram Slokas ielas 61 1.korpusā, Jūrmalā</w:t>
      </w:r>
      <w:r>
        <w:t>;</w:t>
      </w:r>
    </w:p>
    <w:p w14:paraId="70829133"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346312">
        <w:t xml:space="preserve">veikta infrastruktūras pilnveide, nodrošinot vides pieejamību Slokas ielas 61 1.korpusā, uzlabojot infrastruktūru, tostarp vides </w:t>
      </w:r>
      <w:proofErr w:type="spellStart"/>
      <w:r w:rsidRPr="00346312">
        <w:t>piekļūstamību</w:t>
      </w:r>
      <w:proofErr w:type="spellEnd"/>
      <w:r w:rsidRPr="00346312">
        <w:t xml:space="preserve"> Slokas ielā 61, nodrošinot drošu un pieejamu vidi </w:t>
      </w:r>
      <w:r>
        <w:t>SIVA</w:t>
      </w:r>
      <w:r w:rsidRPr="00346312">
        <w:t xml:space="preserve"> klientiem, paaugstināta ēkas energoefektivitāte, tādejādi samazinot nepieciešamo energoresursu patēriņu ēkas uzturēšanai. Aprīkots kompetenču attīstības centrs ar nepieciešamajām tehnoloģijām, iekārtām, inventāru, mēbelēm, datortehniku u.c., lai nodrošinātu kvalitatīvu pakalpojumu sniegšanu. Izveidots kompetenču attīstības centrs pakalpojumu sniegšanai personām ar funkcionāliem traucējumiem, neformālajiem aprūpētājiem, izglītības un sociālā darba jomas speciālistiem u.c</w:t>
      </w:r>
      <w:r>
        <w:t>.</w:t>
      </w:r>
    </w:p>
    <w:p w14:paraId="5C095327" w14:textId="63522A81" w:rsidR="004750C4" w:rsidRPr="00CB73F6" w:rsidRDefault="004750C4" w:rsidP="004750C4">
      <w:pPr>
        <w:ind w:firstLine="720"/>
        <w:rPr>
          <w:b/>
          <w:bCs/>
          <w:szCs w:val="24"/>
        </w:rPr>
      </w:pPr>
      <w:bookmarkStart w:id="2" w:name="_Hlk148598740"/>
      <w:r w:rsidRPr="00CB73F6">
        <w:rPr>
          <w:b/>
          <w:bCs/>
          <w:szCs w:val="24"/>
        </w:rPr>
        <w:t>3</w:t>
      </w:r>
      <w:bookmarkStart w:id="3" w:name="_Hlk148598755"/>
      <w:bookmarkEnd w:id="2"/>
      <w:r w:rsidRPr="00CB73F6">
        <w:rPr>
          <w:b/>
          <w:bCs/>
          <w:szCs w:val="24"/>
        </w:rPr>
        <w:t xml:space="preserve">. </w:t>
      </w:r>
      <w:r w:rsidRPr="005600B4">
        <w:rPr>
          <w:b/>
          <w:bCs/>
          <w:szCs w:val="24"/>
        </w:rPr>
        <w:t>Nozares IT sistēmu pilnveidošana un pielāgošana kvalitatīvu sociālo pakalpojumu sniegšanai:</w:t>
      </w:r>
    </w:p>
    <w:p w14:paraId="6CC7E24C" w14:textId="77777777" w:rsidR="004750C4" w:rsidRPr="00CB73F6" w:rsidRDefault="004750C4" w:rsidP="004750C4">
      <w:pPr>
        <w:ind w:firstLine="0"/>
        <w:rPr>
          <w:szCs w:val="24"/>
        </w:rPr>
      </w:pPr>
      <w:bookmarkStart w:id="4" w:name="_Hlk148598881"/>
      <w:r w:rsidRPr="00CB73F6">
        <w:rPr>
          <w:i/>
          <w:iCs/>
          <w:szCs w:val="24"/>
        </w:rPr>
        <w:t>mērķis</w:t>
      </w:r>
      <w:r w:rsidRPr="00CB73F6">
        <w:rPr>
          <w:szCs w:val="24"/>
        </w:rPr>
        <w:t xml:space="preserve"> – </w:t>
      </w:r>
      <w:r w:rsidRPr="001C77A1">
        <w:t xml:space="preserve">pilnveidot sociālo pakalpojumu klāstu, sociālās rehabilitācijas pakalpojumus, paaugstināt to kvalitāti un pieejamību, pilnveidojot labklājības nozares IT sistēmas, galvenokārt, SPOLIS sistēmu, pašvaldību lietojumprogrammas </w:t>
      </w:r>
      <w:r>
        <w:t>“</w:t>
      </w:r>
      <w:r w:rsidRPr="001C77A1">
        <w:t>SOPA</w:t>
      </w:r>
      <w:r>
        <w:t>”</w:t>
      </w:r>
      <w:r w:rsidRPr="001C77A1">
        <w:t xml:space="preserve"> datu apmaiņas sistēmu (datu apmaiņas nodrošināšanai ar SPOLIS), Adopcijas reģistru, Invaliditātes informatīvo sistēmu, </w:t>
      </w:r>
      <w:r>
        <w:t>Bāriņtiesu un iestāžu, kurās uzturas bērni (piemēram, skolas, pirmsskolas izglītības iestādes, u.c.) informatīvo atbalsta sistēm</w:t>
      </w:r>
      <w:r w:rsidRPr="00F94C35">
        <w:t>u</w:t>
      </w:r>
      <w:r>
        <w:t xml:space="preserve">, </w:t>
      </w:r>
      <w:r>
        <w:rPr>
          <w:lang w:eastAsia="lv-LV"/>
        </w:rPr>
        <w:t>Bezdarbnieku uzskaites un reģistrēto vakanču IT sistēmu mācību izmaksu metodikas piemērošanai</w:t>
      </w:r>
      <w:r w:rsidRPr="00F94C35">
        <w:t xml:space="preserve">, </w:t>
      </w:r>
      <w:r>
        <w:t xml:space="preserve">izstrādājot </w:t>
      </w:r>
      <w:r w:rsidRPr="001C77A1">
        <w:rPr>
          <w:rFonts w:eastAsiaTheme="minorHAnsi"/>
        </w:rPr>
        <w:t xml:space="preserve">Bāriņtiesu amatpersonu sertifikācijas </w:t>
      </w:r>
      <w:r>
        <w:rPr>
          <w:rFonts w:eastAsiaTheme="minorHAnsi"/>
        </w:rPr>
        <w:t xml:space="preserve">IT </w:t>
      </w:r>
      <w:r w:rsidRPr="001C77A1">
        <w:rPr>
          <w:rFonts w:eastAsiaTheme="minorHAnsi"/>
        </w:rPr>
        <w:t>sistēm</w:t>
      </w:r>
      <w:r>
        <w:rPr>
          <w:rFonts w:eastAsiaTheme="minorHAnsi"/>
        </w:rPr>
        <w:t>u, aktualizējot</w:t>
      </w:r>
      <w:r>
        <w:rPr>
          <w:lang w:eastAsia="lv-LV"/>
        </w:rPr>
        <w:t xml:space="preserve"> e-moduli konkurētspējas paaugstināšanas pasākumu elastīgu apmācību formā īstenošanai</w:t>
      </w:r>
      <w:r w:rsidRPr="00CB73F6">
        <w:rPr>
          <w:szCs w:val="24"/>
        </w:rPr>
        <w:t>;</w:t>
      </w:r>
    </w:p>
    <w:bookmarkEnd w:id="4"/>
    <w:p w14:paraId="4B41635D" w14:textId="77777777" w:rsidR="004750C4" w:rsidRDefault="004750C4" w:rsidP="004750C4">
      <w:pPr>
        <w:spacing w:after="240"/>
        <w:ind w:firstLine="0"/>
      </w:pPr>
      <w:r w:rsidRPr="00CB73F6">
        <w:rPr>
          <w:i/>
          <w:iCs/>
          <w:szCs w:val="24"/>
        </w:rPr>
        <w:t>sagaidāmais rezultāts</w:t>
      </w:r>
      <w:r w:rsidRPr="00CB73F6">
        <w:rPr>
          <w:szCs w:val="24"/>
        </w:rPr>
        <w:t xml:space="preserve"> – </w:t>
      </w:r>
      <w:r w:rsidRPr="001C77A1">
        <w:t xml:space="preserve">pielāgotas </w:t>
      </w:r>
      <w:r>
        <w:t xml:space="preserve">IT </w:t>
      </w:r>
      <w:r w:rsidRPr="001C77A1">
        <w:t xml:space="preserve">sistēmas kvalitatīvākai sociālo pakalpojumu nodrošināšanai </w:t>
      </w:r>
      <w:proofErr w:type="spellStart"/>
      <w:r w:rsidRPr="001C77A1">
        <w:t>mazākaizsargātajām</w:t>
      </w:r>
      <w:proofErr w:type="spellEnd"/>
      <w:r w:rsidRPr="001C77A1">
        <w:t xml:space="preserve"> </w:t>
      </w:r>
      <w:proofErr w:type="spellStart"/>
      <w:r w:rsidRPr="001C77A1">
        <w:t>mērķgrupām</w:t>
      </w:r>
      <w:proofErr w:type="spellEnd"/>
      <w:r w:rsidRPr="001C77A1">
        <w:t>, uzlabota IT sistēmu funkcionalitāte, nodrošinātas automātiskas datu apmaiņas (piemēram, no pašvaldībām), savlaicīga un operatīva datu ievade, tādējādi mazinot kļūdu iespēju un paātrinot pakalpojumu sniegšanu</w:t>
      </w:r>
      <w:r>
        <w:t>.</w:t>
      </w:r>
    </w:p>
    <w:p w14:paraId="7431D575" w14:textId="77777777" w:rsidR="00CB2B1B" w:rsidRPr="00CB73F6" w:rsidRDefault="00CB2B1B" w:rsidP="004750C4">
      <w:pPr>
        <w:spacing w:after="240"/>
        <w:ind w:firstLine="0"/>
        <w:rPr>
          <w:szCs w:val="24"/>
        </w:rPr>
      </w:pPr>
    </w:p>
    <w:bookmarkEnd w:id="3"/>
    <w:p w14:paraId="268DB40A"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lastRenderedPageBreak/>
        <w:t xml:space="preserve">18. Labklājības ministrijas </w:t>
      </w:r>
      <w:r w:rsidRPr="00CB73F6">
        <w:rPr>
          <w:b/>
          <w:bCs/>
          <w:i/>
          <w:iCs/>
          <w:szCs w:val="24"/>
          <w:lang w:eastAsia="lv-LV"/>
        </w:rPr>
        <w:t>speciālais budžets</w:t>
      </w:r>
    </w:p>
    <w:p w14:paraId="2540A187" w14:textId="77777777" w:rsidR="004750C4" w:rsidRPr="00CF18DB" w:rsidRDefault="004750C4" w:rsidP="004750C4">
      <w:pPr>
        <w:spacing w:before="240"/>
        <w:ind w:firstLine="720"/>
        <w:rPr>
          <w:szCs w:val="24"/>
        </w:rPr>
      </w:pPr>
      <w:r w:rsidRPr="00CF18DB">
        <w:rPr>
          <w:szCs w:val="24"/>
        </w:rPr>
        <w:t xml:space="preserve">Valsts budžeta finansējums investīciju projektu īstenošanai resorā 2024. gadā plānots </w:t>
      </w:r>
      <w:r w:rsidRPr="00CF18DB">
        <w:rPr>
          <w:b/>
          <w:bCs/>
          <w:szCs w:val="24"/>
        </w:rPr>
        <w:t>1,1</w:t>
      </w:r>
      <w:r w:rsidRPr="00CF18DB">
        <w:rPr>
          <w:szCs w:val="24"/>
        </w:rPr>
        <w:t xml:space="preserve"> milj. </w:t>
      </w:r>
      <w:proofErr w:type="spellStart"/>
      <w:r w:rsidRPr="00CF18DB">
        <w:rPr>
          <w:i/>
          <w:iCs/>
          <w:szCs w:val="24"/>
        </w:rPr>
        <w:t>euro</w:t>
      </w:r>
      <w:proofErr w:type="spellEnd"/>
      <w:r w:rsidRPr="00CF18DB">
        <w:rPr>
          <w:szCs w:val="24"/>
        </w:rPr>
        <w:t xml:space="preserve">. </w:t>
      </w:r>
      <w:r w:rsidRPr="00CF18DB">
        <w:t>Paredzētais</w:t>
      </w:r>
      <w:r w:rsidRPr="00CF18DB">
        <w:rPr>
          <w:szCs w:val="24"/>
        </w:rPr>
        <w:t xml:space="preserve"> valsts budžeta ieguldījums investīcijām ir par 0,1 milj. </w:t>
      </w:r>
      <w:proofErr w:type="spellStart"/>
      <w:r w:rsidRPr="00CF18DB">
        <w:rPr>
          <w:i/>
          <w:iCs/>
          <w:szCs w:val="24"/>
        </w:rPr>
        <w:t>euro</w:t>
      </w:r>
      <w:proofErr w:type="spellEnd"/>
      <w:r w:rsidRPr="00CF18DB">
        <w:rPr>
          <w:szCs w:val="24"/>
        </w:rPr>
        <w:t xml:space="preserve"> jeb 9,0% mazāks, salīdzinot ar investīciju apjomu 2023. gada budžetā.</w:t>
      </w:r>
    </w:p>
    <w:p w14:paraId="3B816CDE" w14:textId="77777777" w:rsidR="004750C4" w:rsidRPr="00CB73F6" w:rsidRDefault="004750C4" w:rsidP="004750C4">
      <w:pPr>
        <w:ind w:firstLine="720"/>
        <w:rPr>
          <w:szCs w:val="24"/>
        </w:rPr>
      </w:pPr>
      <w:r w:rsidRPr="00CF18DB">
        <w:rPr>
          <w:szCs w:val="24"/>
        </w:rPr>
        <w:t>Ar resora investīcijām 2024. gadā tiks uzlabotas un pielāgotas VSAA IT sistēmas, kā arī tiks nodrošināta VSAA pamatdarbības un atbalsta sistēmu darbības nepārtrauktība un optimāla IKT resursu izmantošana.</w:t>
      </w:r>
    </w:p>
    <w:p w14:paraId="6F3A5CA8" w14:textId="77777777" w:rsidR="004750C4" w:rsidRPr="00CB73F6" w:rsidRDefault="004750C4" w:rsidP="004750C4">
      <w:pPr>
        <w:ind w:firstLine="720"/>
        <w:rPr>
          <w:b/>
          <w:bCs/>
          <w:szCs w:val="24"/>
        </w:rPr>
      </w:pPr>
      <w:r w:rsidRPr="00CB73F6">
        <w:rPr>
          <w:b/>
          <w:bCs/>
          <w:szCs w:val="24"/>
        </w:rPr>
        <w:t xml:space="preserve">1. </w:t>
      </w:r>
      <w:r>
        <w:rPr>
          <w:b/>
          <w:bCs/>
          <w:szCs w:val="24"/>
        </w:rPr>
        <w:t>VSAA</w:t>
      </w:r>
      <w:r w:rsidRPr="00FB3C9A">
        <w:rPr>
          <w:b/>
          <w:bCs/>
          <w:szCs w:val="24"/>
        </w:rPr>
        <w:t xml:space="preserve"> IT sistēmu pielāgošana (SAIS un ISS programmatūras attīstība)</w:t>
      </w:r>
      <w:r>
        <w:rPr>
          <w:b/>
          <w:bCs/>
          <w:szCs w:val="24"/>
        </w:rPr>
        <w:t>:</w:t>
      </w:r>
    </w:p>
    <w:p w14:paraId="2D019B55"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FB3C9A">
        <w:rPr>
          <w:szCs w:val="24"/>
        </w:rPr>
        <w:t xml:space="preserve">pielāgotas </w:t>
      </w:r>
      <w:r>
        <w:rPr>
          <w:szCs w:val="24"/>
        </w:rPr>
        <w:t>VSAA</w:t>
      </w:r>
      <w:r w:rsidRPr="00FB3C9A">
        <w:rPr>
          <w:szCs w:val="24"/>
        </w:rPr>
        <w:t xml:space="preserve"> IT sistēmas pensiju, valsts sociālo pabalstu un atlīdzīb</w:t>
      </w:r>
      <w:r>
        <w:rPr>
          <w:szCs w:val="24"/>
        </w:rPr>
        <w:t>u</w:t>
      </w:r>
      <w:r w:rsidRPr="00FB3C9A">
        <w:rPr>
          <w:szCs w:val="24"/>
        </w:rPr>
        <w:t xml:space="preserve"> izmaksu nodrošināšanai, </w:t>
      </w:r>
      <w:r>
        <w:rPr>
          <w:szCs w:val="24"/>
        </w:rPr>
        <w:t>tajā skaitā</w:t>
      </w:r>
      <w:r w:rsidRPr="00FB3C9A">
        <w:rPr>
          <w:szCs w:val="24"/>
        </w:rPr>
        <w:t xml:space="preserve"> ņemot vērā arī likumdošanas izmaiņas;</w:t>
      </w:r>
    </w:p>
    <w:p w14:paraId="31B0E0EC"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FB3C9A">
        <w:rPr>
          <w:szCs w:val="24"/>
        </w:rPr>
        <w:t xml:space="preserve">klientiem nodrošināta attiecīgo </w:t>
      </w:r>
      <w:r>
        <w:rPr>
          <w:szCs w:val="24"/>
        </w:rPr>
        <w:t>VSAA</w:t>
      </w:r>
      <w:r w:rsidRPr="00FB3C9A">
        <w:rPr>
          <w:szCs w:val="24"/>
        </w:rPr>
        <w:t xml:space="preserve"> pakalpojumu kvalitatīva un savlaicīga sniegšana.</w:t>
      </w:r>
    </w:p>
    <w:p w14:paraId="69B19DCA" w14:textId="77777777" w:rsidR="004750C4" w:rsidRPr="00CB73F6" w:rsidRDefault="004750C4" w:rsidP="004750C4">
      <w:pPr>
        <w:ind w:firstLine="720"/>
        <w:rPr>
          <w:b/>
          <w:bCs/>
          <w:szCs w:val="24"/>
        </w:rPr>
      </w:pPr>
      <w:r w:rsidRPr="00CB73F6">
        <w:rPr>
          <w:b/>
          <w:bCs/>
          <w:szCs w:val="24"/>
        </w:rPr>
        <w:t xml:space="preserve">2. </w:t>
      </w:r>
      <w:r>
        <w:rPr>
          <w:b/>
          <w:bCs/>
          <w:szCs w:val="24"/>
        </w:rPr>
        <w:t xml:space="preserve">VSAA </w:t>
      </w:r>
      <w:r w:rsidRPr="00FB3C9A">
        <w:rPr>
          <w:b/>
          <w:bCs/>
          <w:szCs w:val="24"/>
        </w:rPr>
        <w:t>IKT infrastruktūras atjaunošana</w:t>
      </w:r>
      <w:r w:rsidRPr="00CB73F6">
        <w:rPr>
          <w:b/>
          <w:bCs/>
          <w:szCs w:val="24"/>
        </w:rPr>
        <w:t>:</w:t>
      </w:r>
    </w:p>
    <w:p w14:paraId="5DFF4957"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FB3C9A">
        <w:rPr>
          <w:szCs w:val="24"/>
        </w:rPr>
        <w:t xml:space="preserve">atjaunot </w:t>
      </w:r>
      <w:r>
        <w:rPr>
          <w:szCs w:val="24"/>
        </w:rPr>
        <w:t>VSAA</w:t>
      </w:r>
      <w:r w:rsidRPr="00FB3C9A">
        <w:rPr>
          <w:szCs w:val="24"/>
        </w:rPr>
        <w:t xml:space="preserve"> IKT infrastruktūru;</w:t>
      </w:r>
    </w:p>
    <w:p w14:paraId="25AD6B38"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w:t>
      </w:r>
      <w:bookmarkStart w:id="5" w:name="_Hlk125722582"/>
      <w:r w:rsidRPr="00CB73F6">
        <w:rPr>
          <w:szCs w:val="24"/>
        </w:rPr>
        <w:t xml:space="preserve"> </w:t>
      </w:r>
      <w:bookmarkEnd w:id="5"/>
      <w:r w:rsidRPr="00FB3C9A">
        <w:rPr>
          <w:szCs w:val="24"/>
        </w:rPr>
        <w:t xml:space="preserve">nodrošināta </w:t>
      </w:r>
      <w:r>
        <w:rPr>
          <w:szCs w:val="24"/>
        </w:rPr>
        <w:t>VSAA</w:t>
      </w:r>
      <w:r w:rsidRPr="00FB3C9A">
        <w:rPr>
          <w:szCs w:val="24"/>
        </w:rPr>
        <w:t xml:space="preserve"> pamatdarbības un atbalsta sistēmu darbības nepārtrauktība un optimāla IKT resursu izmantošana.</w:t>
      </w:r>
    </w:p>
    <w:p w14:paraId="08F70A4E" w14:textId="77777777" w:rsidR="004750C4" w:rsidRPr="00CB73F6" w:rsidRDefault="004750C4" w:rsidP="004750C4">
      <w:pPr>
        <w:shd w:val="clear" w:color="auto" w:fill="B6DDE8" w:themeFill="accent5" w:themeFillTint="66"/>
        <w:spacing w:before="130" w:line="260" w:lineRule="exact"/>
        <w:ind w:firstLine="0"/>
        <w:jc w:val="center"/>
        <w:rPr>
          <w:b/>
          <w:bCs/>
          <w:szCs w:val="24"/>
        </w:rPr>
      </w:pPr>
      <w:r w:rsidRPr="00CB73F6">
        <w:rPr>
          <w:b/>
          <w:bCs/>
          <w:szCs w:val="24"/>
          <w:lang w:eastAsia="lv-LV"/>
        </w:rPr>
        <w:t>19.Tieslietu ministrija</w:t>
      </w:r>
    </w:p>
    <w:p w14:paraId="08530657" w14:textId="77777777" w:rsidR="004750C4" w:rsidRDefault="004750C4" w:rsidP="004750C4">
      <w:pPr>
        <w:spacing w:before="240"/>
        <w:ind w:firstLine="720"/>
        <w:rPr>
          <w:szCs w:val="24"/>
        </w:rPr>
      </w:pPr>
      <w:r w:rsidRPr="00EB3DBC">
        <w:rPr>
          <w:szCs w:val="24"/>
        </w:rPr>
        <w:t xml:space="preserve">Valsts budžeta finansējums investīciju projektu īstenošanai resorā 2024. gadā plānots </w:t>
      </w:r>
      <w:r w:rsidRPr="00EB3DBC">
        <w:rPr>
          <w:b/>
          <w:bCs/>
          <w:szCs w:val="24"/>
        </w:rPr>
        <w:t>86,1</w:t>
      </w:r>
      <w:r w:rsidRPr="00EB3DBC">
        <w:rPr>
          <w:szCs w:val="24"/>
        </w:rPr>
        <w:t xml:space="preserve"> milj. </w:t>
      </w:r>
      <w:proofErr w:type="spellStart"/>
      <w:r w:rsidRPr="00EB3DBC">
        <w:rPr>
          <w:i/>
          <w:iCs/>
          <w:szCs w:val="24"/>
        </w:rPr>
        <w:t>euro</w:t>
      </w:r>
      <w:proofErr w:type="spellEnd"/>
      <w:r w:rsidRPr="00EB3DBC">
        <w:rPr>
          <w:szCs w:val="24"/>
        </w:rPr>
        <w:t xml:space="preserve">, tajā skaitā ES politiku instrumentu un pārējās ārvalstu finanšu palīdzības līdzfinansēto projektu īstenošanai </w:t>
      </w:r>
      <w:r w:rsidRPr="00EB3DBC">
        <w:rPr>
          <w:b/>
          <w:bCs/>
          <w:szCs w:val="24"/>
        </w:rPr>
        <w:t>4,9</w:t>
      </w:r>
      <w:r w:rsidRPr="00EB3DBC">
        <w:rPr>
          <w:szCs w:val="24"/>
        </w:rPr>
        <w:t xml:space="preserve"> milj. </w:t>
      </w:r>
      <w:proofErr w:type="spellStart"/>
      <w:r w:rsidRPr="00EB3DBC">
        <w:rPr>
          <w:i/>
          <w:iCs/>
          <w:szCs w:val="24"/>
        </w:rPr>
        <w:t>euro</w:t>
      </w:r>
      <w:proofErr w:type="spellEnd"/>
      <w:r w:rsidRPr="00EB3DBC">
        <w:rPr>
          <w:szCs w:val="24"/>
        </w:rPr>
        <w:t xml:space="preserve">. apmērā. </w:t>
      </w:r>
      <w:r w:rsidRPr="00EB3DBC">
        <w:t>Paredzētais</w:t>
      </w:r>
      <w:r w:rsidRPr="00EB3DBC">
        <w:rPr>
          <w:szCs w:val="24"/>
        </w:rPr>
        <w:t xml:space="preserve"> valsts budžeta ieguldījums investīcijām ir par 53,0 milj. </w:t>
      </w:r>
      <w:proofErr w:type="spellStart"/>
      <w:r w:rsidRPr="00EB3DBC">
        <w:rPr>
          <w:i/>
          <w:iCs/>
          <w:szCs w:val="24"/>
        </w:rPr>
        <w:t>euro</w:t>
      </w:r>
      <w:proofErr w:type="spellEnd"/>
      <w:r w:rsidRPr="00EB3DBC">
        <w:rPr>
          <w:szCs w:val="24"/>
        </w:rPr>
        <w:t xml:space="preserve"> jeb 160,2% lielāks, salīdzinot ar investīciju apjomu 2023. gada budžetā.</w:t>
      </w:r>
    </w:p>
    <w:p w14:paraId="7426ED54" w14:textId="77777777" w:rsidR="004750C4" w:rsidRPr="00AA7FBB" w:rsidRDefault="004750C4" w:rsidP="004750C4">
      <w:pPr>
        <w:ind w:firstLine="720"/>
      </w:pPr>
      <w:r>
        <w:t>Būtiskākais investīciju palielinājums ir saistīts ar jaunā cietuma Liepājā būvniecību.</w:t>
      </w:r>
    </w:p>
    <w:p w14:paraId="146B926D" w14:textId="77777777" w:rsidR="004750C4" w:rsidRDefault="004750C4" w:rsidP="004750C4">
      <w:bookmarkStart w:id="6" w:name="_Hlk83806059"/>
      <w:bookmarkStart w:id="7" w:name="_Hlk83675995"/>
      <w:r>
        <w:t>A</w:t>
      </w:r>
      <w:r w:rsidRPr="00AA7FBB">
        <w:t>r resora investīcijām 202</w:t>
      </w:r>
      <w:r>
        <w:t>4</w:t>
      </w:r>
      <w:r w:rsidRPr="00AA7FBB">
        <w:t xml:space="preserve">. gadā tiks sekmēta </w:t>
      </w:r>
      <w:proofErr w:type="spellStart"/>
      <w:r w:rsidRPr="00251D97">
        <w:t>digitalizētas</w:t>
      </w:r>
      <w:proofErr w:type="spellEnd"/>
      <w:r w:rsidRPr="00251D97">
        <w:t xml:space="preserve"> pārvaldes attīstība, nodrošinot sabiedrībai vienkāršu un ērtu piekļuvi tieslietu pakalpojumiem, pārejot uz digitālu valsts pārvaldes procesu norises organizāciju, informācijas apriti un iestāžu savstarpējo sadarbību, kā arī nodrošinot uzticamu, drošu un stabilu visu tieslietu nozares pārziņā esošo informācijas sistēmu un reģistru darbību. </w:t>
      </w:r>
      <w:r>
        <w:t>Tāpat tiks nodrošināta iespēja u</w:t>
      </w:r>
      <w:r w:rsidRPr="00251D97">
        <w:t>zkrāt informāciju un sniegt daudzveidīgus, kvalitatīvus pakalpojumus valsts ģeogrāfiskās informācijas un zemes pārvaldības jomā</w:t>
      </w:r>
      <w:r>
        <w:t>, kā arī</w:t>
      </w:r>
      <w:r w:rsidRPr="00251D97">
        <w:t xml:space="preserve"> </w:t>
      </w:r>
      <w:r>
        <w:t>t</w:t>
      </w:r>
      <w:r w:rsidRPr="00251D97">
        <w:t xml:space="preserve">iks veikti ieguldījumi </w:t>
      </w:r>
      <w:r>
        <w:t>ieslodzījuma vietu</w:t>
      </w:r>
      <w:r w:rsidRPr="00251D97">
        <w:t xml:space="preserve"> infrastruktūras uzlabošanā un attīstībā.</w:t>
      </w:r>
    </w:p>
    <w:p w14:paraId="7DDD0A14" w14:textId="77777777" w:rsidR="004750C4" w:rsidRPr="00CB73F6" w:rsidRDefault="004750C4" w:rsidP="004750C4">
      <w:pPr>
        <w:rPr>
          <w:b/>
          <w:bCs/>
          <w:iCs/>
          <w:szCs w:val="24"/>
        </w:rPr>
      </w:pPr>
      <w:r w:rsidRPr="00CB73F6">
        <w:rPr>
          <w:b/>
          <w:bCs/>
          <w:iCs/>
          <w:szCs w:val="24"/>
        </w:rPr>
        <w:t xml:space="preserve">1. </w:t>
      </w:r>
      <w:r w:rsidRPr="00874D9F">
        <w:rPr>
          <w:b/>
          <w:bCs/>
          <w:iCs/>
          <w:szCs w:val="24"/>
        </w:rPr>
        <w:t>Digitālo risinājumu ieviešana un informācijas sistēmu attīstība tiesās:</w:t>
      </w:r>
    </w:p>
    <w:p w14:paraId="23D8A118" w14:textId="77777777" w:rsidR="004750C4" w:rsidRPr="00CB73F6" w:rsidRDefault="004750C4" w:rsidP="004750C4">
      <w:pPr>
        <w:tabs>
          <w:tab w:val="left" w:pos="1276"/>
        </w:tabs>
        <w:spacing w:before="120"/>
        <w:ind w:firstLine="0"/>
        <w:rPr>
          <w:iCs/>
          <w:szCs w:val="24"/>
        </w:rPr>
      </w:pPr>
      <w:r w:rsidRPr="00CB73F6">
        <w:rPr>
          <w:i/>
          <w:szCs w:val="24"/>
        </w:rPr>
        <w:t>mērķis</w:t>
      </w:r>
      <w:r w:rsidRPr="00CB73F6">
        <w:rPr>
          <w:iCs/>
          <w:szCs w:val="24"/>
        </w:rPr>
        <w:t xml:space="preserve"> – </w:t>
      </w:r>
      <w:r w:rsidRPr="00874D9F">
        <w:rPr>
          <w:iCs/>
          <w:szCs w:val="24"/>
        </w:rPr>
        <w:t>nodrošināt sabiedrībai pieejamību uzticamiem tiesu pakalpojumiem klātienē un attālināti;</w:t>
      </w:r>
    </w:p>
    <w:p w14:paraId="48A8EB10" w14:textId="77777777" w:rsidR="004750C4" w:rsidRPr="00CB73F6" w:rsidRDefault="004750C4" w:rsidP="004750C4">
      <w:pPr>
        <w:tabs>
          <w:tab w:val="left" w:pos="1134"/>
        </w:tabs>
        <w:ind w:firstLine="0"/>
        <w:rPr>
          <w:iCs/>
          <w:szCs w:val="24"/>
        </w:rPr>
      </w:pPr>
      <w:r w:rsidRPr="00CB73F6">
        <w:rPr>
          <w:i/>
          <w:szCs w:val="24"/>
        </w:rPr>
        <w:t>sagaidāmais rezultāts</w:t>
      </w:r>
      <w:r w:rsidRPr="00CB73F6">
        <w:rPr>
          <w:iCs/>
          <w:szCs w:val="24"/>
        </w:rPr>
        <w:t xml:space="preserve"> – </w:t>
      </w:r>
      <w:r w:rsidRPr="00874D9F">
        <w:rPr>
          <w:iCs/>
          <w:szCs w:val="24"/>
        </w:rPr>
        <w:t xml:space="preserve">nodrošināta tiesu procesa dalībnieku un tiesu darbinieku iespēja attālinātam tiesas procesam, ieviests </w:t>
      </w:r>
      <w:proofErr w:type="spellStart"/>
      <w:r w:rsidRPr="00874D9F">
        <w:rPr>
          <w:iCs/>
          <w:szCs w:val="24"/>
        </w:rPr>
        <w:t>eZīmoga</w:t>
      </w:r>
      <w:proofErr w:type="spellEnd"/>
      <w:r w:rsidRPr="00874D9F">
        <w:rPr>
          <w:iCs/>
          <w:szCs w:val="24"/>
        </w:rPr>
        <w:t xml:space="preserve"> risinājums, kā arī pilnveidotas uzticamu tiesas procesu atbalstošas informācijas sistēmas un tehnoloģiskie risinājumi.</w:t>
      </w:r>
    </w:p>
    <w:bookmarkEnd w:id="6"/>
    <w:p w14:paraId="134E9A62" w14:textId="77777777" w:rsidR="004750C4" w:rsidRPr="00CB73F6" w:rsidRDefault="004750C4" w:rsidP="004750C4">
      <w:pPr>
        <w:rPr>
          <w:b/>
          <w:bCs/>
          <w:iCs/>
          <w:szCs w:val="24"/>
        </w:rPr>
      </w:pPr>
      <w:r w:rsidRPr="00CB73F6">
        <w:rPr>
          <w:b/>
          <w:bCs/>
          <w:iCs/>
          <w:szCs w:val="24"/>
        </w:rPr>
        <w:t xml:space="preserve">2. </w:t>
      </w:r>
      <w:r w:rsidRPr="00874D9F">
        <w:rPr>
          <w:b/>
          <w:bCs/>
          <w:iCs/>
          <w:szCs w:val="24"/>
        </w:rPr>
        <w:t>Drošības sistēmu ieviešana tiesās:</w:t>
      </w:r>
    </w:p>
    <w:p w14:paraId="498565B6" w14:textId="77777777" w:rsidR="004750C4" w:rsidRPr="00CB73F6" w:rsidRDefault="004750C4" w:rsidP="004750C4">
      <w:pPr>
        <w:ind w:firstLine="0"/>
        <w:rPr>
          <w:iCs/>
          <w:szCs w:val="24"/>
        </w:rPr>
      </w:pPr>
      <w:r w:rsidRPr="00CB73F6">
        <w:rPr>
          <w:i/>
          <w:iCs/>
          <w:szCs w:val="24"/>
        </w:rPr>
        <w:t>mērķis</w:t>
      </w:r>
      <w:r w:rsidRPr="00CB73F6">
        <w:rPr>
          <w:szCs w:val="24"/>
        </w:rPr>
        <w:t xml:space="preserve"> – </w:t>
      </w:r>
      <w:r w:rsidRPr="008C2923">
        <w:rPr>
          <w:iCs/>
          <w:szCs w:val="24"/>
          <w:lang w:val="cs-CZ"/>
        </w:rPr>
        <w:t>nodrošināt tiesnešu, tiesas darbinieku, tiesu procesu dalībnieku drošību un neaizskaramību;</w:t>
      </w:r>
    </w:p>
    <w:p w14:paraId="1D9BD53B"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w:t>
      </w:r>
      <w:r>
        <w:rPr>
          <w:szCs w:val="24"/>
        </w:rPr>
        <w:t xml:space="preserve"> </w:t>
      </w:r>
      <w:r w:rsidRPr="008C2923">
        <w:rPr>
          <w:iCs/>
          <w:szCs w:val="24"/>
          <w:lang w:val="cs-CZ"/>
        </w:rPr>
        <w:t>tiesas ir aprīkotas ar infrastruktūras drošības aizsardzības prasībām atbilstošiem risinājumiem (videonovērošanas, apsardzes un piekļuves kontroles sistēmas).</w:t>
      </w:r>
    </w:p>
    <w:p w14:paraId="7E4FF14D" w14:textId="77777777" w:rsidR="004750C4" w:rsidRPr="00CB73F6" w:rsidRDefault="004750C4" w:rsidP="004750C4">
      <w:pPr>
        <w:tabs>
          <w:tab w:val="left" w:pos="851"/>
        </w:tabs>
        <w:rPr>
          <w:b/>
          <w:bCs/>
          <w:szCs w:val="24"/>
        </w:rPr>
      </w:pPr>
      <w:r w:rsidRPr="00CB73F6">
        <w:rPr>
          <w:b/>
          <w:bCs/>
          <w:szCs w:val="24"/>
        </w:rPr>
        <w:lastRenderedPageBreak/>
        <w:t xml:space="preserve">3. </w:t>
      </w:r>
      <w:r w:rsidRPr="00874D9F">
        <w:rPr>
          <w:b/>
          <w:bCs/>
          <w:szCs w:val="24"/>
        </w:rPr>
        <w:t>Ieslodzījuma vietu infrastruktūras attīstība:</w:t>
      </w:r>
    </w:p>
    <w:p w14:paraId="5BE91201"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74D9F">
        <w:rPr>
          <w:szCs w:val="24"/>
        </w:rPr>
        <w:t>veidot drošu Latvijas ieslodzījuma vietu infrastruktūru;</w:t>
      </w:r>
    </w:p>
    <w:p w14:paraId="17649418"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3B16A1">
        <w:rPr>
          <w:iCs/>
          <w:lang w:val="cs-CZ"/>
        </w:rPr>
        <w:t xml:space="preserve">veikti infrastruktūras uzlabojumi ieslodzījuma vietās un </w:t>
      </w:r>
      <w:r>
        <w:rPr>
          <w:iCs/>
          <w:lang w:val="cs-CZ"/>
        </w:rPr>
        <w:t>turpināts</w:t>
      </w:r>
      <w:r w:rsidRPr="003B16A1">
        <w:rPr>
          <w:iCs/>
          <w:lang w:val="cs-CZ"/>
        </w:rPr>
        <w:t xml:space="preserve"> jauna cietuma Liepājā būvniecības process</w:t>
      </w:r>
      <w:r>
        <w:rPr>
          <w:iCs/>
          <w:lang w:val="cs-CZ"/>
        </w:rPr>
        <w:t>.</w:t>
      </w:r>
    </w:p>
    <w:p w14:paraId="08922D7F" w14:textId="77777777" w:rsidR="004750C4" w:rsidRPr="00CB73F6" w:rsidRDefault="004750C4" w:rsidP="004750C4">
      <w:pPr>
        <w:ind w:firstLine="720"/>
        <w:rPr>
          <w:b/>
          <w:bCs/>
          <w:szCs w:val="24"/>
        </w:rPr>
      </w:pPr>
      <w:r w:rsidRPr="00CB73F6">
        <w:rPr>
          <w:b/>
          <w:bCs/>
          <w:szCs w:val="24"/>
        </w:rPr>
        <w:t xml:space="preserve">4. </w:t>
      </w:r>
      <w:r w:rsidRPr="00874D9F">
        <w:rPr>
          <w:b/>
          <w:bCs/>
          <w:szCs w:val="24"/>
        </w:rPr>
        <w:t>Tieslietu nozares iestāžu informācijas sistēmu pilnveidošana:</w:t>
      </w:r>
    </w:p>
    <w:p w14:paraId="6AE80D44"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74D9F">
        <w:rPr>
          <w:szCs w:val="24"/>
        </w:rPr>
        <w:t xml:space="preserve">nodrošināt iestāžu uzturēto informācijas sistēmu pilnveidošanu, lai sekmētu valsts pārvaldē uzkrāto datu lietojumu iestāžu darbības nodrošināšanai un to </w:t>
      </w:r>
      <w:proofErr w:type="spellStart"/>
      <w:r w:rsidRPr="00874D9F">
        <w:rPr>
          <w:szCs w:val="24"/>
        </w:rPr>
        <w:t>atkalizmantošanas</w:t>
      </w:r>
      <w:proofErr w:type="spellEnd"/>
      <w:r w:rsidRPr="00874D9F">
        <w:rPr>
          <w:szCs w:val="24"/>
        </w:rPr>
        <w:t xml:space="preserve"> iespējas pakalpojumu sniegšanā;</w:t>
      </w:r>
    </w:p>
    <w:p w14:paraId="6351E961"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w:t>
      </w:r>
      <w:r w:rsidRPr="00874D9F">
        <w:rPr>
          <w:szCs w:val="24"/>
        </w:rPr>
        <w:t>nodrošināta brīva pieeja Kadastra datiem, atbilstoši esošās situācijas vajadzībām modernizētas informācijas sistēmas (PLUS, URIS, UGFA IS).</w:t>
      </w:r>
    </w:p>
    <w:p w14:paraId="58731BDB" w14:textId="77777777" w:rsidR="004750C4" w:rsidRPr="00CB73F6" w:rsidRDefault="004750C4" w:rsidP="004750C4">
      <w:pPr>
        <w:shd w:val="clear" w:color="auto" w:fill="B6DDE8" w:themeFill="accent5" w:themeFillTint="66"/>
        <w:spacing w:before="130" w:line="260" w:lineRule="exact"/>
        <w:ind w:firstLine="0"/>
        <w:jc w:val="center"/>
        <w:rPr>
          <w:szCs w:val="24"/>
        </w:rPr>
      </w:pPr>
      <w:r w:rsidRPr="00CB73F6">
        <w:rPr>
          <w:b/>
          <w:szCs w:val="24"/>
        </w:rPr>
        <w:t>20. Klimata un enerģētikas ministrija</w:t>
      </w:r>
    </w:p>
    <w:bookmarkEnd w:id="7"/>
    <w:p w14:paraId="530096CB" w14:textId="160446ED" w:rsidR="004750C4" w:rsidRPr="00CF18DB" w:rsidRDefault="004750C4" w:rsidP="004750C4">
      <w:pPr>
        <w:spacing w:before="240"/>
        <w:ind w:firstLine="720"/>
        <w:rPr>
          <w:szCs w:val="24"/>
        </w:rPr>
      </w:pPr>
      <w:r w:rsidRPr="00CF18DB">
        <w:rPr>
          <w:szCs w:val="24"/>
        </w:rPr>
        <w:t xml:space="preserve">Valsts budžeta finansējums investīciju projektu īstenošanai </w:t>
      </w:r>
      <w:r>
        <w:rPr>
          <w:szCs w:val="24"/>
        </w:rPr>
        <w:t>resorā</w:t>
      </w:r>
      <w:r w:rsidRPr="00CF18DB">
        <w:rPr>
          <w:szCs w:val="24"/>
        </w:rPr>
        <w:t xml:space="preserve"> 2024.</w:t>
      </w:r>
      <w:r w:rsidR="00CB2B1B">
        <w:rPr>
          <w:szCs w:val="24"/>
        </w:rPr>
        <w:t xml:space="preserve"> </w:t>
      </w:r>
      <w:r w:rsidRPr="00CF18DB">
        <w:rPr>
          <w:szCs w:val="24"/>
        </w:rPr>
        <w:t xml:space="preserve">gadā plānots </w:t>
      </w:r>
      <w:r w:rsidRPr="00CF18DB">
        <w:rPr>
          <w:b/>
          <w:bCs/>
          <w:szCs w:val="24"/>
        </w:rPr>
        <w:t xml:space="preserve">0,02 milj. </w:t>
      </w:r>
      <w:proofErr w:type="spellStart"/>
      <w:r w:rsidRPr="00CF18DB">
        <w:rPr>
          <w:i/>
          <w:iCs/>
          <w:szCs w:val="24"/>
        </w:rPr>
        <w:t>euro</w:t>
      </w:r>
      <w:proofErr w:type="spellEnd"/>
      <w:r w:rsidRPr="00CF18DB">
        <w:rPr>
          <w:szCs w:val="24"/>
        </w:rPr>
        <w:t xml:space="preserve">. Paredzētais valsts budžeta ieguldījums investīcijām ir par 0,1 milj. </w:t>
      </w:r>
      <w:proofErr w:type="spellStart"/>
      <w:r w:rsidRPr="00CF18DB">
        <w:rPr>
          <w:i/>
          <w:iCs/>
          <w:szCs w:val="24"/>
        </w:rPr>
        <w:t>euro</w:t>
      </w:r>
      <w:proofErr w:type="spellEnd"/>
      <w:r w:rsidRPr="00CF18DB">
        <w:rPr>
          <w:szCs w:val="24"/>
        </w:rPr>
        <w:t xml:space="preserve"> </w:t>
      </w:r>
      <w:r w:rsidRPr="00193925">
        <w:rPr>
          <w:szCs w:val="24"/>
        </w:rPr>
        <w:t xml:space="preserve">jeb </w:t>
      </w:r>
      <w:r w:rsidRPr="00CF18DB">
        <w:rPr>
          <w:szCs w:val="24"/>
        </w:rPr>
        <w:t>85,3% mazāks, salīdzinot ar investīciju apjomu 2023.</w:t>
      </w:r>
      <w:r w:rsidR="00CB2B1B">
        <w:rPr>
          <w:szCs w:val="24"/>
        </w:rPr>
        <w:t xml:space="preserve"> </w:t>
      </w:r>
      <w:r w:rsidRPr="00CF18DB">
        <w:rPr>
          <w:szCs w:val="24"/>
        </w:rPr>
        <w:t>gada budžetā.</w:t>
      </w:r>
    </w:p>
    <w:p w14:paraId="58A5DBB6" w14:textId="77777777" w:rsidR="004750C4" w:rsidRPr="00CB73F6" w:rsidRDefault="004750C4" w:rsidP="004750C4">
      <w:pPr>
        <w:ind w:firstLine="720"/>
        <w:rPr>
          <w:szCs w:val="24"/>
        </w:rPr>
      </w:pPr>
      <w:r w:rsidRPr="00CF18DB">
        <w:rPr>
          <w:szCs w:val="24"/>
        </w:rPr>
        <w:t>Ar resora investīcijām 2024. gadā tiks nodrošināta datortehnikas nomaiņa un kopējo IT resursu un pielietojamo rīku attīstība.</w:t>
      </w:r>
    </w:p>
    <w:p w14:paraId="6DEAB985" w14:textId="77777777" w:rsidR="004750C4" w:rsidRPr="00CB73F6" w:rsidRDefault="004750C4" w:rsidP="004750C4">
      <w:pPr>
        <w:rPr>
          <w:b/>
          <w:bCs/>
          <w:iCs/>
          <w:szCs w:val="24"/>
        </w:rPr>
      </w:pPr>
      <w:r w:rsidRPr="00CB73F6">
        <w:rPr>
          <w:b/>
          <w:bCs/>
          <w:iCs/>
          <w:szCs w:val="24"/>
        </w:rPr>
        <w:t xml:space="preserve">1. </w:t>
      </w:r>
      <w:r w:rsidRPr="00634B96">
        <w:rPr>
          <w:b/>
          <w:bCs/>
          <w:iCs/>
          <w:szCs w:val="24"/>
        </w:rPr>
        <w:t>Mūsdienīga darba vide un aprīkojums</w:t>
      </w:r>
      <w:r>
        <w:rPr>
          <w:b/>
          <w:bCs/>
          <w:iCs/>
          <w:szCs w:val="24"/>
        </w:rPr>
        <w:t>:</w:t>
      </w:r>
    </w:p>
    <w:p w14:paraId="60DC0C70" w14:textId="77777777" w:rsidR="004750C4" w:rsidRPr="00CB73F6" w:rsidRDefault="004750C4" w:rsidP="004750C4">
      <w:pPr>
        <w:tabs>
          <w:tab w:val="left" w:pos="1276"/>
        </w:tabs>
        <w:spacing w:before="120"/>
        <w:ind w:firstLine="0"/>
        <w:rPr>
          <w:iCs/>
          <w:szCs w:val="24"/>
        </w:rPr>
      </w:pPr>
      <w:r w:rsidRPr="00CB73F6">
        <w:rPr>
          <w:i/>
          <w:szCs w:val="24"/>
        </w:rPr>
        <w:t>mērķis</w:t>
      </w:r>
      <w:r w:rsidRPr="00CB73F6">
        <w:rPr>
          <w:iCs/>
          <w:szCs w:val="24"/>
        </w:rPr>
        <w:t xml:space="preserve"> – </w:t>
      </w:r>
      <w:r w:rsidRPr="00634B96">
        <w:rPr>
          <w:iCs/>
          <w:szCs w:val="24"/>
        </w:rPr>
        <w:t>stiprināt ministrijas resora kapacitāti un kompetences, lai, īstenojot mūsdienīgas darba metodes, nodrošinātu efektīvu noteikto darbību mērķu sasniegšanu; optimālas darba vides izveide, nodrošinot produktivitātes palielināšanos un efektīvāku informācijas un zināšanu apmaiņu;</w:t>
      </w:r>
    </w:p>
    <w:p w14:paraId="74D61EE5" w14:textId="77777777" w:rsidR="004750C4" w:rsidRPr="00CB73F6" w:rsidRDefault="004750C4" w:rsidP="004750C4">
      <w:pPr>
        <w:tabs>
          <w:tab w:val="left" w:pos="1134"/>
        </w:tabs>
        <w:spacing w:after="240"/>
        <w:ind w:firstLine="0"/>
        <w:rPr>
          <w:iCs/>
          <w:szCs w:val="24"/>
        </w:rPr>
      </w:pPr>
      <w:r w:rsidRPr="00CB73F6">
        <w:rPr>
          <w:i/>
          <w:szCs w:val="24"/>
        </w:rPr>
        <w:t>sagaidāmais rezultāts</w:t>
      </w:r>
      <w:r w:rsidRPr="00CB73F6">
        <w:rPr>
          <w:iCs/>
          <w:szCs w:val="24"/>
        </w:rPr>
        <w:t xml:space="preserve"> – </w:t>
      </w:r>
      <w:bookmarkStart w:id="8" w:name="_Hlk148277184"/>
      <w:r w:rsidRPr="00634B96">
        <w:rPr>
          <w:iCs/>
          <w:szCs w:val="24"/>
        </w:rPr>
        <w:t xml:space="preserve">nodrošināta datortehnikas nomaiņa un kopējo IT resursu un pielietojamo rīku attīstība; </w:t>
      </w:r>
      <w:bookmarkEnd w:id="8"/>
      <w:r w:rsidRPr="00634B96">
        <w:rPr>
          <w:iCs/>
          <w:szCs w:val="24"/>
        </w:rPr>
        <w:t>nodrošināta darba telpu un darba vietu aprīkošana ar iekārtām un atbilstošām mēbelēm; paaugstināta darbinieku darba produktivitāte.</w:t>
      </w:r>
    </w:p>
    <w:p w14:paraId="556C1AD8"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21. Vides aizsardzības un reģionālās attīstības ministrija</w:t>
      </w:r>
    </w:p>
    <w:p w14:paraId="2F4EC0CA" w14:textId="4DB77723" w:rsidR="004750C4" w:rsidRPr="00CF18DB" w:rsidRDefault="004750C4" w:rsidP="004750C4">
      <w:pPr>
        <w:spacing w:before="240"/>
        <w:ind w:firstLine="720"/>
        <w:rPr>
          <w:szCs w:val="24"/>
        </w:rPr>
      </w:pPr>
      <w:r>
        <w:rPr>
          <w:szCs w:val="24"/>
        </w:rPr>
        <w:t>V</w:t>
      </w:r>
      <w:r w:rsidRPr="009323A5">
        <w:rPr>
          <w:szCs w:val="24"/>
        </w:rPr>
        <w:t xml:space="preserve">alsts budžeta finansējums investīciju projektu īstenošanai </w:t>
      </w:r>
      <w:r>
        <w:rPr>
          <w:szCs w:val="24"/>
        </w:rPr>
        <w:t>resorā</w:t>
      </w:r>
      <w:r w:rsidRPr="00CF18DB">
        <w:rPr>
          <w:szCs w:val="24"/>
        </w:rPr>
        <w:t xml:space="preserve"> 2024.</w:t>
      </w:r>
      <w:r w:rsidR="00CB2B1B">
        <w:rPr>
          <w:szCs w:val="24"/>
        </w:rPr>
        <w:t xml:space="preserve"> </w:t>
      </w:r>
      <w:r w:rsidRPr="00CF18DB">
        <w:rPr>
          <w:szCs w:val="24"/>
        </w:rPr>
        <w:t xml:space="preserve">gadā plānots </w:t>
      </w:r>
      <w:r w:rsidRPr="00CF18DB">
        <w:rPr>
          <w:b/>
          <w:bCs/>
          <w:szCs w:val="24"/>
        </w:rPr>
        <w:t>10,2</w:t>
      </w:r>
      <w:r w:rsidRPr="00CF18DB">
        <w:rPr>
          <w:szCs w:val="24"/>
        </w:rPr>
        <w:t xml:space="preserve"> milj.</w:t>
      </w:r>
      <w:r w:rsidRPr="00CF18DB">
        <w:rPr>
          <w:i/>
          <w:iCs/>
          <w:szCs w:val="24"/>
        </w:rPr>
        <w:t xml:space="preserve"> </w:t>
      </w:r>
      <w:proofErr w:type="spellStart"/>
      <w:r w:rsidRPr="00CF18DB">
        <w:rPr>
          <w:i/>
          <w:iCs/>
          <w:szCs w:val="24"/>
        </w:rPr>
        <w:t>euro</w:t>
      </w:r>
      <w:proofErr w:type="spellEnd"/>
      <w:r w:rsidRPr="00CF18DB">
        <w:rPr>
          <w:szCs w:val="24"/>
        </w:rPr>
        <w:t xml:space="preserve">, tajā skaitā </w:t>
      </w:r>
      <w:r>
        <w:rPr>
          <w:szCs w:val="24"/>
        </w:rPr>
        <w:t xml:space="preserve">ES </w:t>
      </w:r>
      <w:r w:rsidRPr="00CF18DB">
        <w:rPr>
          <w:szCs w:val="24"/>
        </w:rPr>
        <w:t xml:space="preserve">politiku instrumentu un pārējās ārvalstu finanšu palīdzības līdzfinansēto projektu īstenošanai </w:t>
      </w:r>
      <w:r w:rsidRPr="00CF18DB">
        <w:rPr>
          <w:b/>
          <w:bCs/>
          <w:szCs w:val="24"/>
        </w:rPr>
        <w:t>5,2</w:t>
      </w:r>
      <w:r w:rsidRPr="00CF18DB">
        <w:rPr>
          <w:szCs w:val="24"/>
        </w:rPr>
        <w:t xml:space="preserve"> milj. </w:t>
      </w:r>
      <w:proofErr w:type="spellStart"/>
      <w:r w:rsidRPr="00CF18DB">
        <w:rPr>
          <w:i/>
          <w:iCs/>
          <w:szCs w:val="24"/>
        </w:rPr>
        <w:t>euro</w:t>
      </w:r>
      <w:proofErr w:type="spellEnd"/>
      <w:r w:rsidRPr="00CF18DB">
        <w:rPr>
          <w:szCs w:val="24"/>
        </w:rPr>
        <w:t xml:space="preserve"> apmērā. Paredzētais valsts budžeta ieguldījums investīcijām ir par 3,2 milj. </w:t>
      </w:r>
      <w:proofErr w:type="spellStart"/>
      <w:r w:rsidRPr="00CF18DB">
        <w:rPr>
          <w:i/>
          <w:iCs/>
          <w:szCs w:val="24"/>
        </w:rPr>
        <w:t>euro</w:t>
      </w:r>
      <w:proofErr w:type="spellEnd"/>
      <w:r w:rsidRPr="00CF18DB">
        <w:rPr>
          <w:szCs w:val="24"/>
        </w:rPr>
        <w:t xml:space="preserve"> </w:t>
      </w:r>
      <w:r w:rsidRPr="00B776B4">
        <w:rPr>
          <w:szCs w:val="24"/>
        </w:rPr>
        <w:t xml:space="preserve">jeb </w:t>
      </w:r>
      <w:r w:rsidRPr="00CF18DB">
        <w:rPr>
          <w:szCs w:val="24"/>
        </w:rPr>
        <w:t>46,0% lielāks, salīdzinot ar investīciju apjomu 2023.</w:t>
      </w:r>
      <w:r w:rsidR="00CB2B1B">
        <w:rPr>
          <w:szCs w:val="24"/>
        </w:rPr>
        <w:t xml:space="preserve"> </w:t>
      </w:r>
      <w:r w:rsidRPr="00CF18DB">
        <w:rPr>
          <w:szCs w:val="24"/>
        </w:rPr>
        <w:t>gada budžetā.</w:t>
      </w:r>
    </w:p>
    <w:p w14:paraId="7B46C392" w14:textId="77777777" w:rsidR="004750C4" w:rsidRPr="00CB73F6" w:rsidRDefault="004750C4" w:rsidP="004750C4">
      <w:pPr>
        <w:spacing w:after="160"/>
        <w:ind w:firstLine="720"/>
        <w:rPr>
          <w:szCs w:val="24"/>
        </w:rPr>
      </w:pPr>
      <w:bookmarkStart w:id="9" w:name="_Hlk125722933"/>
      <w:r w:rsidRPr="00CF18DB">
        <w:rPr>
          <w:szCs w:val="24"/>
        </w:rPr>
        <w:t xml:space="preserve">Ar resora investīcijām 2024. gadā tiks izstrādāts vienots un ātrdarbīgs datu izplatīšanas risinājums jeb nacionālā datu koplietošanas platforma, nodrošināta IT resursu un pielietojamo rīku attīstība, nodrošināts labvēlīgs dabas aizsardzības stāvoklis Eiropas nozīmes biotopiem vairākās </w:t>
      </w:r>
      <w:proofErr w:type="spellStart"/>
      <w:r w:rsidRPr="00CF18DB">
        <w:rPr>
          <w:i/>
          <w:iCs/>
          <w:szCs w:val="24"/>
        </w:rPr>
        <w:t>Natura</w:t>
      </w:r>
      <w:proofErr w:type="spellEnd"/>
      <w:r w:rsidRPr="00CF18DB">
        <w:rPr>
          <w:szCs w:val="24"/>
        </w:rPr>
        <w:t xml:space="preserve"> 2000 teritorijās, kā arī nodrošināta Latvijas dabas muzeja vides informācijas un izglītības centra pieejamība.</w:t>
      </w:r>
    </w:p>
    <w:bookmarkEnd w:id="9"/>
    <w:p w14:paraId="64C9AF19" w14:textId="77777777" w:rsidR="004750C4" w:rsidRPr="00CB73F6" w:rsidRDefault="004750C4" w:rsidP="004750C4">
      <w:pPr>
        <w:ind w:firstLine="720"/>
        <w:rPr>
          <w:b/>
          <w:bCs/>
          <w:szCs w:val="24"/>
        </w:rPr>
      </w:pPr>
      <w:r w:rsidRPr="00CB73F6">
        <w:rPr>
          <w:b/>
          <w:bCs/>
          <w:szCs w:val="24"/>
        </w:rPr>
        <w:t xml:space="preserve">1. </w:t>
      </w:r>
      <w:r w:rsidRPr="009323A5">
        <w:rPr>
          <w:b/>
          <w:bCs/>
          <w:szCs w:val="24"/>
        </w:rPr>
        <w:t>Publisko pakalpojumu un IKT politikas īstenošana</w:t>
      </w:r>
      <w:r w:rsidRPr="00CB73F6">
        <w:rPr>
          <w:b/>
          <w:bCs/>
          <w:szCs w:val="24"/>
        </w:rPr>
        <w:t>:</w:t>
      </w:r>
    </w:p>
    <w:p w14:paraId="284F440D" w14:textId="77777777" w:rsidR="004750C4" w:rsidRPr="00CB73F6" w:rsidRDefault="004750C4" w:rsidP="004750C4">
      <w:pPr>
        <w:ind w:firstLine="0"/>
        <w:rPr>
          <w:szCs w:val="24"/>
        </w:rPr>
      </w:pPr>
      <w:r w:rsidRPr="00CB73F6">
        <w:rPr>
          <w:i/>
          <w:iCs/>
          <w:szCs w:val="24"/>
        </w:rPr>
        <w:t>mērķis</w:t>
      </w:r>
      <w:r w:rsidRPr="00CB73F6">
        <w:rPr>
          <w:szCs w:val="24"/>
        </w:rPr>
        <w:t xml:space="preserve"> – </w:t>
      </w:r>
      <w:proofErr w:type="spellStart"/>
      <w:r w:rsidRPr="009323A5">
        <w:rPr>
          <w:szCs w:val="24"/>
        </w:rPr>
        <w:t>digitalizējot</w:t>
      </w:r>
      <w:proofErr w:type="spellEnd"/>
      <w:r w:rsidRPr="009323A5">
        <w:rPr>
          <w:szCs w:val="24"/>
        </w:rPr>
        <w:t xml:space="preserve"> transformēta publiskā pārvalde, racionāli pārvaldīta organizatoriskā un tehnoloģiskā ekosistēma, kas ir iekšēji integrēta un ārēji atvērta kopīgas vērtības radīšanai, inovācijām un </w:t>
      </w:r>
      <w:proofErr w:type="spellStart"/>
      <w:r w:rsidRPr="009323A5">
        <w:rPr>
          <w:szCs w:val="24"/>
        </w:rPr>
        <w:t>lietotājorientētai</w:t>
      </w:r>
      <w:proofErr w:type="spellEnd"/>
      <w:r w:rsidRPr="009323A5">
        <w:rPr>
          <w:szCs w:val="24"/>
        </w:rPr>
        <w:t xml:space="preserve"> pieejai publisko pakalpojumu sniegšanā fiziskajā un digitālajā vidē, Eiropas digitālā vienotā tirgus stratēģijas ieviešana, attīstot digitālo pakalpojumu vidi un tās izmantošanu, kā arī sabiedrības IKT prasmju veicināšana;</w:t>
      </w:r>
    </w:p>
    <w:p w14:paraId="03F264C4" w14:textId="77777777" w:rsidR="004750C4" w:rsidRPr="00CB73F6" w:rsidRDefault="004750C4" w:rsidP="004750C4">
      <w:pPr>
        <w:ind w:firstLine="0"/>
        <w:rPr>
          <w:szCs w:val="24"/>
        </w:rPr>
      </w:pPr>
      <w:r w:rsidRPr="00CB73F6">
        <w:rPr>
          <w:i/>
          <w:iCs/>
          <w:szCs w:val="24"/>
        </w:rPr>
        <w:lastRenderedPageBreak/>
        <w:t>sagaidāmais rezultāts</w:t>
      </w:r>
      <w:r w:rsidRPr="00CB73F6">
        <w:rPr>
          <w:szCs w:val="24"/>
        </w:rPr>
        <w:t xml:space="preserve"> – </w:t>
      </w:r>
      <w:bookmarkStart w:id="10" w:name="_Hlk83030975"/>
      <w:r w:rsidRPr="009323A5">
        <w:rPr>
          <w:szCs w:val="24"/>
        </w:rPr>
        <w:t xml:space="preserve">veikta datu izplatīšanas un pārvaldības platformas (DAGR) attīstīšana apliecinājumu automatizētai pārrobežu apmaiņai un vienreizējas iesniegšanas principa piemērošanai, kā arī datu kopu no septiņiem reģistriem pieslēgšanai, portāla Latvija.lv Mākslīgā intelekta risinājuma izstrāde, Latvija.lv lietotāja darba vietas personas datu pārlūkošanas pakalpojuma attīstīšana, E-pakalpojumu izstrādes un publicēšanas pašapkalpošanās vides (platforma) izstrāde, tajā skaitā saistītu koplietošanas komponenšu attīstīšana. </w:t>
      </w:r>
      <w:proofErr w:type="spellStart"/>
      <w:r w:rsidRPr="009323A5">
        <w:rPr>
          <w:szCs w:val="24"/>
        </w:rPr>
        <w:t>Vienreizes</w:t>
      </w:r>
      <w:proofErr w:type="spellEnd"/>
      <w:r w:rsidRPr="009323A5">
        <w:rPr>
          <w:szCs w:val="24"/>
        </w:rPr>
        <w:t xml:space="preserve"> principa tehniskā sistēmas izstrāde. Oficiālo elektronisko adrešu informācijas sistēmas (E-adrese) attīstīšana, paredzot E-adreses IS kodola datubāzes nomaiņa uz atvērtā koda tehnoloģiju, E-adreses E-formu attīstīšanu, E-adreses E-rēķinu attīstīšanu, Jaunas e-adreses IS pārvaldības platformas izveide. Nodrošināta publisko pakalpojumu un IKT risinājumu pieejamība, ātra un ērta piekļuve pakalpojumiem portālā www.latvija.lv , nodrošināta Valsts informācijas sistēmu </w:t>
      </w:r>
      <w:proofErr w:type="spellStart"/>
      <w:r w:rsidRPr="009323A5">
        <w:rPr>
          <w:szCs w:val="24"/>
        </w:rPr>
        <w:t>savietotāja</w:t>
      </w:r>
      <w:proofErr w:type="spellEnd"/>
      <w:r w:rsidRPr="009323A5">
        <w:rPr>
          <w:szCs w:val="24"/>
        </w:rPr>
        <w:t>, Valsts pārvaldes pakalpojumu portāla www.latvija.lv, Elektroniskās iepirkumu sistēmas uzturēšana, kā arī ERAF pabeigtajos projektos izveidoto IKT risinājumu uzturēšana un pilnveidošana. Nodrošināta atsevišķu VRAA pārziņa esošo valsts koplietošanas risinājumu (Centrālo valsts koplietošanas platformu) un tām nepieciešamās IKT tehniskās infrastruktūras attīstība.</w:t>
      </w:r>
    </w:p>
    <w:p w14:paraId="051075F8" w14:textId="77777777" w:rsidR="004750C4" w:rsidRPr="00CB73F6" w:rsidRDefault="004750C4" w:rsidP="004750C4">
      <w:pPr>
        <w:ind w:firstLine="720"/>
        <w:rPr>
          <w:b/>
          <w:bCs/>
          <w:iCs/>
          <w:szCs w:val="24"/>
        </w:rPr>
      </w:pPr>
      <w:r w:rsidRPr="00CB73F6">
        <w:rPr>
          <w:b/>
          <w:bCs/>
          <w:iCs/>
          <w:szCs w:val="24"/>
        </w:rPr>
        <w:t xml:space="preserve">2. </w:t>
      </w:r>
      <w:r w:rsidRPr="009323A5">
        <w:rPr>
          <w:b/>
          <w:bCs/>
          <w:iCs/>
          <w:szCs w:val="24"/>
        </w:rPr>
        <w:t>Latvijas Īpaši aizsargājamo dabas teritoriju apsaimniekošana, Latvijas bioloģiskās daudzveidības saglabāšana</w:t>
      </w:r>
      <w:r w:rsidRPr="00CB73F6">
        <w:rPr>
          <w:b/>
          <w:bCs/>
          <w:iCs/>
          <w:szCs w:val="24"/>
        </w:rPr>
        <w:t>:</w:t>
      </w:r>
    </w:p>
    <w:p w14:paraId="638A5880"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992D05">
        <w:t>bioloģiskās daudzveidības saglabāšana, līdzsvarojot ekoloģiskās, ekonomiskās un sociālās intereses, nodrošināt labu vides kvalitāti, ierobežojot un novēršot vides piesārņojumu; īstenojot daudzveidīgas vides izglītības aktivitātes, veidot sabiedrībā priekšstatu par Latvijas dabu kā nacionālo bagātību, daļu no pasaules dabas daudzveidības; sekmēt pozitīvas vides apziņas veidošanos sabiedrībā</w:t>
      </w:r>
      <w:r w:rsidRPr="00CB73F6">
        <w:rPr>
          <w:szCs w:val="24"/>
        </w:rPr>
        <w:t>;</w:t>
      </w:r>
    </w:p>
    <w:p w14:paraId="4D720330"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bookmarkEnd w:id="10"/>
      <w:r w:rsidRPr="00502297">
        <w:t xml:space="preserve">nodrošināts labvēlīgs dabas aizsardzības stāvoklis Eiropas nozīmes biotopiem vairākās </w:t>
      </w:r>
      <w:proofErr w:type="spellStart"/>
      <w:r w:rsidRPr="00B776B4">
        <w:rPr>
          <w:i/>
          <w:iCs/>
        </w:rPr>
        <w:t>Natura</w:t>
      </w:r>
      <w:proofErr w:type="spellEnd"/>
      <w:r w:rsidRPr="00502297">
        <w:t xml:space="preserve"> 2000 teritorijās, kas uzlabos dzīves apstākļus ar šīm dzīvotnēm saistītām sugām. Caurteku izbūve un meliorācijas sistēmu atjaunošana Eiropas nozīmes aizsargājamo biotopu atjaunošanas un uzturēšanas nodrošināšanai, mazinot erozijas risku. Nodrošināta </w:t>
      </w:r>
      <w:proofErr w:type="spellStart"/>
      <w:r w:rsidRPr="00502297">
        <w:t>invazīvo</w:t>
      </w:r>
      <w:proofErr w:type="spellEnd"/>
      <w:r w:rsidRPr="00502297">
        <w:t xml:space="preserve"> sugu ierobežošana un izskaušana noteiktās </w:t>
      </w:r>
      <w:proofErr w:type="spellStart"/>
      <w:r w:rsidRPr="00502297">
        <w:t>pilotteritorijās</w:t>
      </w:r>
      <w:proofErr w:type="spellEnd"/>
      <w:r w:rsidRPr="00502297">
        <w:t xml:space="preserve">, </w:t>
      </w:r>
      <w:r>
        <w:t>tajā skaitā</w:t>
      </w:r>
      <w:r w:rsidRPr="00502297">
        <w:t xml:space="preserve"> veikta nepieciešamo darba rīku iegāde </w:t>
      </w:r>
      <w:proofErr w:type="spellStart"/>
      <w:r w:rsidRPr="00502297">
        <w:t>invazīvo</w:t>
      </w:r>
      <w:proofErr w:type="spellEnd"/>
      <w:r w:rsidRPr="00502297">
        <w:t xml:space="preserve"> sugu ierobežošanai, kā arī biotopu un augu sugu atjaunošanai. Izstrādātas mini-sērijas </w:t>
      </w:r>
      <w:r>
        <w:t>“</w:t>
      </w:r>
      <w:r w:rsidRPr="00502297">
        <w:t>Vecās piepes stāsti</w:t>
      </w:r>
      <w:r>
        <w:t>”</w:t>
      </w:r>
      <w:r w:rsidRPr="00502297">
        <w:t xml:space="preserve"> ar mērķi izglītot un aktualizēt meža </w:t>
      </w:r>
      <w:proofErr w:type="spellStart"/>
      <w:r w:rsidRPr="00502297">
        <w:t>ilgstpējas</w:t>
      </w:r>
      <w:proofErr w:type="spellEnd"/>
      <w:r w:rsidRPr="00502297">
        <w:t xml:space="preserve"> un dabas daudzveidības tēmu. Stiprināta aizsargājamo jūras biotopu un sugu aizsardzības sistēma, veicinot bioloģiskās daudzveidības saglabāšanu, kā arī popularizēta un izglītota sabiedrība par Baltijas jūras apdzīvojošām sugām un biotopiem, ilgtspējīgas attīstības un Zaļā kursa aktualitātēm</w:t>
      </w:r>
      <w:r w:rsidRPr="00CB73F6">
        <w:rPr>
          <w:szCs w:val="24"/>
        </w:rPr>
        <w:t>.</w:t>
      </w:r>
    </w:p>
    <w:p w14:paraId="29F1165D" w14:textId="77777777" w:rsidR="004750C4" w:rsidRPr="00CB73F6" w:rsidRDefault="004750C4" w:rsidP="004750C4">
      <w:pPr>
        <w:rPr>
          <w:b/>
          <w:bCs/>
          <w:iCs/>
          <w:szCs w:val="24"/>
        </w:rPr>
      </w:pPr>
      <w:r w:rsidRPr="00CB73F6">
        <w:rPr>
          <w:b/>
          <w:bCs/>
          <w:iCs/>
          <w:szCs w:val="24"/>
        </w:rPr>
        <w:t>3. Vides izpratnes veidošana:</w:t>
      </w:r>
    </w:p>
    <w:p w14:paraId="20F3C408" w14:textId="77777777" w:rsidR="004750C4" w:rsidRPr="00CB73F6" w:rsidRDefault="004750C4" w:rsidP="004750C4">
      <w:pPr>
        <w:ind w:firstLine="0"/>
        <w:rPr>
          <w:szCs w:val="24"/>
        </w:rPr>
      </w:pPr>
      <w:r w:rsidRPr="00CB73F6">
        <w:rPr>
          <w:i/>
          <w:iCs/>
          <w:szCs w:val="24"/>
        </w:rPr>
        <w:t>mērķis</w:t>
      </w:r>
      <w:r w:rsidRPr="00CB73F6">
        <w:rPr>
          <w:szCs w:val="24"/>
        </w:rPr>
        <w:t xml:space="preserve"> –</w:t>
      </w:r>
      <w:r>
        <w:rPr>
          <w:szCs w:val="24"/>
        </w:rPr>
        <w:t xml:space="preserve"> </w:t>
      </w:r>
      <w:r w:rsidRPr="00992D05">
        <w:t>vides izpratnes un atbildības motivācijas veidošana sabiedrībā (</w:t>
      </w:r>
      <w:r w:rsidRPr="00992D05">
        <w:rPr>
          <w:sz w:val="23"/>
          <w:szCs w:val="23"/>
        </w:rPr>
        <w:t xml:space="preserve">nodrošināt, lai Latvijā tiek ievērotas normatīvajos aktos noteiktās vides aizsardzības prasības; kā arī </w:t>
      </w:r>
      <w:r w:rsidRPr="00992D05">
        <w:t>efektīva, uz risku analīzi balstīta piesārņojuma un bioloģisko resursu izmantošanas kontrole un vides kvalitātes uzlabošana)</w:t>
      </w:r>
      <w:r w:rsidRPr="00CB73F6">
        <w:rPr>
          <w:szCs w:val="24"/>
        </w:rPr>
        <w:t>;</w:t>
      </w:r>
    </w:p>
    <w:p w14:paraId="42B41D01"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bookmarkStart w:id="11" w:name="_Hlk145509949"/>
      <w:r w:rsidRPr="003F7816">
        <w:t xml:space="preserve">izveidota </w:t>
      </w:r>
      <w:proofErr w:type="spellStart"/>
      <w:r w:rsidRPr="003F7816">
        <w:t>digitalizēta</w:t>
      </w:r>
      <w:proofErr w:type="spellEnd"/>
      <w:r w:rsidRPr="003F7816">
        <w:t xml:space="preserve"> piesārņoto vietu pārvaldības sistēma, attīstot piesārņoto vietu reģistra funkcionalitāti, transformējot to par piesārņoto vietu pārvaldības sistēmu (reģistrācija, monitorings, sanācijas vadība, saziņa starp iesaistītajām pusēm) un nodrošināta sistēmas integrācija ar citu valsts informācijas sistēmu datiem. Rezultātā pārvaldības process optimizēsies un tiks taupīti resursi. Būs digitāli pieejama informācija par piesārņotām un potenciāli piesārņotām vietām valsts iestādēm, pašvaldībām, licencētiem komersantiem, </w:t>
      </w:r>
      <w:proofErr w:type="spellStart"/>
      <w:r w:rsidRPr="003F7816">
        <w:t>ģeoekoloģisko</w:t>
      </w:r>
      <w:proofErr w:type="spellEnd"/>
      <w:r w:rsidRPr="003F7816">
        <w:t xml:space="preserve"> (sanācijas) darbu veicējiem un sabiedrībai. Ar viedo tehnoloģiju palīdzību, sabiedrība tiks iesaistīta vides aizsardzības prasību ievērošanas kontrolē. Izstrādā</w:t>
      </w:r>
      <w:r>
        <w:t>ti</w:t>
      </w:r>
      <w:r w:rsidRPr="003F7816">
        <w:t xml:space="preserve"> risinājum</w:t>
      </w:r>
      <w:r>
        <w:t>i</w:t>
      </w:r>
      <w:r w:rsidRPr="003F7816">
        <w:t xml:space="preserve"> iepakojuma plūsmas pārvaldībai un Ražotāju atbildības sistēmas objektu pārvaldībai. Sabiedrības izpratnes paplašināšana par azbesta bīstamību apkārtējā vidē.</w:t>
      </w:r>
      <w:bookmarkEnd w:id="11"/>
    </w:p>
    <w:p w14:paraId="12C98EC0" w14:textId="77777777" w:rsidR="004750C4" w:rsidRPr="00CB73F6" w:rsidRDefault="004750C4" w:rsidP="004750C4">
      <w:pPr>
        <w:pStyle w:val="naisf"/>
        <w:tabs>
          <w:tab w:val="left" w:pos="709"/>
          <w:tab w:val="left" w:pos="6521"/>
          <w:tab w:val="right" w:pos="8820"/>
        </w:tabs>
        <w:spacing w:before="0" w:beforeAutospacing="0" w:after="120" w:afterAutospacing="0"/>
        <w:ind w:firstLine="720"/>
        <w:jc w:val="both"/>
        <w:rPr>
          <w:b/>
          <w:bCs/>
          <w:iCs/>
        </w:rPr>
      </w:pPr>
      <w:r w:rsidRPr="00CB73F6">
        <w:rPr>
          <w:b/>
          <w:bCs/>
          <w:iCs/>
        </w:rPr>
        <w:lastRenderedPageBreak/>
        <w:t>4. Mūsdienīga darba vide un aprīkojums:</w:t>
      </w:r>
    </w:p>
    <w:p w14:paraId="597617FE" w14:textId="77777777" w:rsidR="004750C4" w:rsidRDefault="004750C4" w:rsidP="004750C4">
      <w:pPr>
        <w:ind w:firstLine="0"/>
      </w:pPr>
      <w:r w:rsidRPr="00CB73F6">
        <w:rPr>
          <w:i/>
          <w:iCs/>
          <w:szCs w:val="24"/>
        </w:rPr>
        <w:t>mērķis</w:t>
      </w:r>
      <w:r w:rsidRPr="00CB73F6">
        <w:rPr>
          <w:szCs w:val="24"/>
        </w:rPr>
        <w:t xml:space="preserve"> – </w:t>
      </w:r>
      <w:r w:rsidRPr="00992D05">
        <w:t>stiprināt ministrijas resora kapacitāti un kompetences, lai, īstenojot mūsdienīgas darba metodes, nodrošinātu efektīvu noteikto darbību mērķu sasniegšanu; optimālas darba vides izveide, nodrošinot produktivitātes palielināšanos un raitāku informācijas un zināšanu apmaiņu;</w:t>
      </w:r>
    </w:p>
    <w:p w14:paraId="2283469D" w14:textId="77777777" w:rsidR="004750C4" w:rsidRPr="00CB73F6" w:rsidRDefault="004750C4" w:rsidP="004750C4">
      <w:pPr>
        <w:spacing w:after="240"/>
        <w:ind w:firstLine="0"/>
      </w:pPr>
      <w:r w:rsidRPr="00CB73F6">
        <w:rPr>
          <w:i/>
          <w:iCs/>
        </w:rPr>
        <w:t>sagaidāmais rezultāts</w:t>
      </w:r>
      <w:r w:rsidRPr="00CB73F6">
        <w:t xml:space="preserve"> – </w:t>
      </w:r>
      <w:r w:rsidRPr="00992D05">
        <w:t>nodrošināta datortehnikas nomaiņa un kopējo IT resursu un pielietojamo rīku attīstība; darbinieku un visas komandas produktīvs darbs, sasniedzot vislabākos rezultātus</w:t>
      </w:r>
      <w:r w:rsidRPr="00CB73F6">
        <w:t>.</w:t>
      </w:r>
    </w:p>
    <w:p w14:paraId="2138B89F"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22. Kultūras ministrija</w:t>
      </w:r>
    </w:p>
    <w:p w14:paraId="180F7F76" w14:textId="77777777" w:rsidR="004750C4" w:rsidRPr="000D1AB9" w:rsidRDefault="004750C4" w:rsidP="004750C4">
      <w:pPr>
        <w:ind w:firstLine="720"/>
      </w:pPr>
      <w:r>
        <w:t xml:space="preserve">Valsts budžeta finansējums investīciju projektu īstenošanai resorā 2024.gadā plānots </w:t>
      </w:r>
      <w:r w:rsidRPr="00815FE5">
        <w:rPr>
          <w:b/>
          <w:bCs/>
        </w:rPr>
        <w:t>5,</w:t>
      </w:r>
      <w:r>
        <w:rPr>
          <w:b/>
          <w:bCs/>
        </w:rPr>
        <w:t>8</w:t>
      </w:r>
      <w:r>
        <w:t xml:space="preserve"> milj. </w:t>
      </w:r>
      <w:proofErr w:type="spellStart"/>
      <w:r w:rsidRPr="0932EA02">
        <w:rPr>
          <w:i/>
          <w:iCs/>
        </w:rPr>
        <w:t>euro</w:t>
      </w:r>
      <w:proofErr w:type="spellEnd"/>
      <w:r>
        <w:t xml:space="preserve">, tajā skaitā ES politiku instrumentu un pārējās ārvalstu finanšu palīdzības līdzfinansēto projektu īstenošanai </w:t>
      </w:r>
      <w:r w:rsidRPr="00815FE5">
        <w:rPr>
          <w:b/>
          <w:bCs/>
        </w:rPr>
        <w:t>1,5</w:t>
      </w:r>
      <w:r>
        <w:t xml:space="preserve"> milj. </w:t>
      </w:r>
      <w:proofErr w:type="spellStart"/>
      <w:r w:rsidRPr="0932EA02">
        <w:rPr>
          <w:i/>
          <w:iCs/>
        </w:rPr>
        <w:t>euro</w:t>
      </w:r>
      <w:proofErr w:type="spellEnd"/>
      <w:r>
        <w:t xml:space="preserve"> apmērā. Paredzētais valsts budžeta ieguldījums investīcijām ir par 0,6 milj. </w:t>
      </w:r>
      <w:proofErr w:type="spellStart"/>
      <w:r w:rsidRPr="00CF18DB">
        <w:rPr>
          <w:i/>
          <w:iCs/>
        </w:rPr>
        <w:t>euro</w:t>
      </w:r>
      <w:proofErr w:type="spellEnd"/>
      <w:r w:rsidRPr="00CF18DB">
        <w:t xml:space="preserve"> jeb 10,9% lielāks, salīdzinot</w:t>
      </w:r>
      <w:r>
        <w:t xml:space="preserve"> ar investīciju apjomu 2023.gada budžetā. Palielinājumu pamatā veido finansējuma izmaiņas ES politiku instrumentu un pārējās ārvalstu finanšu palīdzības līdzfinansēto projektu īstenošanai.</w:t>
      </w:r>
    </w:p>
    <w:p w14:paraId="25998139" w14:textId="77777777" w:rsidR="004750C4" w:rsidRPr="000D1AB9" w:rsidRDefault="004750C4" w:rsidP="004750C4">
      <w:pPr>
        <w:ind w:firstLine="720"/>
      </w:pPr>
      <w:r>
        <w:t>Ar resora investīcijām 2024. gadā tiks sekmēta tautsaimniecības attīstība un Latvijas kultūras piedāvājuma konkurētspēja ES un pasaulē. Tāpat tiks veikts ieguldījums valsts kultūrizglītības iestāžu infrastruktūras sakārtošanā, muzeju ekspozīciju izveidei un pilnveidošanai un kultūras mantojuma ilgtspējas nodrošināšanai.</w:t>
      </w:r>
    </w:p>
    <w:p w14:paraId="0CFF39C2" w14:textId="77777777" w:rsidR="004750C4" w:rsidRPr="00CB73F6" w:rsidRDefault="004750C4" w:rsidP="004750C4">
      <w:pPr>
        <w:ind w:firstLine="720"/>
        <w:rPr>
          <w:b/>
          <w:bCs/>
          <w:szCs w:val="24"/>
        </w:rPr>
      </w:pPr>
      <w:r w:rsidRPr="00CB73F6">
        <w:rPr>
          <w:b/>
          <w:bCs/>
          <w:szCs w:val="24"/>
        </w:rPr>
        <w:t xml:space="preserve">1. </w:t>
      </w:r>
      <w:r w:rsidRPr="00815FE5">
        <w:rPr>
          <w:b/>
          <w:bCs/>
          <w:szCs w:val="24"/>
        </w:rPr>
        <w:t>Profesionālās vidējās izglītības pieejamības celšana</w:t>
      </w:r>
      <w:r w:rsidRPr="00CB73F6">
        <w:rPr>
          <w:b/>
          <w:bCs/>
          <w:szCs w:val="24"/>
        </w:rPr>
        <w:t>:</w:t>
      </w:r>
    </w:p>
    <w:p w14:paraId="365776FB"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15FE5">
        <w:rPr>
          <w:szCs w:val="24"/>
        </w:rPr>
        <w:t>nodrošināt kvalitatīvu mācību vidi atbilstoši izglītības programmu prasībām, lai sekmētu kultūras nozares talantu attīstību;</w:t>
      </w:r>
    </w:p>
    <w:p w14:paraId="547C5B2A"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815FE5">
        <w:rPr>
          <w:szCs w:val="24"/>
        </w:rPr>
        <w:t>darba tirgum sagatavotāks jaunietis, kas ieguvis izglītību kvalitatīvā, modernā un mākslas un mūzikas izglītības specifikai pielāgotā mācību vidē</w:t>
      </w:r>
      <w:r>
        <w:rPr>
          <w:szCs w:val="24"/>
        </w:rPr>
        <w:t>.</w:t>
      </w:r>
    </w:p>
    <w:p w14:paraId="41C24E3F" w14:textId="77777777" w:rsidR="004750C4" w:rsidRPr="00815FE5" w:rsidRDefault="004750C4" w:rsidP="004750C4">
      <w:pPr>
        <w:pStyle w:val="ListParagraph"/>
        <w:numPr>
          <w:ilvl w:val="0"/>
          <w:numId w:val="32"/>
        </w:numPr>
        <w:rPr>
          <w:b/>
          <w:bCs/>
        </w:rPr>
      </w:pPr>
      <w:r w:rsidRPr="00815FE5">
        <w:rPr>
          <w:b/>
          <w:bCs/>
        </w:rPr>
        <w:t>Kultūras mantojuma iestāžu infrastruktūras uzlabošana:</w:t>
      </w:r>
    </w:p>
    <w:p w14:paraId="5640A79E"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15FE5">
        <w:rPr>
          <w:szCs w:val="24"/>
        </w:rPr>
        <w:t>nodrošināt kultūras attīstību, pieejamību un saglabāšanu nākamajām paaudzēm;</w:t>
      </w:r>
    </w:p>
    <w:p w14:paraId="096B4559"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w:t>
      </w:r>
      <w:r w:rsidRPr="00815FE5">
        <w:rPr>
          <w:szCs w:val="24"/>
        </w:rPr>
        <w:t xml:space="preserve">kultūras mantojuma iestādēs uzlabota un modernizēta infrastruktūra, </w:t>
      </w:r>
      <w:r>
        <w:rPr>
          <w:szCs w:val="24"/>
        </w:rPr>
        <w:t>tajā skaitā</w:t>
      </w:r>
      <w:r w:rsidRPr="00815FE5">
        <w:rPr>
          <w:szCs w:val="24"/>
        </w:rPr>
        <w:t xml:space="preserve"> ekspozīciju pieejamība, kas nodrošinās kvalitatīvu un daudzveidīgu kultūras piedāvājuma pieejamību (</w:t>
      </w:r>
      <w:r>
        <w:rPr>
          <w:szCs w:val="24"/>
        </w:rPr>
        <w:t>tajā skaitā</w:t>
      </w:r>
      <w:r w:rsidRPr="00815FE5">
        <w:rPr>
          <w:szCs w:val="24"/>
        </w:rPr>
        <w:t xml:space="preserve"> Nacionālā muzeju krājuma) plašai sabiedrībai un dažādām tās </w:t>
      </w:r>
      <w:proofErr w:type="spellStart"/>
      <w:r w:rsidRPr="00815FE5">
        <w:rPr>
          <w:szCs w:val="24"/>
        </w:rPr>
        <w:t>mērķgrupām</w:t>
      </w:r>
      <w:proofErr w:type="spellEnd"/>
      <w:r w:rsidRPr="00815FE5">
        <w:rPr>
          <w:szCs w:val="24"/>
        </w:rPr>
        <w:t>, kā arī cels Latvijas kultūras konkurētspēju.</w:t>
      </w:r>
    </w:p>
    <w:p w14:paraId="73501EDA" w14:textId="77777777" w:rsidR="004750C4" w:rsidRPr="00CB73F6" w:rsidRDefault="004750C4" w:rsidP="004750C4">
      <w:pPr>
        <w:ind w:firstLine="720"/>
        <w:rPr>
          <w:b/>
          <w:bCs/>
          <w:szCs w:val="24"/>
        </w:rPr>
      </w:pPr>
      <w:bookmarkStart w:id="12" w:name="_Hlk132702848"/>
      <w:r w:rsidRPr="00CB73F6">
        <w:rPr>
          <w:b/>
          <w:bCs/>
          <w:szCs w:val="24"/>
        </w:rPr>
        <w:t xml:space="preserve">3. </w:t>
      </w:r>
      <w:r w:rsidRPr="00815FE5">
        <w:rPr>
          <w:b/>
          <w:bCs/>
          <w:szCs w:val="24"/>
        </w:rPr>
        <w:t>Latvijas kultūras piedāvājuma konkurētspējas celšana</w:t>
      </w:r>
      <w:r w:rsidRPr="00CB73F6">
        <w:rPr>
          <w:b/>
          <w:bCs/>
          <w:szCs w:val="24"/>
        </w:rPr>
        <w:t>:</w:t>
      </w:r>
    </w:p>
    <w:p w14:paraId="63BC81E3"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15FE5">
        <w:rPr>
          <w:szCs w:val="24"/>
        </w:rPr>
        <w:t xml:space="preserve">uzlabot kultūras piedāvājumu, ceļot kultūras piedāvājuma kvalitāti, modernizējot un uzlabojot kultūras institūciju pieejamību dažādām </w:t>
      </w:r>
      <w:proofErr w:type="spellStart"/>
      <w:r w:rsidRPr="00815FE5">
        <w:rPr>
          <w:szCs w:val="24"/>
        </w:rPr>
        <w:t>mērķgrupām</w:t>
      </w:r>
      <w:proofErr w:type="spellEnd"/>
      <w:r w:rsidRPr="00815FE5">
        <w:rPr>
          <w:szCs w:val="24"/>
        </w:rPr>
        <w:t>;</w:t>
      </w:r>
    </w:p>
    <w:p w14:paraId="51CFC27F" w14:textId="77777777" w:rsidR="004750C4" w:rsidRDefault="004750C4" w:rsidP="004750C4">
      <w:pPr>
        <w:ind w:firstLine="0"/>
      </w:pPr>
      <w:r w:rsidRPr="00CB73F6">
        <w:rPr>
          <w:i/>
          <w:iCs/>
          <w:szCs w:val="24"/>
        </w:rPr>
        <w:t>sagaidāmais rezultāts</w:t>
      </w:r>
      <w:r w:rsidRPr="00CB73F6">
        <w:rPr>
          <w:szCs w:val="24"/>
        </w:rPr>
        <w:t xml:space="preserve"> – </w:t>
      </w:r>
      <w:r>
        <w:t xml:space="preserve">Latvijas kultūras piedāvājuma kvalitātes paaugstināšana, nodrošinot kultūras institūciju tehniskā aprīkojuma pilnveidi un modernizāciju. </w:t>
      </w:r>
    </w:p>
    <w:p w14:paraId="2A656498"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15FE5">
        <w:rPr>
          <w:szCs w:val="24"/>
        </w:rPr>
        <w:t xml:space="preserve">veicināt kultūras mantojuma saglabāšanu, </w:t>
      </w:r>
      <w:proofErr w:type="spellStart"/>
      <w:r w:rsidRPr="00815FE5">
        <w:rPr>
          <w:szCs w:val="24"/>
        </w:rPr>
        <w:t>pārmantojamību</w:t>
      </w:r>
      <w:proofErr w:type="spellEnd"/>
      <w:r w:rsidRPr="00815FE5">
        <w:rPr>
          <w:szCs w:val="24"/>
        </w:rPr>
        <w:t xml:space="preserve"> un attīstību, popularizējot grāmatu lasīšanas veicināšanu</w:t>
      </w:r>
    </w:p>
    <w:p w14:paraId="0ED0E89F" w14:textId="77777777" w:rsidR="004750C4" w:rsidRPr="000D1AB9" w:rsidRDefault="004750C4" w:rsidP="004750C4">
      <w:pPr>
        <w:ind w:firstLine="0"/>
      </w:pPr>
      <w:r w:rsidRPr="00CB73F6">
        <w:rPr>
          <w:i/>
          <w:iCs/>
          <w:szCs w:val="24"/>
        </w:rPr>
        <w:t>sagaidāmais rezultāts</w:t>
      </w:r>
      <w:r w:rsidRPr="00CB73F6">
        <w:rPr>
          <w:szCs w:val="24"/>
        </w:rPr>
        <w:t xml:space="preserve"> – </w:t>
      </w:r>
      <w:r>
        <w:t>uzlabots kultūras piedāvājums bibliotēkās, nodrošinot publiskās bibliotēkas ar pilnīgāku un aktuālāku grāmatu klāstu.</w:t>
      </w:r>
    </w:p>
    <w:bookmarkEnd w:id="12"/>
    <w:p w14:paraId="7F78E796" w14:textId="77777777" w:rsidR="004750C4" w:rsidRPr="00CB73F6" w:rsidRDefault="004750C4" w:rsidP="004750C4">
      <w:pPr>
        <w:ind w:firstLine="720"/>
        <w:rPr>
          <w:b/>
          <w:bCs/>
          <w:szCs w:val="24"/>
        </w:rPr>
      </w:pPr>
      <w:r w:rsidRPr="00CB73F6">
        <w:rPr>
          <w:b/>
          <w:bCs/>
          <w:szCs w:val="24"/>
        </w:rPr>
        <w:t xml:space="preserve">4. </w:t>
      </w:r>
      <w:r w:rsidRPr="00F70A65">
        <w:rPr>
          <w:b/>
          <w:bCs/>
          <w:szCs w:val="24"/>
        </w:rPr>
        <w:t>Kultūras mantojuma digitālās infrastruktūras pilnveide</w:t>
      </w:r>
      <w:r w:rsidRPr="00CB73F6">
        <w:rPr>
          <w:b/>
          <w:bCs/>
          <w:szCs w:val="24"/>
        </w:rPr>
        <w:t>:</w:t>
      </w:r>
    </w:p>
    <w:p w14:paraId="5C595ECD"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F70A65">
        <w:rPr>
          <w:szCs w:val="24"/>
        </w:rPr>
        <w:t>nodrošināt sabiedrībai plašu viegli lietojamu digitālā kultūras mantojuma pakalpojumu klāstu</w:t>
      </w:r>
      <w:r w:rsidRPr="00CB73F6">
        <w:rPr>
          <w:szCs w:val="24"/>
        </w:rPr>
        <w:t>;</w:t>
      </w:r>
    </w:p>
    <w:p w14:paraId="6B96BB4E"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w:t>
      </w:r>
      <w:r w:rsidRPr="00F70A65">
        <w:rPr>
          <w:szCs w:val="24"/>
        </w:rPr>
        <w:t xml:space="preserve">attīstīts kultūras nozares digitālais datu centrs un kultūras </w:t>
      </w:r>
      <w:r w:rsidRPr="00F70A65">
        <w:rPr>
          <w:szCs w:val="24"/>
        </w:rPr>
        <w:tab/>
        <w:t>mantojuma digitālā infrastruktūra, pilnveidoti Latvijas Nacionālā arhīva IT procesi.</w:t>
      </w:r>
    </w:p>
    <w:p w14:paraId="109CA191" w14:textId="77777777" w:rsidR="004750C4" w:rsidRPr="00CB73F6" w:rsidRDefault="004750C4" w:rsidP="004750C4">
      <w:pPr>
        <w:shd w:val="clear" w:color="auto" w:fill="B6DDE8" w:themeFill="accent5" w:themeFillTint="66"/>
        <w:spacing w:before="130" w:line="260" w:lineRule="exact"/>
        <w:ind w:firstLine="0"/>
        <w:jc w:val="center"/>
        <w:rPr>
          <w:b/>
          <w:bCs/>
          <w:szCs w:val="24"/>
        </w:rPr>
      </w:pPr>
      <w:r w:rsidRPr="00CB73F6">
        <w:rPr>
          <w:b/>
          <w:bCs/>
          <w:szCs w:val="24"/>
          <w:lang w:eastAsia="lv-LV"/>
        </w:rPr>
        <w:lastRenderedPageBreak/>
        <w:t>24. Valsts kontrole</w:t>
      </w:r>
    </w:p>
    <w:p w14:paraId="63EEDF76" w14:textId="77777777" w:rsidR="004750C4" w:rsidRPr="00CB73F6" w:rsidRDefault="004750C4" w:rsidP="004750C4">
      <w:pPr>
        <w:spacing w:before="240"/>
        <w:ind w:firstLine="720"/>
        <w:rPr>
          <w:szCs w:val="24"/>
        </w:rPr>
      </w:pPr>
      <w:r w:rsidRPr="00CF18DB">
        <w:rPr>
          <w:szCs w:val="24"/>
        </w:rPr>
        <w:t xml:space="preserve">Valsts budžeta finansējums investīciju projektu īstenošanai resorā 2024. gadā plānots </w:t>
      </w:r>
      <w:r w:rsidRPr="00CF18DB">
        <w:rPr>
          <w:b/>
          <w:bCs/>
          <w:szCs w:val="24"/>
        </w:rPr>
        <w:t>0,09</w:t>
      </w:r>
      <w:r w:rsidRPr="00CF18DB">
        <w:rPr>
          <w:szCs w:val="24"/>
        </w:rPr>
        <w:t xml:space="preserve"> milj. </w:t>
      </w:r>
      <w:proofErr w:type="spellStart"/>
      <w:r w:rsidRPr="00CF18DB">
        <w:rPr>
          <w:i/>
          <w:iCs/>
          <w:szCs w:val="24"/>
        </w:rPr>
        <w:t>euro</w:t>
      </w:r>
      <w:proofErr w:type="spellEnd"/>
      <w:r w:rsidRPr="00CF18DB">
        <w:rPr>
          <w:i/>
          <w:iCs/>
          <w:szCs w:val="24"/>
        </w:rPr>
        <w:t>.</w:t>
      </w:r>
      <w:r w:rsidRPr="00CF18DB">
        <w:rPr>
          <w:szCs w:val="24"/>
        </w:rPr>
        <w:t xml:space="preserve"> </w:t>
      </w:r>
      <w:r w:rsidRPr="00CF18DB">
        <w:t>Paredzētais</w:t>
      </w:r>
      <w:r w:rsidRPr="00CF18DB" w:rsidDel="00AB7F00">
        <w:rPr>
          <w:szCs w:val="24"/>
        </w:rPr>
        <w:t xml:space="preserve"> </w:t>
      </w:r>
      <w:r w:rsidRPr="00CF18DB">
        <w:rPr>
          <w:szCs w:val="24"/>
        </w:rPr>
        <w:t>valsts budžeta ieguldījums investīcijām ir vienāds, salīdzinot ar investīciju apjomu 2023. gada budžetā.</w:t>
      </w:r>
    </w:p>
    <w:p w14:paraId="5DFF9D03" w14:textId="603DAAFD" w:rsidR="004750C4" w:rsidRDefault="004750C4" w:rsidP="004750C4">
      <w:pPr>
        <w:spacing w:after="240"/>
        <w:ind w:firstLine="720"/>
        <w:rPr>
          <w:szCs w:val="24"/>
        </w:rPr>
      </w:pPr>
      <w:r w:rsidRPr="00CB73F6">
        <w:rPr>
          <w:szCs w:val="24"/>
        </w:rPr>
        <w:t>Ar resora investīcijām 202</w:t>
      </w:r>
      <w:r>
        <w:rPr>
          <w:szCs w:val="24"/>
        </w:rPr>
        <w:t>4</w:t>
      </w:r>
      <w:r w:rsidRPr="00CB73F6">
        <w:rPr>
          <w:szCs w:val="24"/>
        </w:rPr>
        <w:t>.</w:t>
      </w:r>
      <w:r w:rsidR="00CB2B1B">
        <w:rPr>
          <w:szCs w:val="24"/>
        </w:rPr>
        <w:t> </w:t>
      </w:r>
      <w:r w:rsidRPr="00CB73F6">
        <w:rPr>
          <w:szCs w:val="24"/>
        </w:rPr>
        <w:t>gadā plānota pamatdarbības nepārtrauktības nodrošināšanai nepieciešamā pamatkapitāla iegāde.</w:t>
      </w:r>
    </w:p>
    <w:p w14:paraId="3237728D" w14:textId="77777777" w:rsidR="004750C4" w:rsidRPr="00CB73F6" w:rsidRDefault="004750C4" w:rsidP="004750C4">
      <w:pPr>
        <w:ind w:firstLine="720"/>
        <w:rPr>
          <w:b/>
          <w:bCs/>
          <w:szCs w:val="24"/>
        </w:rPr>
      </w:pPr>
      <w:r w:rsidRPr="002751EE">
        <w:rPr>
          <w:b/>
          <w:bCs/>
          <w:szCs w:val="24"/>
        </w:rPr>
        <w:t>Valsts kontroles pamatdarbības nepārtrauktības nodrošināšanai nepieciešamā pamatkapitāla iegāde</w:t>
      </w:r>
      <w:r w:rsidRPr="00CB73F6">
        <w:rPr>
          <w:b/>
          <w:bCs/>
          <w:szCs w:val="24"/>
        </w:rPr>
        <w:t>:</w:t>
      </w:r>
    </w:p>
    <w:p w14:paraId="14326BBC" w14:textId="77777777" w:rsidR="004750C4" w:rsidRPr="00CB73F6" w:rsidRDefault="004750C4" w:rsidP="004750C4">
      <w:pPr>
        <w:ind w:firstLine="0"/>
        <w:rPr>
          <w:szCs w:val="24"/>
        </w:rPr>
      </w:pPr>
      <w:r w:rsidRPr="00CB73F6">
        <w:rPr>
          <w:i/>
          <w:iCs/>
          <w:szCs w:val="24"/>
        </w:rPr>
        <w:t>mērķis</w:t>
      </w:r>
      <w:r w:rsidRPr="00CB73F6">
        <w:rPr>
          <w:szCs w:val="24"/>
        </w:rPr>
        <w:t xml:space="preserve"> –</w:t>
      </w:r>
      <w:r>
        <w:rPr>
          <w:szCs w:val="24"/>
        </w:rPr>
        <w:t xml:space="preserve"> </w:t>
      </w:r>
      <w:r w:rsidRPr="002751EE">
        <w:rPr>
          <w:szCs w:val="24"/>
        </w:rPr>
        <w:t>veicin</w:t>
      </w:r>
      <w:r>
        <w:rPr>
          <w:szCs w:val="24"/>
        </w:rPr>
        <w:t>āt</w:t>
      </w:r>
      <w:r w:rsidRPr="002751EE">
        <w:rPr>
          <w:szCs w:val="24"/>
        </w:rPr>
        <w:t xml:space="preserve"> efektīvu, atbildīgu, sabiedrības interesēm atbilstošu un caurskatāmu publiskā sektora institūciju darbību</w:t>
      </w:r>
      <w:r>
        <w:rPr>
          <w:szCs w:val="24"/>
        </w:rPr>
        <w:t>;</w:t>
      </w:r>
    </w:p>
    <w:p w14:paraId="6D5BBCF9"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w:t>
      </w:r>
      <w:r>
        <w:t>veiktas l</w:t>
      </w:r>
      <w:r w:rsidRPr="003D1B54">
        <w:t>ietderības, atbilstības un apvienot</w:t>
      </w:r>
      <w:r>
        <w:t>ās</w:t>
      </w:r>
      <w:r w:rsidRPr="003D1B54">
        <w:t xml:space="preserve"> revīzij</w:t>
      </w:r>
      <w:r>
        <w:t>as sabiedrībai būtiskās jomās</w:t>
      </w:r>
      <w:r w:rsidRPr="00F70A65">
        <w:rPr>
          <w:szCs w:val="24"/>
        </w:rPr>
        <w:t>.</w:t>
      </w:r>
    </w:p>
    <w:p w14:paraId="736D86B4"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28. Augstākā tiesa</w:t>
      </w:r>
    </w:p>
    <w:p w14:paraId="4BD5971C" w14:textId="77777777" w:rsidR="004750C4" w:rsidRPr="00CF18DB" w:rsidRDefault="004750C4" w:rsidP="004750C4">
      <w:pPr>
        <w:spacing w:before="240"/>
        <w:ind w:firstLine="720"/>
        <w:rPr>
          <w:szCs w:val="24"/>
        </w:rPr>
      </w:pPr>
      <w:r w:rsidRPr="00CF18DB">
        <w:rPr>
          <w:szCs w:val="24"/>
        </w:rPr>
        <w:t xml:space="preserve">Valsts budžeta finansējums investīciju projektu īstenošanai resorā 2024. gadā plānots </w:t>
      </w:r>
      <w:r w:rsidRPr="00CF18DB">
        <w:rPr>
          <w:b/>
          <w:bCs/>
          <w:szCs w:val="24"/>
        </w:rPr>
        <w:t>0,1</w:t>
      </w:r>
      <w:r w:rsidRPr="00CF18DB">
        <w:rPr>
          <w:szCs w:val="24"/>
        </w:rPr>
        <w:t xml:space="preserve"> milj. </w:t>
      </w:r>
      <w:proofErr w:type="spellStart"/>
      <w:r w:rsidRPr="00CF18DB">
        <w:rPr>
          <w:i/>
          <w:iCs/>
          <w:szCs w:val="24"/>
        </w:rPr>
        <w:t>euro</w:t>
      </w:r>
      <w:proofErr w:type="spellEnd"/>
      <w:r w:rsidRPr="00CF18DB">
        <w:rPr>
          <w:i/>
          <w:iCs/>
          <w:szCs w:val="24"/>
        </w:rPr>
        <w:t>.</w:t>
      </w:r>
      <w:r w:rsidRPr="00CF18DB">
        <w:rPr>
          <w:szCs w:val="24"/>
        </w:rPr>
        <w:t xml:space="preserve"> </w:t>
      </w:r>
      <w:r w:rsidRPr="00CF18DB">
        <w:t>Paredzētais</w:t>
      </w:r>
      <w:r w:rsidRPr="00CF18DB">
        <w:rPr>
          <w:szCs w:val="24"/>
        </w:rPr>
        <w:t xml:space="preserve"> valsts budžeta ieguldījums investīcijām ir par 0,03 milj. </w:t>
      </w:r>
      <w:proofErr w:type="spellStart"/>
      <w:r w:rsidRPr="00CF18DB">
        <w:rPr>
          <w:i/>
          <w:iCs/>
          <w:szCs w:val="24"/>
        </w:rPr>
        <w:t>euro</w:t>
      </w:r>
      <w:proofErr w:type="spellEnd"/>
      <w:r w:rsidRPr="00CF18DB">
        <w:rPr>
          <w:szCs w:val="24"/>
        </w:rPr>
        <w:t xml:space="preserve"> </w:t>
      </w:r>
      <w:r w:rsidRPr="003D2D64">
        <w:rPr>
          <w:szCs w:val="24"/>
        </w:rPr>
        <w:t xml:space="preserve">jeb </w:t>
      </w:r>
      <w:r w:rsidRPr="00CF18DB">
        <w:rPr>
          <w:szCs w:val="24"/>
        </w:rPr>
        <w:t>37,5% lielāks, salīdzinot ar investīciju apjomu 2023. gada budžetā.</w:t>
      </w:r>
    </w:p>
    <w:p w14:paraId="5C12E06A" w14:textId="77777777" w:rsidR="004750C4" w:rsidRPr="00CF18DB" w:rsidRDefault="004750C4" w:rsidP="004750C4">
      <w:pPr>
        <w:ind w:firstLine="720"/>
        <w:rPr>
          <w:szCs w:val="24"/>
        </w:rPr>
      </w:pPr>
      <w:r w:rsidRPr="00CF18DB">
        <w:rPr>
          <w:szCs w:val="24"/>
        </w:rPr>
        <w:t>Ar resora investīcijām 2024. gadā plānots nodrošināt Augstākās tiesas tiesnešiem un darbiniekiem atbilstošu darba vidi un tehnoloģisko nodrošinājumu darba pienākumu veikšanai.</w:t>
      </w:r>
    </w:p>
    <w:p w14:paraId="5B383B24" w14:textId="77777777" w:rsidR="004750C4" w:rsidRPr="00CB73F6" w:rsidRDefault="004750C4" w:rsidP="004750C4">
      <w:pPr>
        <w:ind w:firstLine="720"/>
        <w:rPr>
          <w:b/>
          <w:bCs/>
          <w:iCs/>
          <w:szCs w:val="24"/>
        </w:rPr>
      </w:pPr>
      <w:r w:rsidRPr="00CF18DB">
        <w:rPr>
          <w:b/>
          <w:bCs/>
          <w:iCs/>
          <w:szCs w:val="24"/>
        </w:rPr>
        <w:t>Tiesiskuma īstenošana, veidojot vienotu un stabilu tiesību piemērošanas praksi kasācijas instancē:</w:t>
      </w:r>
    </w:p>
    <w:p w14:paraId="1741BEDB" w14:textId="77777777" w:rsidR="004750C4" w:rsidRPr="00CB73F6" w:rsidRDefault="004750C4" w:rsidP="004750C4">
      <w:pPr>
        <w:ind w:firstLine="0"/>
        <w:rPr>
          <w:szCs w:val="24"/>
        </w:rPr>
      </w:pPr>
      <w:r w:rsidRPr="00CB73F6">
        <w:rPr>
          <w:i/>
          <w:iCs/>
          <w:szCs w:val="24"/>
        </w:rPr>
        <w:t>mērķis</w:t>
      </w:r>
      <w:r w:rsidRPr="00CB73F6">
        <w:rPr>
          <w:szCs w:val="24"/>
        </w:rPr>
        <w:t xml:space="preserve"> – nodrošināt Augstākās tiesas tiesnešiem un darbiniekiem atbilstošu darba vidi un tehnoloģisko nodrošinājumu darba pienākumu veikšanai;</w:t>
      </w:r>
    </w:p>
    <w:p w14:paraId="504384D1"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Augstākās tiesas tiesneši un darbinieki darba pienākumus veic drošā, sakārtotā un ergonomiskā darba vidē. Darba pienākumu veikšanai tiek nodrošinātas nepieciešamās tehnoloģiskās iekārtas, kā arī nodrošināta nepieciešamo informācijas tehnoloģiju pieejamība.</w:t>
      </w:r>
    </w:p>
    <w:p w14:paraId="494B14AD"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29. Veselības ministrija</w:t>
      </w:r>
    </w:p>
    <w:p w14:paraId="60650703" w14:textId="77777777" w:rsidR="004750C4" w:rsidRPr="005235AD" w:rsidRDefault="004750C4" w:rsidP="004750C4">
      <w:pPr>
        <w:spacing w:before="240"/>
        <w:ind w:firstLine="720"/>
        <w:rPr>
          <w:szCs w:val="24"/>
        </w:rPr>
      </w:pPr>
      <w:r w:rsidRPr="005235AD">
        <w:rPr>
          <w:szCs w:val="24"/>
        </w:rPr>
        <w:t xml:space="preserve">Valsts budžeta finansējums investīciju projektu īstenošanai resorā 2024. gadā plānots </w:t>
      </w:r>
      <w:r w:rsidRPr="005235AD">
        <w:rPr>
          <w:b/>
          <w:bCs/>
          <w:szCs w:val="24"/>
        </w:rPr>
        <w:t>3,8</w:t>
      </w:r>
      <w:r w:rsidRPr="005235AD">
        <w:rPr>
          <w:szCs w:val="24"/>
        </w:rPr>
        <w:t xml:space="preserve"> milj. </w:t>
      </w:r>
      <w:proofErr w:type="spellStart"/>
      <w:r w:rsidRPr="005235AD">
        <w:rPr>
          <w:i/>
          <w:iCs/>
          <w:szCs w:val="24"/>
        </w:rPr>
        <w:t>euro</w:t>
      </w:r>
      <w:proofErr w:type="spellEnd"/>
      <w:r w:rsidRPr="005235AD">
        <w:rPr>
          <w:i/>
          <w:iCs/>
          <w:szCs w:val="24"/>
        </w:rPr>
        <w:t xml:space="preserve"> </w:t>
      </w:r>
      <w:r w:rsidRPr="005235AD">
        <w:t xml:space="preserve">tajā skaitā </w:t>
      </w:r>
      <w:r>
        <w:t>ES</w:t>
      </w:r>
      <w:r w:rsidRPr="005235AD">
        <w:t xml:space="preserve"> politiku instrumentu un pārējās ārvalstu finanšu palīdzības līdzfinansēto projektu īstenošanai </w:t>
      </w:r>
      <w:r w:rsidRPr="005235AD">
        <w:rPr>
          <w:b/>
          <w:bCs/>
        </w:rPr>
        <w:t>0,005</w:t>
      </w:r>
      <w:r w:rsidRPr="005235AD">
        <w:t xml:space="preserve"> milj. </w:t>
      </w:r>
      <w:proofErr w:type="spellStart"/>
      <w:r w:rsidRPr="005235AD">
        <w:rPr>
          <w:i/>
          <w:iCs/>
        </w:rPr>
        <w:t>euro</w:t>
      </w:r>
      <w:proofErr w:type="spellEnd"/>
      <w:r w:rsidRPr="005235AD">
        <w:t xml:space="preserve"> apmērā</w:t>
      </w:r>
      <w:r w:rsidRPr="005235AD">
        <w:rPr>
          <w:szCs w:val="24"/>
        </w:rPr>
        <w:t xml:space="preserve">. </w:t>
      </w:r>
      <w:r w:rsidRPr="005235AD">
        <w:t>Paredzētais</w:t>
      </w:r>
      <w:r w:rsidRPr="005235AD">
        <w:rPr>
          <w:szCs w:val="24"/>
        </w:rPr>
        <w:t xml:space="preserve"> valsts budžeta ieguldījums investīcijām ir par 10,8 milj. </w:t>
      </w:r>
      <w:proofErr w:type="spellStart"/>
      <w:r w:rsidRPr="005235AD">
        <w:rPr>
          <w:i/>
          <w:iCs/>
          <w:szCs w:val="24"/>
        </w:rPr>
        <w:t>euro</w:t>
      </w:r>
      <w:proofErr w:type="spellEnd"/>
      <w:r w:rsidRPr="005235AD">
        <w:rPr>
          <w:szCs w:val="24"/>
        </w:rPr>
        <w:t xml:space="preserve"> jeb 73,9% mazāks, salīdzinot ar investīciju apjomu 2023. gada budžetā.</w:t>
      </w:r>
    </w:p>
    <w:p w14:paraId="1ECAF9F3" w14:textId="77777777" w:rsidR="004750C4" w:rsidRPr="00CB73F6" w:rsidRDefault="004750C4" w:rsidP="004750C4">
      <w:pPr>
        <w:ind w:firstLine="720"/>
        <w:rPr>
          <w:szCs w:val="24"/>
        </w:rPr>
      </w:pPr>
      <w:r w:rsidRPr="005235AD">
        <w:rPr>
          <w:szCs w:val="24"/>
        </w:rPr>
        <w:t>Ar resora investīcijām 2024. gadā plānots nodrošināt Veselības ministrijas padotības iestāžu funkciju, uzdevumu pilnvērtīgu un savlaicīgu izpildi, kā arī nodrošināt onkoloģiskiem pacientiem kvalitatīvu ambulatoro un stacionāro aprūpi.</w:t>
      </w:r>
    </w:p>
    <w:p w14:paraId="6BE39C6B" w14:textId="77777777" w:rsidR="004750C4" w:rsidRPr="00CB73F6" w:rsidRDefault="004750C4" w:rsidP="004750C4">
      <w:pPr>
        <w:ind w:firstLine="720"/>
        <w:rPr>
          <w:b/>
          <w:bCs/>
          <w:szCs w:val="24"/>
        </w:rPr>
      </w:pPr>
      <w:r w:rsidRPr="00CB73F6">
        <w:rPr>
          <w:b/>
          <w:bCs/>
          <w:szCs w:val="24"/>
        </w:rPr>
        <w:t>1. Veselības aprūpes pakalpojumu pieejamība:</w:t>
      </w:r>
    </w:p>
    <w:p w14:paraId="15F4971B" w14:textId="77777777" w:rsidR="004750C4" w:rsidRPr="00CB73F6" w:rsidRDefault="004750C4" w:rsidP="004750C4">
      <w:pPr>
        <w:ind w:firstLine="0"/>
        <w:rPr>
          <w:szCs w:val="24"/>
        </w:rPr>
      </w:pPr>
      <w:r w:rsidRPr="00CB73F6">
        <w:rPr>
          <w:i/>
          <w:iCs/>
          <w:szCs w:val="24"/>
        </w:rPr>
        <w:t>mērķis</w:t>
      </w:r>
      <w:r w:rsidRPr="00CB73F6">
        <w:rPr>
          <w:szCs w:val="24"/>
        </w:rPr>
        <w:t xml:space="preserve"> – Nodrošināt Veselības ministrijas padotības iestāžu (Nacionālā veselības dienesta) funkciju, uzdevumu pilnvērtīgu un savlaicīgu izpildi;</w:t>
      </w:r>
    </w:p>
    <w:p w14:paraId="63559F61" w14:textId="77777777" w:rsidR="004750C4" w:rsidRPr="00CB73F6" w:rsidRDefault="004750C4" w:rsidP="004750C4">
      <w:pPr>
        <w:ind w:firstLine="0"/>
        <w:rPr>
          <w:szCs w:val="24"/>
        </w:rPr>
      </w:pPr>
      <w:r w:rsidRPr="00CB73F6">
        <w:rPr>
          <w:i/>
          <w:iCs/>
          <w:szCs w:val="24"/>
        </w:rPr>
        <w:t>sagaidāmais rezultāts</w:t>
      </w:r>
      <w:r w:rsidRPr="00CB73F6">
        <w:rPr>
          <w:szCs w:val="24"/>
        </w:rPr>
        <w:t xml:space="preserve"> – piešķirto līdzekļu ietvaros tiks nodrošināt</w:t>
      </w:r>
      <w:r>
        <w:rPr>
          <w:szCs w:val="24"/>
        </w:rPr>
        <w:t>a</w:t>
      </w:r>
      <w:r w:rsidRPr="00CB73F6">
        <w:rPr>
          <w:szCs w:val="24"/>
        </w:rPr>
        <w:t xml:space="preserve"> </w:t>
      </w:r>
      <w:bookmarkStart w:id="13" w:name="_Hlk125641126"/>
      <w:r>
        <w:rPr>
          <w:szCs w:val="24"/>
        </w:rPr>
        <w:t>(</w:t>
      </w:r>
      <w:r w:rsidRPr="00CB73F6">
        <w:rPr>
          <w:szCs w:val="24"/>
        </w:rPr>
        <w:t>Nacionālajam veselības dienestam</w:t>
      </w:r>
      <w:r>
        <w:rPr>
          <w:szCs w:val="24"/>
        </w:rPr>
        <w:t>)</w:t>
      </w:r>
      <w:r w:rsidRPr="00CB73F6">
        <w:rPr>
          <w:szCs w:val="24"/>
        </w:rPr>
        <w:t xml:space="preserve"> – </w:t>
      </w:r>
      <w:bookmarkEnd w:id="13"/>
      <w:r w:rsidRPr="00CB73F6">
        <w:rPr>
          <w:szCs w:val="24"/>
        </w:rPr>
        <w:t xml:space="preserve">Medicīniskās informācijas uzkrāšana un apmaiņa starp pacientu un viņa ārstniecībā iesaistītajām personām, kā arī informācijas nodrošināšana par personām, kurām ir </w:t>
      </w:r>
      <w:r w:rsidRPr="00CB73F6">
        <w:rPr>
          <w:szCs w:val="24"/>
        </w:rPr>
        <w:lastRenderedPageBreak/>
        <w:t>tiesības saņemt valsts apmaksātos veselības aprūpes pakalpojumus, nodrošinot informācijas sistēmas VIS (vadības informācijas sistēma) darbības pilnveidošanu, uzlabot</w:t>
      </w:r>
      <w:r>
        <w:rPr>
          <w:szCs w:val="24"/>
        </w:rPr>
        <w:t>s</w:t>
      </w:r>
      <w:r w:rsidRPr="00CB73F6">
        <w:rPr>
          <w:szCs w:val="24"/>
        </w:rPr>
        <w:t xml:space="preserve"> un atvieglot</w:t>
      </w:r>
      <w:r>
        <w:rPr>
          <w:szCs w:val="24"/>
        </w:rPr>
        <w:t>s</w:t>
      </w:r>
      <w:r w:rsidRPr="00CB73F6">
        <w:rPr>
          <w:szCs w:val="24"/>
        </w:rPr>
        <w:t xml:space="preserve"> norēķinu </w:t>
      </w:r>
      <w:proofErr w:type="spellStart"/>
      <w:r w:rsidRPr="00CB73F6">
        <w:rPr>
          <w:szCs w:val="24"/>
        </w:rPr>
        <w:t>proces</w:t>
      </w:r>
      <w:r>
        <w:rPr>
          <w:szCs w:val="24"/>
        </w:rPr>
        <w:t>ss</w:t>
      </w:r>
      <w:proofErr w:type="spellEnd"/>
      <w:r w:rsidRPr="00CB73F6">
        <w:rPr>
          <w:szCs w:val="24"/>
        </w:rPr>
        <w:t xml:space="preserve"> ar </w:t>
      </w:r>
      <w:proofErr w:type="spellStart"/>
      <w:r w:rsidRPr="00CB73F6">
        <w:rPr>
          <w:szCs w:val="24"/>
        </w:rPr>
        <w:t>līgumiestādēm</w:t>
      </w:r>
      <w:proofErr w:type="spellEnd"/>
      <w:r w:rsidRPr="00CB73F6">
        <w:rPr>
          <w:szCs w:val="24"/>
        </w:rPr>
        <w:t xml:space="preserve"> par sniegtajiem veselības aprūpes pakalpojumiem.</w:t>
      </w:r>
    </w:p>
    <w:p w14:paraId="66D02B65" w14:textId="77777777" w:rsidR="004750C4" w:rsidRPr="00CB73F6" w:rsidRDefault="004750C4" w:rsidP="004750C4">
      <w:pPr>
        <w:spacing w:before="120"/>
        <w:rPr>
          <w:b/>
          <w:bCs/>
          <w:szCs w:val="24"/>
        </w:rPr>
      </w:pPr>
      <w:r w:rsidRPr="00CB73F6">
        <w:rPr>
          <w:b/>
          <w:bCs/>
          <w:szCs w:val="24"/>
        </w:rPr>
        <w:t>2. Veselības aprūpes pakalpojumu onkoloģijas jomā uzlabošana:</w:t>
      </w:r>
    </w:p>
    <w:p w14:paraId="5B1DB5C1" w14:textId="77777777" w:rsidR="004750C4" w:rsidRPr="00CB73F6" w:rsidRDefault="004750C4" w:rsidP="004750C4">
      <w:pPr>
        <w:spacing w:before="120"/>
        <w:ind w:firstLine="0"/>
        <w:rPr>
          <w:szCs w:val="24"/>
        </w:rPr>
      </w:pPr>
      <w:r w:rsidRPr="00CB73F6">
        <w:rPr>
          <w:i/>
          <w:iCs/>
          <w:szCs w:val="24"/>
        </w:rPr>
        <w:t>mērķis</w:t>
      </w:r>
      <w:r w:rsidRPr="00CB73F6">
        <w:rPr>
          <w:szCs w:val="24"/>
        </w:rPr>
        <w:t xml:space="preserve"> – Nodrošināt Veselības ministrijas padotības iestāžu (Nacionālā veselības dienesta) funkciju, uzdevumu pilnvērtīgu un savlaicīgu izpildi;</w:t>
      </w:r>
    </w:p>
    <w:p w14:paraId="1DD294D1" w14:textId="77ABCC8A" w:rsidR="004750C4" w:rsidRPr="00F83EED" w:rsidRDefault="004750C4" w:rsidP="004750C4">
      <w:pPr>
        <w:spacing w:after="240"/>
        <w:ind w:firstLine="0"/>
      </w:pPr>
      <w:r w:rsidRPr="00CB73F6">
        <w:rPr>
          <w:i/>
          <w:iCs/>
          <w:szCs w:val="24"/>
        </w:rPr>
        <w:t>sagaidāmais rezultāts</w:t>
      </w:r>
      <w:r w:rsidRPr="00CB73F6">
        <w:rPr>
          <w:szCs w:val="24"/>
        </w:rPr>
        <w:t xml:space="preserve"> – </w:t>
      </w:r>
      <w:r w:rsidRPr="001D5CA6">
        <w:t xml:space="preserve">piešķirto līdzekļu ietvaros tiks </w:t>
      </w:r>
      <w:r w:rsidRPr="00F83EED">
        <w:t>nodrošināt</w:t>
      </w:r>
      <w:r>
        <w:t>a</w:t>
      </w:r>
      <w:r w:rsidRPr="00F83EED">
        <w:t xml:space="preserve"> </w:t>
      </w:r>
      <w:r>
        <w:t>(</w:t>
      </w:r>
      <w:r w:rsidRPr="00F83EED">
        <w:t>Nacionālajam veselības dienestam</w:t>
      </w:r>
      <w:r>
        <w:t xml:space="preserve">) – Medicīniskās informācijas uzkrāšana un apmaiņa starp pacientu un viņa ārstniecībā iesaistītajām personām, kā arī informācijas nodrošināšana par personām, kurām ir tiesības saņemt valsts apmaksātos veselības aprūpes pakalpojumus, nodrošinot </w:t>
      </w:r>
      <w:bookmarkStart w:id="14" w:name="_Hlk125641410"/>
      <w:r>
        <w:t xml:space="preserve">ar noteiktām slimībām slimojošu pacientu reģistra </w:t>
      </w:r>
      <w:bookmarkEnd w:id="14"/>
      <w:r>
        <w:t>papildināšanu un uzturēšanu. A</w:t>
      </w:r>
      <w:r w:rsidRPr="001D5CA6">
        <w:t>r noteiktām slimībām slimojošu pacientu reģistr</w:t>
      </w:r>
      <w:r>
        <w:t>s</w:t>
      </w:r>
      <w:r w:rsidRPr="001D5CA6">
        <w:t xml:space="preserve"> </w:t>
      </w:r>
      <w:r>
        <w:t>ir valsts informācijas sistēma, kas satur datus par pacientiem, kuri slimo ar noteiktām slimībām. Saskaņā ar Ministru kabineta 2014.gada 11.marta noteikumu Nr.134 “Noteikumi par vienoto veselības nozares elektronisko informācijas sistēmu” 7.punktu PREDA jeb ar noteiktām slimībām slimojošu pacientu reģistrs tika uzsākta tā iekļaušana vienotajā veselības nozares elektroniskajā informācijas sistēmā (E-veselības sistēmā). Ar 2018.</w:t>
      </w:r>
      <w:r w:rsidR="00CB2B1B">
        <w:t> </w:t>
      </w:r>
      <w:r>
        <w:t>gada 21.</w:t>
      </w:r>
      <w:r w:rsidR="00CB2B1B">
        <w:t> </w:t>
      </w:r>
      <w:r>
        <w:t xml:space="preserve">maiju </w:t>
      </w:r>
      <w:r w:rsidRPr="001D5CA6">
        <w:t>ar noteiktām slimībām slimojošu pacientu reģistr</w:t>
      </w:r>
      <w:r>
        <w:t>s iekļauts E-veselības sistēmā un ir nepieciešama tā uzturēšana un pilnveidošana</w:t>
      </w:r>
      <w:r w:rsidRPr="00CB73F6">
        <w:rPr>
          <w:szCs w:val="24"/>
        </w:rPr>
        <w:t>.</w:t>
      </w:r>
    </w:p>
    <w:p w14:paraId="32A3D863"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30. Satversmes tiesa</w:t>
      </w:r>
    </w:p>
    <w:p w14:paraId="52B12C39" w14:textId="77777777" w:rsidR="004750C4" w:rsidRPr="00D90151" w:rsidRDefault="004750C4" w:rsidP="004750C4">
      <w:pPr>
        <w:spacing w:before="240"/>
        <w:ind w:firstLine="720"/>
        <w:rPr>
          <w:szCs w:val="24"/>
        </w:rPr>
      </w:pPr>
      <w:bookmarkStart w:id="15" w:name="_Hlk125887489"/>
      <w:r w:rsidRPr="00D90151">
        <w:rPr>
          <w:szCs w:val="24"/>
        </w:rPr>
        <w:t>Valsts budžeta finansējums investīciju projektu īstenošanai</w:t>
      </w:r>
      <w:r>
        <w:rPr>
          <w:szCs w:val="24"/>
        </w:rPr>
        <w:t xml:space="preserve"> resorā</w:t>
      </w:r>
      <w:r w:rsidRPr="00D90151">
        <w:rPr>
          <w:szCs w:val="24"/>
        </w:rPr>
        <w:t xml:space="preserve"> 2024. gadā plānots </w:t>
      </w:r>
      <w:r w:rsidRPr="00D90151">
        <w:rPr>
          <w:b/>
          <w:bCs/>
          <w:szCs w:val="24"/>
        </w:rPr>
        <w:t>0,01 milj. </w:t>
      </w:r>
      <w:proofErr w:type="spellStart"/>
      <w:r w:rsidRPr="00D90151">
        <w:rPr>
          <w:i/>
          <w:iCs/>
          <w:szCs w:val="24"/>
        </w:rPr>
        <w:t>euro</w:t>
      </w:r>
      <w:proofErr w:type="spellEnd"/>
      <w:r w:rsidRPr="00D90151">
        <w:rPr>
          <w:i/>
          <w:iCs/>
          <w:szCs w:val="24"/>
        </w:rPr>
        <w:t>.</w:t>
      </w:r>
      <w:r w:rsidRPr="00D90151">
        <w:rPr>
          <w:szCs w:val="24"/>
        </w:rPr>
        <w:t xml:space="preserve"> </w:t>
      </w:r>
      <w:r w:rsidRPr="00D90151">
        <w:t>Paredzētais</w:t>
      </w:r>
      <w:r w:rsidRPr="00D90151">
        <w:rPr>
          <w:szCs w:val="24"/>
        </w:rPr>
        <w:t xml:space="preserve"> valsts budžeta ieguldījums investīcijām ir par 0,09 milj.</w:t>
      </w:r>
      <w:r w:rsidRPr="00D90151" w:rsidDel="00800F46">
        <w:rPr>
          <w:szCs w:val="24"/>
        </w:rPr>
        <w:t xml:space="preserve"> </w:t>
      </w:r>
      <w:proofErr w:type="spellStart"/>
      <w:r w:rsidRPr="00D90151">
        <w:rPr>
          <w:i/>
          <w:iCs/>
          <w:szCs w:val="24"/>
        </w:rPr>
        <w:t>euro</w:t>
      </w:r>
      <w:proofErr w:type="spellEnd"/>
      <w:r w:rsidRPr="00D90151">
        <w:rPr>
          <w:szCs w:val="24"/>
        </w:rPr>
        <w:t xml:space="preserve"> jeb 89,8% mazāks, salīdzinot ar investīciju apjomu 2023. gada budžetā.</w:t>
      </w:r>
    </w:p>
    <w:bookmarkEnd w:id="15"/>
    <w:p w14:paraId="71FA73E0" w14:textId="77777777" w:rsidR="004750C4" w:rsidRPr="00CB73F6" w:rsidRDefault="004750C4" w:rsidP="004750C4">
      <w:pPr>
        <w:ind w:firstLine="720"/>
        <w:rPr>
          <w:szCs w:val="24"/>
        </w:rPr>
      </w:pPr>
      <w:r w:rsidRPr="00D90151">
        <w:rPr>
          <w:szCs w:val="24"/>
        </w:rPr>
        <w:t>Ar investīcijām 2024. gadā, plānota datortehnikas un biroja tehnikas nodrošināšana.</w:t>
      </w:r>
    </w:p>
    <w:p w14:paraId="303C4B2B" w14:textId="77777777" w:rsidR="004750C4" w:rsidRPr="00CB73F6" w:rsidRDefault="004750C4" w:rsidP="004750C4">
      <w:pPr>
        <w:ind w:firstLine="720"/>
        <w:rPr>
          <w:b/>
          <w:bCs/>
          <w:szCs w:val="24"/>
        </w:rPr>
      </w:pPr>
      <w:r w:rsidRPr="00CB73F6">
        <w:rPr>
          <w:b/>
          <w:bCs/>
          <w:szCs w:val="24"/>
        </w:rPr>
        <w:t>Satversmes tiesas funkciju nodrošināšana:</w:t>
      </w:r>
    </w:p>
    <w:p w14:paraId="141C6E97"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8A7CB9">
        <w:rPr>
          <w:rFonts w:eastAsia="Calibri"/>
          <w:bCs/>
          <w:iCs/>
          <w:szCs w:val="24"/>
        </w:rPr>
        <w:t>Satversmes tiesas datortehnikas, biroja tehnikas iegādes nodrošināšana</w:t>
      </w:r>
      <w:r w:rsidRPr="00CB73F6">
        <w:rPr>
          <w:szCs w:val="24"/>
        </w:rPr>
        <w:t>;</w:t>
      </w:r>
    </w:p>
    <w:p w14:paraId="21CB52A7" w14:textId="77777777" w:rsidR="004750C4" w:rsidRPr="008A7CB9" w:rsidRDefault="004750C4" w:rsidP="004750C4">
      <w:pPr>
        <w:spacing w:after="240"/>
        <w:ind w:firstLine="0"/>
      </w:pPr>
      <w:r w:rsidRPr="00CB73F6">
        <w:rPr>
          <w:i/>
          <w:iCs/>
          <w:szCs w:val="24"/>
        </w:rPr>
        <w:t>sagaidāmais rezultāts</w:t>
      </w:r>
      <w:r w:rsidRPr="00CB73F6">
        <w:rPr>
          <w:szCs w:val="24"/>
        </w:rPr>
        <w:t xml:space="preserve"> – </w:t>
      </w:r>
      <w:r w:rsidRPr="00A164DD">
        <w:t>nolietotās datortehnikas, biroja tehnikas uzlabošana, atjaunošana</w:t>
      </w:r>
      <w:r w:rsidRPr="00CB73F6">
        <w:rPr>
          <w:szCs w:val="24"/>
        </w:rPr>
        <w:t>.</w:t>
      </w:r>
    </w:p>
    <w:p w14:paraId="102E8233"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32. Prokuratūra</w:t>
      </w:r>
    </w:p>
    <w:p w14:paraId="63459479" w14:textId="77777777" w:rsidR="004750C4" w:rsidRPr="005235AD" w:rsidRDefault="004750C4" w:rsidP="004750C4">
      <w:pPr>
        <w:spacing w:before="240"/>
        <w:ind w:firstLine="720"/>
        <w:rPr>
          <w:szCs w:val="24"/>
        </w:rPr>
      </w:pPr>
      <w:r w:rsidRPr="005235AD">
        <w:rPr>
          <w:szCs w:val="24"/>
        </w:rPr>
        <w:t xml:space="preserve">Valsts budžeta finansējums investīciju projektu īstenošanai resorā 2024. gadā plānots </w:t>
      </w:r>
      <w:r w:rsidRPr="005235AD">
        <w:rPr>
          <w:b/>
          <w:bCs/>
          <w:szCs w:val="24"/>
        </w:rPr>
        <w:t>0,9</w:t>
      </w:r>
      <w:r w:rsidRPr="005235AD">
        <w:rPr>
          <w:szCs w:val="24"/>
        </w:rPr>
        <w:t xml:space="preserve"> milj. </w:t>
      </w:r>
      <w:proofErr w:type="spellStart"/>
      <w:r w:rsidRPr="005235AD">
        <w:rPr>
          <w:i/>
          <w:iCs/>
          <w:szCs w:val="24"/>
        </w:rPr>
        <w:t>euro</w:t>
      </w:r>
      <w:proofErr w:type="spellEnd"/>
      <w:r w:rsidRPr="005235AD">
        <w:rPr>
          <w:i/>
          <w:iCs/>
          <w:szCs w:val="24"/>
        </w:rPr>
        <w:t xml:space="preserve"> </w:t>
      </w:r>
      <w:r w:rsidRPr="005235AD">
        <w:t xml:space="preserve">tajā skaitā </w:t>
      </w:r>
      <w:r>
        <w:t>ES</w:t>
      </w:r>
      <w:r w:rsidRPr="005235AD">
        <w:t xml:space="preserve"> politiku instrumentu un pārējās ārvalstu finanšu palīdzības līdzfinansēto projektu īstenošanai </w:t>
      </w:r>
      <w:r w:rsidRPr="005235AD">
        <w:rPr>
          <w:b/>
          <w:bCs/>
        </w:rPr>
        <w:t>0,2</w:t>
      </w:r>
      <w:r w:rsidRPr="005235AD">
        <w:t xml:space="preserve"> milj. </w:t>
      </w:r>
      <w:proofErr w:type="spellStart"/>
      <w:r w:rsidRPr="005235AD">
        <w:rPr>
          <w:i/>
          <w:iCs/>
        </w:rPr>
        <w:t>euro</w:t>
      </w:r>
      <w:proofErr w:type="spellEnd"/>
      <w:r>
        <w:rPr>
          <w:i/>
          <w:iCs/>
        </w:rPr>
        <w:t xml:space="preserve"> </w:t>
      </w:r>
      <w:r w:rsidRPr="00917668">
        <w:t>apmērā</w:t>
      </w:r>
      <w:r w:rsidRPr="005235AD">
        <w:rPr>
          <w:i/>
          <w:iCs/>
          <w:szCs w:val="24"/>
        </w:rPr>
        <w:t>.</w:t>
      </w:r>
      <w:r w:rsidRPr="005235AD">
        <w:rPr>
          <w:szCs w:val="24"/>
        </w:rPr>
        <w:t xml:space="preserve"> </w:t>
      </w:r>
      <w:r w:rsidRPr="005235AD">
        <w:t>Paredzētais</w:t>
      </w:r>
      <w:r w:rsidRPr="005235AD" w:rsidDel="00AB7F00">
        <w:rPr>
          <w:szCs w:val="24"/>
        </w:rPr>
        <w:t xml:space="preserve"> </w:t>
      </w:r>
      <w:r w:rsidRPr="005235AD">
        <w:rPr>
          <w:szCs w:val="24"/>
        </w:rPr>
        <w:t xml:space="preserve">valsts budžeta ieguldījums investīcijām ir par 0,07 milj. </w:t>
      </w:r>
      <w:proofErr w:type="spellStart"/>
      <w:r w:rsidRPr="005235AD">
        <w:rPr>
          <w:i/>
          <w:iCs/>
          <w:szCs w:val="24"/>
        </w:rPr>
        <w:t>euro</w:t>
      </w:r>
      <w:proofErr w:type="spellEnd"/>
      <w:r w:rsidRPr="005235AD">
        <w:rPr>
          <w:szCs w:val="24"/>
        </w:rPr>
        <w:t xml:space="preserve"> jeb 9,1% </w:t>
      </w:r>
      <w:proofErr w:type="spellStart"/>
      <w:r w:rsidRPr="005235AD">
        <w:rPr>
          <w:szCs w:val="24"/>
        </w:rPr>
        <w:t>lielaks</w:t>
      </w:r>
      <w:proofErr w:type="spellEnd"/>
      <w:r w:rsidRPr="005235AD">
        <w:rPr>
          <w:szCs w:val="24"/>
        </w:rPr>
        <w:t>, salīdzinot ar investīciju apjomu 2023. gada budžetā.</w:t>
      </w:r>
    </w:p>
    <w:p w14:paraId="7F5DDDC4" w14:textId="77777777" w:rsidR="004750C4" w:rsidRPr="00CB73F6" w:rsidRDefault="004750C4" w:rsidP="004750C4">
      <w:pPr>
        <w:ind w:firstLine="720"/>
        <w:rPr>
          <w:szCs w:val="24"/>
        </w:rPr>
      </w:pPr>
      <w:r w:rsidRPr="005235AD">
        <w:rPr>
          <w:szCs w:val="24"/>
        </w:rPr>
        <w:t>Ar resora investīcijām 2024. gadā plānots informācijas tehnoloģiju infrastruktūras attīstība prokuratūrai noteikto funkciju izpildes veicināšanai.</w:t>
      </w:r>
    </w:p>
    <w:p w14:paraId="4F11930D" w14:textId="77777777" w:rsidR="004750C4" w:rsidRPr="00CB73F6" w:rsidRDefault="004750C4" w:rsidP="004750C4">
      <w:pPr>
        <w:ind w:firstLine="720"/>
        <w:rPr>
          <w:i/>
          <w:iCs/>
          <w:szCs w:val="24"/>
        </w:rPr>
      </w:pPr>
      <w:r>
        <w:rPr>
          <w:b/>
          <w:bCs/>
          <w:szCs w:val="24"/>
        </w:rPr>
        <w:t xml:space="preserve">1. </w:t>
      </w:r>
      <w:r w:rsidRPr="0081307A">
        <w:rPr>
          <w:b/>
          <w:bCs/>
          <w:szCs w:val="24"/>
        </w:rPr>
        <w:t xml:space="preserve">Prokuratūras informācijas tehnoloģiju infrastruktūras attīstība Prokuratūras darbības stratēģijā 2022.–2027. gadam noteikto stratēģisko mērķu sasniegšanai un prokuratūrai noteikto funkciju izpildes veicināšanai (ietver: 1) 2023.gada prioritārais pasākums </w:t>
      </w:r>
      <w:r>
        <w:rPr>
          <w:b/>
          <w:bCs/>
          <w:szCs w:val="24"/>
        </w:rPr>
        <w:t>“</w:t>
      </w:r>
      <w:r w:rsidRPr="0081307A">
        <w:rPr>
          <w:b/>
          <w:bCs/>
          <w:szCs w:val="24"/>
        </w:rPr>
        <w:t xml:space="preserve">Prokuratūras informācijas sistēmas </w:t>
      </w:r>
      <w:proofErr w:type="spellStart"/>
      <w:r w:rsidRPr="0081307A">
        <w:rPr>
          <w:b/>
          <w:bCs/>
          <w:szCs w:val="24"/>
        </w:rPr>
        <w:t>ProIS</w:t>
      </w:r>
      <w:proofErr w:type="spellEnd"/>
      <w:r w:rsidRPr="0081307A">
        <w:rPr>
          <w:b/>
          <w:bCs/>
          <w:szCs w:val="24"/>
        </w:rPr>
        <w:t xml:space="preserve"> attīstība un pilnveide, tehniskais nodrošinājums un tehnoloģisko risinājumu attīstība</w:t>
      </w:r>
      <w:r>
        <w:rPr>
          <w:b/>
          <w:bCs/>
          <w:szCs w:val="24"/>
        </w:rPr>
        <w:t>”</w:t>
      </w:r>
      <w:r w:rsidRPr="0081307A">
        <w:rPr>
          <w:b/>
          <w:bCs/>
          <w:szCs w:val="24"/>
        </w:rPr>
        <w:t xml:space="preserve">; 2) 2020.gada prioritārais pasākums </w:t>
      </w:r>
      <w:r>
        <w:rPr>
          <w:b/>
          <w:bCs/>
          <w:szCs w:val="24"/>
        </w:rPr>
        <w:t>“</w:t>
      </w:r>
      <w:r w:rsidRPr="0081307A">
        <w:rPr>
          <w:b/>
          <w:bCs/>
          <w:szCs w:val="24"/>
        </w:rPr>
        <w:t>Prokuratūras informācijas tehnoloģiju infrastruktūras uzturēšana un nepieciešamā drošības līmeņa nodrošināšana</w:t>
      </w:r>
      <w:r>
        <w:rPr>
          <w:b/>
          <w:bCs/>
          <w:szCs w:val="24"/>
        </w:rPr>
        <w:t>”</w:t>
      </w:r>
      <w:r w:rsidRPr="0081307A">
        <w:rPr>
          <w:b/>
          <w:bCs/>
          <w:szCs w:val="24"/>
        </w:rPr>
        <w:t xml:space="preserve">; 3) prokuratūras struktūrvienību materiāltehniskais nodrošinājums; pavisam kopā 594 383 </w:t>
      </w:r>
      <w:proofErr w:type="spellStart"/>
      <w:r w:rsidRPr="0081307A">
        <w:rPr>
          <w:b/>
          <w:bCs/>
          <w:i/>
          <w:iCs/>
          <w:szCs w:val="24"/>
        </w:rPr>
        <w:t>euro</w:t>
      </w:r>
      <w:proofErr w:type="spellEnd"/>
      <w:r w:rsidRPr="0081307A">
        <w:rPr>
          <w:b/>
          <w:bCs/>
          <w:szCs w:val="24"/>
        </w:rPr>
        <w:t>)</w:t>
      </w:r>
      <w:r>
        <w:rPr>
          <w:b/>
          <w:bCs/>
          <w:szCs w:val="24"/>
        </w:rPr>
        <w:t>:</w:t>
      </w:r>
    </w:p>
    <w:p w14:paraId="70433475" w14:textId="77777777" w:rsidR="004750C4" w:rsidRPr="0081307A" w:rsidRDefault="004750C4" w:rsidP="004750C4">
      <w:pPr>
        <w:ind w:firstLine="0"/>
      </w:pPr>
      <w:r w:rsidRPr="00CB73F6">
        <w:rPr>
          <w:i/>
          <w:iCs/>
          <w:szCs w:val="24"/>
        </w:rPr>
        <w:t>mērķis</w:t>
      </w:r>
      <w:r w:rsidRPr="00CB73F6">
        <w:rPr>
          <w:szCs w:val="24"/>
        </w:rPr>
        <w:t xml:space="preserve"> – </w:t>
      </w:r>
      <w:r w:rsidRPr="007478FD">
        <w:rPr>
          <w:iCs/>
        </w:rPr>
        <w:t>Prokuratūras informācijas tehnoloģiju infrastruktūras uzturēšana, pakāpeniska atjaunošana</w:t>
      </w:r>
      <w:r>
        <w:rPr>
          <w:iCs/>
        </w:rPr>
        <w:t xml:space="preserve">, pilnveide un </w:t>
      </w:r>
      <w:r w:rsidRPr="007478FD">
        <w:rPr>
          <w:iCs/>
        </w:rPr>
        <w:t>nepieciešamā drošības līmeņa nodrošināšana</w:t>
      </w:r>
      <w:r w:rsidRPr="00CB73F6">
        <w:rPr>
          <w:iCs/>
          <w:szCs w:val="24"/>
        </w:rPr>
        <w:t>;</w:t>
      </w:r>
    </w:p>
    <w:p w14:paraId="5D406B6E" w14:textId="77777777" w:rsidR="004750C4" w:rsidRDefault="004750C4" w:rsidP="004750C4">
      <w:pPr>
        <w:ind w:firstLine="0"/>
        <w:rPr>
          <w:iCs/>
          <w:szCs w:val="24"/>
        </w:rPr>
      </w:pPr>
      <w:r w:rsidRPr="00CB73F6">
        <w:rPr>
          <w:i/>
          <w:iCs/>
          <w:szCs w:val="24"/>
        </w:rPr>
        <w:lastRenderedPageBreak/>
        <w:t>sagaidāmais rezultāts</w:t>
      </w:r>
      <w:r w:rsidRPr="00CB73F6">
        <w:rPr>
          <w:szCs w:val="24"/>
        </w:rPr>
        <w:t xml:space="preserve"> – </w:t>
      </w:r>
      <w:r w:rsidRPr="007478FD">
        <w:rPr>
          <w:iCs/>
        </w:rPr>
        <w:t>Tehniskā nodrošinājuma atbilstība informācijas tehnoloģiju pieejamības, integritātes un konfidencialitātes faktoriem</w:t>
      </w:r>
      <w:r w:rsidRPr="00CB73F6">
        <w:rPr>
          <w:iCs/>
          <w:szCs w:val="24"/>
        </w:rPr>
        <w:t>.</w:t>
      </w:r>
    </w:p>
    <w:p w14:paraId="0B664FC7" w14:textId="77777777" w:rsidR="004750C4" w:rsidRDefault="004750C4" w:rsidP="004750C4">
      <w:pPr>
        <w:rPr>
          <w:b/>
          <w:bCs/>
          <w:lang w:eastAsia="lv-LV"/>
        </w:rPr>
      </w:pPr>
      <w:r w:rsidRPr="0081307A">
        <w:rPr>
          <w:b/>
          <w:bCs/>
          <w:iCs/>
          <w:szCs w:val="24"/>
        </w:rPr>
        <w:t xml:space="preserve">2. </w:t>
      </w:r>
      <w:r w:rsidRPr="0081307A">
        <w:rPr>
          <w:b/>
          <w:bCs/>
        </w:rPr>
        <w:t xml:space="preserve">Projekta </w:t>
      </w:r>
      <w:r>
        <w:rPr>
          <w:b/>
          <w:bCs/>
        </w:rPr>
        <w:t>“</w:t>
      </w:r>
      <w:r w:rsidRPr="0081307A">
        <w:rPr>
          <w:b/>
          <w:bCs/>
        </w:rPr>
        <w:t>Prokuratūras informācijas sistēmas attīstība – E-lietas 2. posms</w:t>
      </w:r>
      <w:r>
        <w:rPr>
          <w:b/>
          <w:bCs/>
        </w:rPr>
        <w:t>”</w:t>
      </w:r>
      <w:r w:rsidRPr="0081307A">
        <w:rPr>
          <w:b/>
          <w:bCs/>
        </w:rPr>
        <w:t xml:space="preserve"> īstenošana (kopā </w:t>
      </w:r>
      <w:r w:rsidRPr="0081307A">
        <w:rPr>
          <w:b/>
          <w:bCs/>
          <w:lang w:eastAsia="lv-LV"/>
        </w:rPr>
        <w:t xml:space="preserve">222 610 </w:t>
      </w:r>
      <w:proofErr w:type="spellStart"/>
      <w:r w:rsidRPr="0081307A">
        <w:rPr>
          <w:b/>
          <w:bCs/>
          <w:i/>
          <w:iCs/>
          <w:lang w:eastAsia="lv-LV"/>
        </w:rPr>
        <w:t>euro</w:t>
      </w:r>
      <w:proofErr w:type="spellEnd"/>
      <w:r w:rsidRPr="0081307A">
        <w:rPr>
          <w:b/>
          <w:bCs/>
          <w:lang w:eastAsia="lv-LV"/>
        </w:rPr>
        <w:t>)</w:t>
      </w:r>
      <w:r>
        <w:rPr>
          <w:b/>
          <w:bCs/>
          <w:lang w:eastAsia="lv-LV"/>
        </w:rPr>
        <w:t>:</w:t>
      </w:r>
    </w:p>
    <w:p w14:paraId="6F0F3F96" w14:textId="77777777" w:rsidR="004750C4" w:rsidRPr="0081307A" w:rsidRDefault="004750C4" w:rsidP="004750C4">
      <w:pPr>
        <w:ind w:firstLine="0"/>
        <w:rPr>
          <w:iCs/>
          <w:color w:val="FF0000"/>
        </w:rPr>
      </w:pPr>
      <w:r w:rsidRPr="00CB73F6">
        <w:rPr>
          <w:i/>
          <w:iCs/>
          <w:szCs w:val="24"/>
        </w:rPr>
        <w:t>mērķis</w:t>
      </w:r>
      <w:r w:rsidRPr="00CB73F6">
        <w:rPr>
          <w:szCs w:val="24"/>
        </w:rPr>
        <w:t xml:space="preserve"> – </w:t>
      </w:r>
      <w:r>
        <w:t>E-lietas programmas turpmāka attīstība un pilnveide</w:t>
      </w:r>
      <w:r w:rsidRPr="00CB73F6">
        <w:rPr>
          <w:iCs/>
          <w:szCs w:val="24"/>
        </w:rPr>
        <w:t>;</w:t>
      </w:r>
    </w:p>
    <w:p w14:paraId="37074378" w14:textId="77777777" w:rsidR="004750C4" w:rsidRPr="0081307A" w:rsidRDefault="004750C4" w:rsidP="004750C4">
      <w:pPr>
        <w:spacing w:after="240"/>
        <w:ind w:firstLine="0"/>
      </w:pPr>
      <w:r w:rsidRPr="0081307A">
        <w:rPr>
          <w:i/>
          <w:iCs/>
          <w:szCs w:val="24"/>
        </w:rPr>
        <w:t>sagaidāmais rezultāts</w:t>
      </w:r>
      <w:r w:rsidRPr="00CB73F6">
        <w:rPr>
          <w:szCs w:val="24"/>
        </w:rPr>
        <w:t xml:space="preserve"> – </w:t>
      </w:r>
      <w:r>
        <w:t xml:space="preserve">Nodrošināti E-lietas platformas un ar to savienoto informācijas sistēmu papildinājumi, izstrādāti jauni koplietošanas risinājumi, paplašinot elektroniskas datu apmaiņas iespējas un veicinot pakalpojumu </w:t>
      </w:r>
      <w:proofErr w:type="spellStart"/>
      <w:r>
        <w:t>digitalizāciju</w:t>
      </w:r>
      <w:proofErr w:type="spellEnd"/>
      <w:r>
        <w:t xml:space="preserve">. Veikti </w:t>
      </w:r>
      <w:proofErr w:type="spellStart"/>
      <w:r>
        <w:t>ProIS</w:t>
      </w:r>
      <w:proofErr w:type="spellEnd"/>
      <w:r>
        <w:t xml:space="preserve"> pilnveidojumi, kas nodrošina sistēmā pieejamo datu apmaiņu kopīgajā elektronisko lietu katalogā; veiktas ieviesto koplietošanas risinājumu izmantošanas un attīstības aktivitātes, nodrošinot un nostiprinot vienotu pieeju datu apmaiņā izmeklēšanas un tiesvedības procesu ietvaros</w:t>
      </w:r>
      <w:r w:rsidRPr="00CB73F6">
        <w:rPr>
          <w:iCs/>
          <w:szCs w:val="24"/>
        </w:rPr>
        <w:t>.</w:t>
      </w:r>
    </w:p>
    <w:p w14:paraId="2CB434AD"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35. Centrālā vēlēšanu komisija</w:t>
      </w:r>
    </w:p>
    <w:p w14:paraId="1855A1C6" w14:textId="77777777" w:rsidR="004750C4" w:rsidRPr="00D23E23" w:rsidRDefault="004750C4" w:rsidP="004750C4">
      <w:pPr>
        <w:spacing w:before="240"/>
        <w:ind w:firstLine="720"/>
        <w:rPr>
          <w:szCs w:val="24"/>
        </w:rPr>
      </w:pPr>
      <w:r w:rsidRPr="00D23E23">
        <w:rPr>
          <w:szCs w:val="24"/>
        </w:rPr>
        <w:t xml:space="preserve">Valsts budžeta finansējums investīciju projektu īstenošanai resorā 2024. gadā plānots </w:t>
      </w:r>
      <w:r w:rsidRPr="00D23E23">
        <w:rPr>
          <w:b/>
          <w:bCs/>
          <w:szCs w:val="24"/>
        </w:rPr>
        <w:t>0,002 milj.</w:t>
      </w:r>
      <w:r w:rsidRPr="00D23E23">
        <w:rPr>
          <w:szCs w:val="24"/>
        </w:rPr>
        <w:t xml:space="preserve"> </w:t>
      </w:r>
      <w:proofErr w:type="spellStart"/>
      <w:r w:rsidRPr="00D23E23">
        <w:rPr>
          <w:i/>
          <w:iCs/>
          <w:szCs w:val="24"/>
        </w:rPr>
        <w:t>euro</w:t>
      </w:r>
      <w:proofErr w:type="spellEnd"/>
      <w:r w:rsidRPr="00D23E23">
        <w:rPr>
          <w:i/>
          <w:iCs/>
          <w:szCs w:val="24"/>
        </w:rPr>
        <w:t>.</w:t>
      </w:r>
      <w:r w:rsidRPr="00D23E23">
        <w:rPr>
          <w:szCs w:val="24"/>
        </w:rPr>
        <w:t xml:space="preserve"> </w:t>
      </w:r>
      <w:r w:rsidRPr="00D23E23">
        <w:t>Paredzētais</w:t>
      </w:r>
      <w:r w:rsidRPr="00D23E23" w:rsidDel="00AB7F00">
        <w:rPr>
          <w:szCs w:val="24"/>
        </w:rPr>
        <w:t xml:space="preserve"> </w:t>
      </w:r>
      <w:r w:rsidRPr="00D23E23">
        <w:rPr>
          <w:szCs w:val="24"/>
        </w:rPr>
        <w:t xml:space="preserve">valsts budžeta ieguldījums investīcijām ir par 0,5 milj. </w:t>
      </w:r>
      <w:proofErr w:type="spellStart"/>
      <w:r w:rsidRPr="00D23E23">
        <w:rPr>
          <w:i/>
          <w:iCs/>
          <w:szCs w:val="24"/>
        </w:rPr>
        <w:t>euro</w:t>
      </w:r>
      <w:proofErr w:type="spellEnd"/>
      <w:r w:rsidRPr="00D23E23">
        <w:rPr>
          <w:szCs w:val="24"/>
        </w:rPr>
        <w:t xml:space="preserve"> jeb 99,6% mazāks, salīdzinot ar investīciju apjomu 2023. gada budžetā.</w:t>
      </w:r>
    </w:p>
    <w:p w14:paraId="282BE300" w14:textId="77777777" w:rsidR="004750C4" w:rsidRPr="00CB73F6" w:rsidRDefault="004750C4" w:rsidP="004750C4">
      <w:pPr>
        <w:ind w:firstLine="720"/>
        <w:rPr>
          <w:szCs w:val="24"/>
        </w:rPr>
      </w:pPr>
      <w:r w:rsidRPr="00D23E23">
        <w:rPr>
          <w:szCs w:val="24"/>
        </w:rPr>
        <w:t>Ar resora investīcijām 2024. gadā plānota pakāpeniska Centrālās vēlēšanu komisijas biroja datortehnikas atjaunošana.</w:t>
      </w:r>
    </w:p>
    <w:p w14:paraId="36B04813" w14:textId="77777777" w:rsidR="004750C4" w:rsidRPr="00CB73F6" w:rsidRDefault="004750C4" w:rsidP="004750C4">
      <w:pPr>
        <w:rPr>
          <w:b/>
          <w:bCs/>
          <w:szCs w:val="24"/>
        </w:rPr>
      </w:pPr>
      <w:r w:rsidRPr="00524881">
        <w:rPr>
          <w:b/>
          <w:bCs/>
          <w:szCs w:val="24"/>
        </w:rPr>
        <w:t>Datortehnikas atjaunošana</w:t>
      </w:r>
      <w:r w:rsidRPr="00CB73F6">
        <w:rPr>
          <w:b/>
          <w:bCs/>
          <w:szCs w:val="24"/>
        </w:rPr>
        <w:t>:</w:t>
      </w:r>
    </w:p>
    <w:p w14:paraId="23C9C8E9"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524881">
        <w:rPr>
          <w:szCs w:val="24"/>
        </w:rPr>
        <w:t>no</w:t>
      </w:r>
      <w:r>
        <w:rPr>
          <w:szCs w:val="24"/>
        </w:rPr>
        <w:t>drošināt</w:t>
      </w:r>
      <w:r w:rsidRPr="00524881">
        <w:rPr>
          <w:szCs w:val="24"/>
        </w:rPr>
        <w:t xml:space="preserve"> pakāpenisk</w:t>
      </w:r>
      <w:r>
        <w:rPr>
          <w:szCs w:val="24"/>
        </w:rPr>
        <w:t>u</w:t>
      </w:r>
      <w:r w:rsidRPr="00524881">
        <w:rPr>
          <w:szCs w:val="24"/>
        </w:rPr>
        <w:t xml:space="preserve"> datortehnikas nomaiņ</w:t>
      </w:r>
      <w:r>
        <w:rPr>
          <w:szCs w:val="24"/>
        </w:rPr>
        <w:t>u</w:t>
      </w:r>
      <w:r w:rsidRPr="00CB73F6">
        <w:rPr>
          <w:szCs w:val="24"/>
        </w:rPr>
        <w:t>;</w:t>
      </w:r>
    </w:p>
    <w:p w14:paraId="0F2D5B7A"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w:t>
      </w:r>
      <w:r w:rsidRPr="00524881">
        <w:rPr>
          <w:szCs w:val="24"/>
        </w:rPr>
        <w:t xml:space="preserve">pakāpeniska Centrālās vēlēšanu komisijas biroja datortehnikas atjaunošana. </w:t>
      </w:r>
    </w:p>
    <w:p w14:paraId="5A1B2013"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46. Sabiedriskie elektroniskie plašsaziņas līdzekļi</w:t>
      </w:r>
    </w:p>
    <w:p w14:paraId="5DAA610D" w14:textId="77777777" w:rsidR="004750C4" w:rsidRPr="00CB73F6" w:rsidRDefault="004750C4" w:rsidP="004750C4">
      <w:pPr>
        <w:spacing w:before="240"/>
        <w:ind w:firstLine="720"/>
        <w:rPr>
          <w:szCs w:val="24"/>
        </w:rPr>
      </w:pPr>
      <w:r w:rsidRPr="005235AD">
        <w:rPr>
          <w:szCs w:val="24"/>
        </w:rPr>
        <w:t xml:space="preserve">Valsts budžeta finansējums investīciju projektu īstenošanai resorā 2024. gadā plānots </w:t>
      </w:r>
      <w:r w:rsidRPr="005235AD">
        <w:rPr>
          <w:b/>
          <w:bCs/>
          <w:szCs w:val="24"/>
        </w:rPr>
        <w:t>0,004 milj.</w:t>
      </w:r>
      <w:r w:rsidRPr="005235AD">
        <w:rPr>
          <w:szCs w:val="24"/>
        </w:rPr>
        <w:t xml:space="preserve"> </w:t>
      </w:r>
      <w:proofErr w:type="spellStart"/>
      <w:r w:rsidRPr="005235AD">
        <w:rPr>
          <w:i/>
          <w:iCs/>
          <w:szCs w:val="24"/>
        </w:rPr>
        <w:t>euro</w:t>
      </w:r>
      <w:proofErr w:type="spellEnd"/>
      <w:r w:rsidRPr="005235AD">
        <w:rPr>
          <w:szCs w:val="24"/>
        </w:rPr>
        <w:t xml:space="preserve">. </w:t>
      </w:r>
      <w:r w:rsidRPr="005235AD">
        <w:t>Paredzētais</w:t>
      </w:r>
      <w:r w:rsidRPr="005235AD" w:rsidDel="00AB7F00">
        <w:rPr>
          <w:szCs w:val="24"/>
        </w:rPr>
        <w:t xml:space="preserve"> </w:t>
      </w:r>
      <w:r w:rsidRPr="005235AD">
        <w:rPr>
          <w:szCs w:val="24"/>
        </w:rPr>
        <w:t xml:space="preserve">valsts budžeta ieguldījums investīcijām ir par 0,003 milj. </w:t>
      </w:r>
      <w:proofErr w:type="spellStart"/>
      <w:r w:rsidRPr="005235AD">
        <w:rPr>
          <w:i/>
          <w:iCs/>
          <w:szCs w:val="24"/>
        </w:rPr>
        <w:t>euro</w:t>
      </w:r>
      <w:proofErr w:type="spellEnd"/>
      <w:r w:rsidRPr="005235AD">
        <w:rPr>
          <w:szCs w:val="24"/>
        </w:rPr>
        <w:t xml:space="preserve"> jeb 45,5% mazāks, salīdzinot ar investīciju apjomu 2023. gada budžetā</w:t>
      </w:r>
    </w:p>
    <w:p w14:paraId="6C5A1BFE" w14:textId="77777777" w:rsidR="004750C4" w:rsidRPr="00CB73F6" w:rsidRDefault="004750C4" w:rsidP="004750C4">
      <w:pPr>
        <w:ind w:firstLine="720"/>
        <w:rPr>
          <w:szCs w:val="24"/>
        </w:rPr>
      </w:pPr>
      <w:r w:rsidRPr="0080668B">
        <w:rPr>
          <w:szCs w:val="24"/>
        </w:rPr>
        <w:t xml:space="preserve">Paredzētais finansējums nepieciešams, lai nodrošinātu un atjaunotu iestādes materiāltehnisko bāzi, </w:t>
      </w:r>
      <w:r>
        <w:rPr>
          <w:szCs w:val="24"/>
        </w:rPr>
        <w:t>tajā skaitā</w:t>
      </w:r>
      <w:r w:rsidRPr="0080668B">
        <w:rPr>
          <w:szCs w:val="24"/>
        </w:rPr>
        <w:t xml:space="preserve"> datortehnikas iegādei, licenču iegādei un darba vietu labiekārtošanai.</w:t>
      </w:r>
    </w:p>
    <w:p w14:paraId="57F0CB2B" w14:textId="77777777" w:rsidR="004750C4" w:rsidRPr="00CB73F6" w:rsidRDefault="004750C4" w:rsidP="004750C4">
      <w:pPr>
        <w:ind w:firstLine="720"/>
        <w:rPr>
          <w:b/>
          <w:bCs/>
          <w:szCs w:val="24"/>
        </w:rPr>
      </w:pPr>
      <w:r w:rsidRPr="00CB73F6">
        <w:rPr>
          <w:b/>
          <w:bCs/>
          <w:szCs w:val="24"/>
        </w:rPr>
        <w:t>Materiāltehniskās bāzes atjaunošana darba nodrošināšanai:</w:t>
      </w:r>
    </w:p>
    <w:p w14:paraId="4BAF200A" w14:textId="77777777" w:rsidR="004750C4" w:rsidRPr="00CB73F6" w:rsidRDefault="004750C4" w:rsidP="004750C4">
      <w:pPr>
        <w:ind w:firstLine="0"/>
        <w:rPr>
          <w:szCs w:val="24"/>
        </w:rPr>
      </w:pPr>
      <w:r w:rsidRPr="00CB73F6">
        <w:rPr>
          <w:i/>
          <w:iCs/>
          <w:szCs w:val="24"/>
        </w:rPr>
        <w:t>mērķis</w:t>
      </w:r>
      <w:r w:rsidRPr="00CB73F6">
        <w:rPr>
          <w:szCs w:val="24"/>
        </w:rPr>
        <w:t xml:space="preserve"> – </w:t>
      </w:r>
      <w:r w:rsidRPr="00C14433">
        <w:rPr>
          <w:szCs w:val="24"/>
        </w:rPr>
        <w:t>nodrošināt darbiniekus ar datortehniku darba pienākumu veikšanai;</w:t>
      </w:r>
    </w:p>
    <w:p w14:paraId="186CFD4C" w14:textId="77777777" w:rsidR="004750C4" w:rsidRPr="00CB73F6" w:rsidRDefault="004750C4" w:rsidP="004750C4">
      <w:pPr>
        <w:spacing w:after="240"/>
        <w:ind w:firstLine="0"/>
        <w:rPr>
          <w:szCs w:val="24"/>
          <w:lang w:val="cs-CZ"/>
        </w:rPr>
      </w:pPr>
      <w:r w:rsidRPr="00CB73F6">
        <w:rPr>
          <w:i/>
          <w:iCs/>
          <w:szCs w:val="24"/>
        </w:rPr>
        <w:t>sagaidāmais rezultāts</w:t>
      </w:r>
      <w:r w:rsidRPr="00CB73F6">
        <w:rPr>
          <w:szCs w:val="24"/>
        </w:rPr>
        <w:t xml:space="preserve"> – </w:t>
      </w:r>
      <w:r w:rsidRPr="00C14433">
        <w:rPr>
          <w:szCs w:val="24"/>
        </w:rPr>
        <w:t>nodrošināta darbam nepieciešamās materiāltehniskās bāzes atjaunošana: iegādāti datori un datorprogrammas, kā arī darba vietu labiekārtošana atbilstoši drošas un ergonomiskas darba vietas prasībām.</w:t>
      </w:r>
    </w:p>
    <w:p w14:paraId="283E0209" w14:textId="77777777" w:rsidR="004750C4" w:rsidRPr="00CB73F6" w:rsidRDefault="004750C4" w:rsidP="004750C4">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 xml:space="preserve">47. Radio un televīzijas regulators </w:t>
      </w:r>
    </w:p>
    <w:p w14:paraId="6DE0DA4D" w14:textId="77777777" w:rsidR="004750C4" w:rsidRPr="00CB73F6" w:rsidRDefault="004750C4" w:rsidP="004750C4">
      <w:pPr>
        <w:spacing w:before="240"/>
        <w:ind w:firstLine="720"/>
        <w:rPr>
          <w:szCs w:val="24"/>
        </w:rPr>
      </w:pPr>
      <w:r w:rsidRPr="005235AD">
        <w:rPr>
          <w:szCs w:val="24"/>
        </w:rPr>
        <w:t xml:space="preserve">Valsts budžeta finansējums investīciju projektu īstenošanai resorā 2024. gadā plānots </w:t>
      </w:r>
      <w:r w:rsidRPr="005235AD">
        <w:rPr>
          <w:b/>
          <w:bCs/>
          <w:szCs w:val="24"/>
        </w:rPr>
        <w:t>0,02 milj.</w:t>
      </w:r>
      <w:r w:rsidRPr="005235AD">
        <w:rPr>
          <w:szCs w:val="24"/>
        </w:rPr>
        <w:t xml:space="preserve"> </w:t>
      </w:r>
      <w:proofErr w:type="spellStart"/>
      <w:r w:rsidRPr="005235AD">
        <w:rPr>
          <w:i/>
          <w:iCs/>
          <w:szCs w:val="24"/>
        </w:rPr>
        <w:t>euro</w:t>
      </w:r>
      <w:proofErr w:type="spellEnd"/>
      <w:r w:rsidRPr="005235AD">
        <w:rPr>
          <w:szCs w:val="24"/>
        </w:rPr>
        <w:t xml:space="preserve">. </w:t>
      </w:r>
      <w:r w:rsidRPr="005235AD">
        <w:t>Paredzētais</w:t>
      </w:r>
      <w:r w:rsidRPr="005235AD" w:rsidDel="00AB7F00">
        <w:rPr>
          <w:szCs w:val="24"/>
        </w:rPr>
        <w:t xml:space="preserve"> </w:t>
      </w:r>
      <w:r w:rsidRPr="005235AD">
        <w:rPr>
          <w:szCs w:val="24"/>
        </w:rPr>
        <w:t xml:space="preserve">valsts budžeta ieguldījums investīcijām ir par 0,01 milj. </w:t>
      </w:r>
      <w:proofErr w:type="spellStart"/>
      <w:r w:rsidRPr="005235AD">
        <w:rPr>
          <w:i/>
          <w:iCs/>
          <w:szCs w:val="24"/>
        </w:rPr>
        <w:t>euro</w:t>
      </w:r>
      <w:proofErr w:type="spellEnd"/>
      <w:r w:rsidRPr="005235AD">
        <w:rPr>
          <w:szCs w:val="24"/>
        </w:rPr>
        <w:t xml:space="preserve"> jeb 317,6% lielāks, salīdzinot ar investīciju apjomu 2023. gada budžetā.</w:t>
      </w:r>
    </w:p>
    <w:p w14:paraId="66239D4D" w14:textId="77777777" w:rsidR="004750C4" w:rsidRPr="00CB73F6" w:rsidRDefault="004750C4" w:rsidP="004750C4">
      <w:pPr>
        <w:ind w:firstLine="720"/>
        <w:rPr>
          <w:szCs w:val="24"/>
        </w:rPr>
      </w:pPr>
      <w:r w:rsidRPr="00CB73F6">
        <w:rPr>
          <w:szCs w:val="24"/>
        </w:rPr>
        <w:t>Lai nodrošinātu materiāltehnisko līdzekļu iegādi, kā rezultātā tiks uzlabots un atjaunots materiāltehniskais nodrošinājums darbinieku pienākumu izpildei.</w:t>
      </w:r>
    </w:p>
    <w:p w14:paraId="771BE63A" w14:textId="77777777" w:rsidR="00CB2B1B" w:rsidRDefault="00CB2B1B" w:rsidP="004750C4">
      <w:pPr>
        <w:ind w:firstLine="720"/>
        <w:rPr>
          <w:b/>
          <w:bCs/>
          <w:szCs w:val="24"/>
        </w:rPr>
      </w:pPr>
    </w:p>
    <w:p w14:paraId="7F569160" w14:textId="14D2D401" w:rsidR="004750C4" w:rsidRPr="00CB73F6" w:rsidRDefault="004750C4" w:rsidP="004750C4">
      <w:pPr>
        <w:ind w:firstLine="720"/>
        <w:rPr>
          <w:b/>
          <w:bCs/>
          <w:szCs w:val="24"/>
        </w:rPr>
      </w:pPr>
      <w:r w:rsidRPr="00CB73F6">
        <w:rPr>
          <w:b/>
          <w:bCs/>
          <w:szCs w:val="24"/>
        </w:rPr>
        <w:lastRenderedPageBreak/>
        <w:t>Materiāltehniskās bāzes atjaunošana darba nodrošināšanai</w:t>
      </w:r>
    </w:p>
    <w:p w14:paraId="3713FA20" w14:textId="77777777" w:rsidR="004750C4" w:rsidRPr="00CB73F6" w:rsidRDefault="004750C4" w:rsidP="004750C4">
      <w:pPr>
        <w:ind w:firstLine="0"/>
        <w:rPr>
          <w:szCs w:val="24"/>
        </w:rPr>
      </w:pPr>
      <w:r w:rsidRPr="00CB73F6">
        <w:rPr>
          <w:i/>
          <w:iCs/>
          <w:szCs w:val="24"/>
        </w:rPr>
        <w:t>mērķis</w:t>
      </w:r>
      <w:r w:rsidRPr="00CB73F6">
        <w:rPr>
          <w:szCs w:val="24"/>
        </w:rPr>
        <w:t xml:space="preserve"> – nodrošināt darbiniekus ar datortehniku darba pienākumu veikšanai;</w:t>
      </w:r>
    </w:p>
    <w:p w14:paraId="146F66FC" w14:textId="77777777" w:rsidR="004750C4" w:rsidRPr="00CB73F6" w:rsidRDefault="004750C4" w:rsidP="004750C4">
      <w:pPr>
        <w:spacing w:after="240"/>
        <w:ind w:firstLine="0"/>
        <w:rPr>
          <w:szCs w:val="24"/>
        </w:rPr>
      </w:pPr>
      <w:r w:rsidRPr="00CB73F6">
        <w:rPr>
          <w:i/>
          <w:iCs/>
          <w:szCs w:val="24"/>
        </w:rPr>
        <w:t>sagaidāmais rezultāts</w:t>
      </w:r>
      <w:r w:rsidRPr="00CB73F6">
        <w:rPr>
          <w:szCs w:val="24"/>
        </w:rPr>
        <w:t xml:space="preserve"> – nodrošināta darbam nepieciešamā materiāltehniskā bāze: iegādāti datori un datorprogrammas, kā arī darba vietu labiekārtošana atbilstoši drošas un ergonomiskas darba vides prasībām.</w:t>
      </w:r>
    </w:p>
    <w:p w14:paraId="53E0BF08" w14:textId="77777777" w:rsidR="004750C4" w:rsidRDefault="004750C4" w:rsidP="004750C4">
      <w:pPr>
        <w:rPr>
          <w:b/>
          <w:sz w:val="36"/>
        </w:rPr>
      </w:pPr>
    </w:p>
    <w:p w14:paraId="501CF1B2" w14:textId="77777777" w:rsidR="004750C4" w:rsidRPr="004750C4" w:rsidRDefault="004750C4" w:rsidP="004750C4"/>
    <w:sectPr w:rsidR="004750C4" w:rsidRPr="004750C4" w:rsidSect="00243DFD">
      <w:headerReference w:type="even" r:id="rId10"/>
      <w:headerReference w:type="default" r:id="rId11"/>
      <w:footerReference w:type="default" r:id="rId12"/>
      <w:footerReference w:type="first" r:id="rId13"/>
      <w:pgSz w:w="11906" w:h="16838" w:code="9"/>
      <w:pgMar w:top="1418" w:right="1134" w:bottom="1134" w:left="1701" w:header="720" w:footer="720" w:gutter="0"/>
      <w:pgNumType w:start="98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9F385" w14:textId="77777777" w:rsidR="000149EB" w:rsidRDefault="000149EB">
      <w:r>
        <w:separator/>
      </w:r>
    </w:p>
  </w:endnote>
  <w:endnote w:type="continuationSeparator" w:id="0">
    <w:p w14:paraId="7DCF37D2" w14:textId="77777777" w:rsidR="000149EB" w:rsidRDefault="00014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12355" w14:textId="01C651F2" w:rsidR="00345713" w:rsidRPr="005E53D3" w:rsidRDefault="00345713" w:rsidP="005E53D3">
    <w:pPr>
      <w:pStyle w:val="Footer"/>
    </w:pPr>
    <w:r>
      <w:rPr>
        <w:noProof/>
      </w:rPr>
      <w:fldChar w:fldCharType="begin"/>
    </w:r>
    <w:r>
      <w:rPr>
        <w:noProof/>
      </w:rPr>
      <w:instrText xml:space="preserve"> FILENAME \* MERGEFORMAT </w:instrText>
    </w:r>
    <w:r>
      <w:rPr>
        <w:noProof/>
      </w:rPr>
      <w:fldChar w:fldCharType="separate"/>
    </w:r>
    <w:r w:rsidR="00EF1AD4">
      <w:rPr>
        <w:noProof/>
      </w:rPr>
      <w:t>FMPask_5.4_271023_proj2024.docx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3202" w14:textId="46AADC72" w:rsidR="00345713" w:rsidRDefault="00345713">
    <w:pPr>
      <w:pStyle w:val="Footer"/>
    </w:pPr>
    <w:r>
      <w:fldChar w:fldCharType="begin"/>
    </w:r>
    <w:r>
      <w:instrText xml:space="preserve"> FILENAME</w:instrText>
    </w:r>
    <w:r>
      <w:fldChar w:fldCharType="separate"/>
    </w:r>
    <w:r w:rsidR="00CF5590">
      <w:rPr>
        <w:noProof/>
      </w:rPr>
      <w:t>FMPask_5.4_060223_proj2023.docx</w:t>
    </w:r>
    <w:r>
      <w:rPr>
        <w:noProof/>
      </w:rPr>
      <w:fldChar w:fldCharType="end"/>
    </w:r>
    <w:r>
      <w:t xml:space="preserve">; </w:t>
    </w:r>
    <w:r w:rsidR="002068CD">
      <w:fldChar w:fldCharType="begin"/>
    </w:r>
    <w:r w:rsidR="002068CD">
      <w:instrText xml:space="preserve"> TITLE \* FirstCap \* MERGEFORMAT </w:instrText>
    </w:r>
    <w:r w:rsidR="002068CD">
      <w:fldChar w:fldCharType="separate"/>
    </w:r>
    <w:r w:rsidR="00CF5590">
      <w:t>Likumprojekta "Par valsts budžetu 2023. gadam un budžeta ietvaru 2023., 2024. un 2025. gadam" paskaidrojumi, 5.4. Valsts budžeta investīciju projektu finansēšana 2022. gadā</w:t>
    </w:r>
    <w:r w:rsidR="002068C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510BD" w14:textId="77777777" w:rsidR="000149EB" w:rsidRDefault="000149EB">
      <w:r>
        <w:separator/>
      </w:r>
    </w:p>
  </w:footnote>
  <w:footnote w:type="continuationSeparator" w:id="0">
    <w:p w14:paraId="2D0EE739" w14:textId="77777777" w:rsidR="000149EB" w:rsidRDefault="00014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D963" w14:textId="77777777" w:rsidR="00345713" w:rsidRDefault="0034571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1211</w:t>
    </w:r>
    <w:r>
      <w:rPr>
        <w:rStyle w:val="PageNumber"/>
      </w:rPr>
      <w:fldChar w:fldCharType="end"/>
    </w:r>
  </w:p>
  <w:p w14:paraId="08139CA3" w14:textId="77777777" w:rsidR="00345713" w:rsidRDefault="00345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49281"/>
      <w:docPartObj>
        <w:docPartGallery w:val="Page Numbers (Top of Page)"/>
        <w:docPartUnique/>
      </w:docPartObj>
    </w:sdtPr>
    <w:sdtEndPr>
      <w:rPr>
        <w:noProof/>
      </w:rPr>
    </w:sdtEndPr>
    <w:sdtContent>
      <w:p w14:paraId="2D6051B8" w14:textId="0C4ED881" w:rsidR="00345713" w:rsidRDefault="00345713">
        <w:pPr>
          <w:pStyle w:val="Header"/>
          <w:jc w:val="center"/>
        </w:pPr>
        <w:r>
          <w:fldChar w:fldCharType="begin"/>
        </w:r>
        <w:r>
          <w:instrText xml:space="preserve"> PAGE   \* MERGEFORMAT </w:instrText>
        </w:r>
        <w:r>
          <w:fldChar w:fldCharType="separate"/>
        </w:r>
        <w:r w:rsidR="00532E23">
          <w:rPr>
            <w:noProof/>
          </w:rPr>
          <w:t>937</w:t>
        </w:r>
        <w:r>
          <w:rPr>
            <w:noProof/>
          </w:rPr>
          <w:fldChar w:fldCharType="end"/>
        </w:r>
      </w:p>
    </w:sdtContent>
  </w:sdt>
  <w:p w14:paraId="632BCDFE" w14:textId="2F8E9937" w:rsidR="00345713" w:rsidRDefault="00C00EE3" w:rsidP="00C00EE3">
    <w:pPr>
      <w:pStyle w:val="Header"/>
      <w:jc w:val="right"/>
    </w:pPr>
    <w:r w:rsidRPr="00671C22">
      <w:rPr>
        <w:sz w:val="20"/>
      </w:rPr>
      <w:t>Valsts budžets 202</w:t>
    </w:r>
    <w:r w:rsidR="00EF1AD4">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F1198"/>
    <w:multiLevelType w:val="hybridMultilevel"/>
    <w:tmpl w:val="4FD2B700"/>
    <w:lvl w:ilvl="0" w:tplc="7C2ABDFE">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868229E"/>
    <w:multiLevelType w:val="hybridMultilevel"/>
    <w:tmpl w:val="03507D2C"/>
    <w:lvl w:ilvl="0" w:tplc="33CCA07A">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B5C7C63"/>
    <w:multiLevelType w:val="hybridMultilevel"/>
    <w:tmpl w:val="87CE94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7695C72"/>
    <w:multiLevelType w:val="hybridMultilevel"/>
    <w:tmpl w:val="74D8072E"/>
    <w:lvl w:ilvl="0" w:tplc="7C2ABDFE">
      <w:start w:val="1"/>
      <w:numFmt w:val="bullet"/>
      <w:lvlText w:val=""/>
      <w:lvlJc w:val="left"/>
      <w:pPr>
        <w:ind w:left="1503" w:hanging="360"/>
      </w:pPr>
      <w:rPr>
        <w:rFonts w:ascii="Symbol" w:hAnsi="Symbol" w:hint="default"/>
      </w:rPr>
    </w:lvl>
    <w:lvl w:ilvl="1" w:tplc="04260003" w:tentative="1">
      <w:start w:val="1"/>
      <w:numFmt w:val="bullet"/>
      <w:lvlText w:val="o"/>
      <w:lvlJc w:val="left"/>
      <w:pPr>
        <w:ind w:left="2223" w:hanging="360"/>
      </w:pPr>
      <w:rPr>
        <w:rFonts w:ascii="Courier New" w:hAnsi="Courier New" w:cs="Courier New" w:hint="default"/>
      </w:rPr>
    </w:lvl>
    <w:lvl w:ilvl="2" w:tplc="04260005" w:tentative="1">
      <w:start w:val="1"/>
      <w:numFmt w:val="bullet"/>
      <w:lvlText w:val=""/>
      <w:lvlJc w:val="left"/>
      <w:pPr>
        <w:ind w:left="2943" w:hanging="360"/>
      </w:pPr>
      <w:rPr>
        <w:rFonts w:ascii="Wingdings" w:hAnsi="Wingdings" w:hint="default"/>
      </w:rPr>
    </w:lvl>
    <w:lvl w:ilvl="3" w:tplc="04260001" w:tentative="1">
      <w:start w:val="1"/>
      <w:numFmt w:val="bullet"/>
      <w:lvlText w:val=""/>
      <w:lvlJc w:val="left"/>
      <w:pPr>
        <w:ind w:left="3663" w:hanging="360"/>
      </w:pPr>
      <w:rPr>
        <w:rFonts w:ascii="Symbol" w:hAnsi="Symbol" w:hint="default"/>
      </w:rPr>
    </w:lvl>
    <w:lvl w:ilvl="4" w:tplc="04260003" w:tentative="1">
      <w:start w:val="1"/>
      <w:numFmt w:val="bullet"/>
      <w:lvlText w:val="o"/>
      <w:lvlJc w:val="left"/>
      <w:pPr>
        <w:ind w:left="4383" w:hanging="360"/>
      </w:pPr>
      <w:rPr>
        <w:rFonts w:ascii="Courier New" w:hAnsi="Courier New" w:cs="Courier New" w:hint="default"/>
      </w:rPr>
    </w:lvl>
    <w:lvl w:ilvl="5" w:tplc="04260005" w:tentative="1">
      <w:start w:val="1"/>
      <w:numFmt w:val="bullet"/>
      <w:lvlText w:val=""/>
      <w:lvlJc w:val="left"/>
      <w:pPr>
        <w:ind w:left="5103" w:hanging="360"/>
      </w:pPr>
      <w:rPr>
        <w:rFonts w:ascii="Wingdings" w:hAnsi="Wingdings" w:hint="default"/>
      </w:rPr>
    </w:lvl>
    <w:lvl w:ilvl="6" w:tplc="04260001" w:tentative="1">
      <w:start w:val="1"/>
      <w:numFmt w:val="bullet"/>
      <w:lvlText w:val=""/>
      <w:lvlJc w:val="left"/>
      <w:pPr>
        <w:ind w:left="5823" w:hanging="360"/>
      </w:pPr>
      <w:rPr>
        <w:rFonts w:ascii="Symbol" w:hAnsi="Symbol" w:hint="default"/>
      </w:rPr>
    </w:lvl>
    <w:lvl w:ilvl="7" w:tplc="04260003" w:tentative="1">
      <w:start w:val="1"/>
      <w:numFmt w:val="bullet"/>
      <w:lvlText w:val="o"/>
      <w:lvlJc w:val="left"/>
      <w:pPr>
        <w:ind w:left="6543" w:hanging="360"/>
      </w:pPr>
      <w:rPr>
        <w:rFonts w:ascii="Courier New" w:hAnsi="Courier New" w:cs="Courier New" w:hint="default"/>
      </w:rPr>
    </w:lvl>
    <w:lvl w:ilvl="8" w:tplc="04260005" w:tentative="1">
      <w:start w:val="1"/>
      <w:numFmt w:val="bullet"/>
      <w:lvlText w:val=""/>
      <w:lvlJc w:val="left"/>
      <w:pPr>
        <w:ind w:left="7263" w:hanging="360"/>
      </w:pPr>
      <w:rPr>
        <w:rFonts w:ascii="Wingdings" w:hAnsi="Wingdings" w:hint="default"/>
      </w:rPr>
    </w:lvl>
  </w:abstractNum>
  <w:abstractNum w:abstractNumId="4" w15:restartNumberingAfterBreak="0">
    <w:nsid w:val="1A1C6368"/>
    <w:multiLevelType w:val="hybridMultilevel"/>
    <w:tmpl w:val="0B5E523A"/>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3B87C6A"/>
    <w:multiLevelType w:val="hybridMultilevel"/>
    <w:tmpl w:val="87C055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B744E45"/>
    <w:multiLevelType w:val="hybridMultilevel"/>
    <w:tmpl w:val="DCA676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CFC6E73"/>
    <w:multiLevelType w:val="hybridMultilevel"/>
    <w:tmpl w:val="80826184"/>
    <w:lvl w:ilvl="0" w:tplc="D04E017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DD20C79"/>
    <w:multiLevelType w:val="hybridMultilevel"/>
    <w:tmpl w:val="7E9A5FD4"/>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30C71007"/>
    <w:multiLevelType w:val="hybridMultilevel"/>
    <w:tmpl w:val="FD38D0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10C486A"/>
    <w:multiLevelType w:val="hybridMultilevel"/>
    <w:tmpl w:val="57F260DC"/>
    <w:lvl w:ilvl="0" w:tplc="26BA1A4C">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5DF6B58"/>
    <w:multiLevelType w:val="hybridMultilevel"/>
    <w:tmpl w:val="BF8CE2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88215D6"/>
    <w:multiLevelType w:val="hybridMultilevel"/>
    <w:tmpl w:val="CAC20294"/>
    <w:lvl w:ilvl="0" w:tplc="04260001">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13" w15:restartNumberingAfterBreak="0">
    <w:nsid w:val="3A0E5B32"/>
    <w:multiLevelType w:val="hybridMultilevel"/>
    <w:tmpl w:val="B4D4C9A2"/>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4" w15:restartNumberingAfterBreak="0">
    <w:nsid w:val="3BC52EDB"/>
    <w:multiLevelType w:val="multilevel"/>
    <w:tmpl w:val="6C6A9D38"/>
    <w:lvl w:ilvl="0">
      <w:start w:val="1"/>
      <w:numFmt w:val="decimal"/>
      <w:lvlText w:val="%1."/>
      <w:lvlJc w:val="left"/>
      <w:pPr>
        <w:ind w:left="420" w:hanging="420"/>
      </w:pPr>
      <w:rPr>
        <w:rFonts w:hint="default"/>
        <w:color w:val="auto"/>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5" w15:restartNumberingAfterBreak="0">
    <w:nsid w:val="40751133"/>
    <w:multiLevelType w:val="hybridMultilevel"/>
    <w:tmpl w:val="575E2762"/>
    <w:lvl w:ilvl="0" w:tplc="FFFFFFFF">
      <w:start w:val="17"/>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1895B95"/>
    <w:multiLevelType w:val="hybridMultilevel"/>
    <w:tmpl w:val="26260C4A"/>
    <w:lvl w:ilvl="0" w:tplc="7C5A0F5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443D0A64"/>
    <w:multiLevelType w:val="hybridMultilevel"/>
    <w:tmpl w:val="575E2762"/>
    <w:lvl w:ilvl="0" w:tplc="82463CA0">
      <w:start w:val="17"/>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44F40174"/>
    <w:multiLevelType w:val="hybridMultilevel"/>
    <w:tmpl w:val="801065FE"/>
    <w:lvl w:ilvl="0" w:tplc="DA023C10">
      <w:start w:val="1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50B0AF9"/>
    <w:multiLevelType w:val="hybridMultilevel"/>
    <w:tmpl w:val="2DB03C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6FA3578"/>
    <w:multiLevelType w:val="hybridMultilevel"/>
    <w:tmpl w:val="F04C3E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0657BAA"/>
    <w:multiLevelType w:val="hybridMultilevel"/>
    <w:tmpl w:val="1556FD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9DE5DBF"/>
    <w:multiLevelType w:val="multilevel"/>
    <w:tmpl w:val="9166A3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CDC3964"/>
    <w:multiLevelType w:val="hybridMultilevel"/>
    <w:tmpl w:val="BF466B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FD65FF3"/>
    <w:multiLevelType w:val="hybridMultilevel"/>
    <w:tmpl w:val="51187034"/>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6C513236"/>
    <w:multiLevelType w:val="multilevel"/>
    <w:tmpl w:val="D9647B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4F15E8"/>
    <w:multiLevelType w:val="hybridMultilevel"/>
    <w:tmpl w:val="2CC4AE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0571B8A"/>
    <w:multiLevelType w:val="multilevel"/>
    <w:tmpl w:val="9166A3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21A1558"/>
    <w:multiLevelType w:val="hybridMultilevel"/>
    <w:tmpl w:val="0AE8EB1A"/>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74D26226"/>
    <w:multiLevelType w:val="hybridMultilevel"/>
    <w:tmpl w:val="2A20850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0" w15:restartNumberingAfterBreak="0">
    <w:nsid w:val="76A2794E"/>
    <w:multiLevelType w:val="hybridMultilevel"/>
    <w:tmpl w:val="4426B08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D6442AF"/>
    <w:multiLevelType w:val="hybridMultilevel"/>
    <w:tmpl w:val="34B802D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16cid:durableId="1134524982">
    <w:abstractNumId w:val="14"/>
  </w:num>
  <w:num w:numId="2" w16cid:durableId="752702826">
    <w:abstractNumId w:val="25"/>
  </w:num>
  <w:num w:numId="3" w16cid:durableId="981882106">
    <w:abstractNumId w:val="2"/>
  </w:num>
  <w:num w:numId="4" w16cid:durableId="554898584">
    <w:abstractNumId w:val="5"/>
  </w:num>
  <w:num w:numId="5" w16cid:durableId="939490390">
    <w:abstractNumId w:val="26"/>
  </w:num>
  <w:num w:numId="6" w16cid:durableId="369495927">
    <w:abstractNumId w:val="30"/>
  </w:num>
  <w:num w:numId="7" w16cid:durableId="1378969675">
    <w:abstractNumId w:val="11"/>
  </w:num>
  <w:num w:numId="8" w16cid:durableId="1172838009">
    <w:abstractNumId w:val="9"/>
  </w:num>
  <w:num w:numId="9" w16cid:durableId="1246038097">
    <w:abstractNumId w:val="4"/>
  </w:num>
  <w:num w:numId="10" w16cid:durableId="1120804273">
    <w:abstractNumId w:val="21"/>
  </w:num>
  <w:num w:numId="11" w16cid:durableId="1361977818">
    <w:abstractNumId w:val="6"/>
  </w:num>
  <w:num w:numId="12" w16cid:durableId="33895704">
    <w:abstractNumId w:val="20"/>
  </w:num>
  <w:num w:numId="13" w16cid:durableId="630398931">
    <w:abstractNumId w:val="7"/>
  </w:num>
  <w:num w:numId="14" w16cid:durableId="520625675">
    <w:abstractNumId w:val="3"/>
  </w:num>
  <w:num w:numId="15" w16cid:durableId="1364400594">
    <w:abstractNumId w:val="29"/>
  </w:num>
  <w:num w:numId="16" w16cid:durableId="1016613993">
    <w:abstractNumId w:val="16"/>
  </w:num>
  <w:num w:numId="17" w16cid:durableId="812256600">
    <w:abstractNumId w:val="27"/>
  </w:num>
  <w:num w:numId="18" w16cid:durableId="556010408">
    <w:abstractNumId w:val="22"/>
  </w:num>
  <w:num w:numId="19" w16cid:durableId="1700355292">
    <w:abstractNumId w:val="31"/>
  </w:num>
  <w:num w:numId="20" w16cid:durableId="526647528">
    <w:abstractNumId w:val="17"/>
  </w:num>
  <w:num w:numId="21" w16cid:durableId="1901399458">
    <w:abstractNumId w:val="15"/>
  </w:num>
  <w:num w:numId="22" w16cid:durableId="946931417">
    <w:abstractNumId w:val="18"/>
  </w:num>
  <w:num w:numId="23" w16cid:durableId="1778329594">
    <w:abstractNumId w:val="1"/>
  </w:num>
  <w:num w:numId="24" w16cid:durableId="4287853">
    <w:abstractNumId w:val="24"/>
  </w:num>
  <w:num w:numId="25" w16cid:durableId="1986658635">
    <w:abstractNumId w:val="28"/>
  </w:num>
  <w:num w:numId="26" w16cid:durableId="1857306886">
    <w:abstractNumId w:val="8"/>
  </w:num>
  <w:num w:numId="27" w16cid:durableId="1885748543">
    <w:abstractNumId w:val="13"/>
  </w:num>
  <w:num w:numId="28" w16cid:durableId="1220020162">
    <w:abstractNumId w:val="23"/>
  </w:num>
  <w:num w:numId="29" w16cid:durableId="393896771">
    <w:abstractNumId w:val="19"/>
  </w:num>
  <w:num w:numId="30" w16cid:durableId="1384134913">
    <w:abstractNumId w:val="0"/>
  </w:num>
  <w:num w:numId="31" w16cid:durableId="1451314232">
    <w:abstractNumId w:val="12"/>
  </w:num>
  <w:num w:numId="32" w16cid:durableId="57501412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2A8"/>
    <w:rsid w:val="00001313"/>
    <w:rsid w:val="00001851"/>
    <w:rsid w:val="0000636F"/>
    <w:rsid w:val="00006744"/>
    <w:rsid w:val="000149EB"/>
    <w:rsid w:val="000215BE"/>
    <w:rsid w:val="00027F85"/>
    <w:rsid w:val="00032C7F"/>
    <w:rsid w:val="000359DD"/>
    <w:rsid w:val="00037214"/>
    <w:rsid w:val="00037DB9"/>
    <w:rsid w:val="00037E11"/>
    <w:rsid w:val="00041FAF"/>
    <w:rsid w:val="00045F75"/>
    <w:rsid w:val="00051B77"/>
    <w:rsid w:val="00052E19"/>
    <w:rsid w:val="00052F72"/>
    <w:rsid w:val="00053259"/>
    <w:rsid w:val="00056F07"/>
    <w:rsid w:val="00056FB9"/>
    <w:rsid w:val="00063A50"/>
    <w:rsid w:val="00065B9C"/>
    <w:rsid w:val="00070EB1"/>
    <w:rsid w:val="000716A5"/>
    <w:rsid w:val="00071884"/>
    <w:rsid w:val="00091AF0"/>
    <w:rsid w:val="00092308"/>
    <w:rsid w:val="000938BF"/>
    <w:rsid w:val="000A1874"/>
    <w:rsid w:val="000A5701"/>
    <w:rsid w:val="000A6FFB"/>
    <w:rsid w:val="000B254D"/>
    <w:rsid w:val="000B72EC"/>
    <w:rsid w:val="000C09FB"/>
    <w:rsid w:val="000C1EFE"/>
    <w:rsid w:val="000C25B7"/>
    <w:rsid w:val="000D42CB"/>
    <w:rsid w:val="000E62F9"/>
    <w:rsid w:val="00106493"/>
    <w:rsid w:val="0010677F"/>
    <w:rsid w:val="00112F1C"/>
    <w:rsid w:val="00113570"/>
    <w:rsid w:val="00117C74"/>
    <w:rsid w:val="001202CE"/>
    <w:rsid w:val="00123E52"/>
    <w:rsid w:val="00124E5F"/>
    <w:rsid w:val="00126E69"/>
    <w:rsid w:val="00127EA8"/>
    <w:rsid w:val="001421FF"/>
    <w:rsid w:val="00144DC0"/>
    <w:rsid w:val="001451D0"/>
    <w:rsid w:val="0014577E"/>
    <w:rsid w:val="0014770B"/>
    <w:rsid w:val="0015081E"/>
    <w:rsid w:val="00151AB7"/>
    <w:rsid w:val="0015517E"/>
    <w:rsid w:val="00155E2D"/>
    <w:rsid w:val="00167B3E"/>
    <w:rsid w:val="00173593"/>
    <w:rsid w:val="00181B2D"/>
    <w:rsid w:val="00182C0C"/>
    <w:rsid w:val="00185387"/>
    <w:rsid w:val="00192FB9"/>
    <w:rsid w:val="001937D6"/>
    <w:rsid w:val="00194A6B"/>
    <w:rsid w:val="001A3A68"/>
    <w:rsid w:val="001A5D34"/>
    <w:rsid w:val="001A63CB"/>
    <w:rsid w:val="001B7AE0"/>
    <w:rsid w:val="001C4B38"/>
    <w:rsid w:val="001C5A46"/>
    <w:rsid w:val="001C7785"/>
    <w:rsid w:val="001D0452"/>
    <w:rsid w:val="001D321F"/>
    <w:rsid w:val="001D372F"/>
    <w:rsid w:val="001D5B4E"/>
    <w:rsid w:val="001D7F8D"/>
    <w:rsid w:val="001E3516"/>
    <w:rsid w:val="001F0EFB"/>
    <w:rsid w:val="001F114C"/>
    <w:rsid w:val="001F55CE"/>
    <w:rsid w:val="002026F0"/>
    <w:rsid w:val="0020462E"/>
    <w:rsid w:val="002068CD"/>
    <w:rsid w:val="002072A8"/>
    <w:rsid w:val="002142AE"/>
    <w:rsid w:val="00222241"/>
    <w:rsid w:val="0022282C"/>
    <w:rsid w:val="0022575C"/>
    <w:rsid w:val="00232AD2"/>
    <w:rsid w:val="002335E7"/>
    <w:rsid w:val="00243DFD"/>
    <w:rsid w:val="00250946"/>
    <w:rsid w:val="00253095"/>
    <w:rsid w:val="0025435C"/>
    <w:rsid w:val="002621F2"/>
    <w:rsid w:val="00265F98"/>
    <w:rsid w:val="00267C99"/>
    <w:rsid w:val="0028616B"/>
    <w:rsid w:val="00291473"/>
    <w:rsid w:val="002A08D4"/>
    <w:rsid w:val="002A667A"/>
    <w:rsid w:val="002A7651"/>
    <w:rsid w:val="002B4242"/>
    <w:rsid w:val="002B4E27"/>
    <w:rsid w:val="002C0F8D"/>
    <w:rsid w:val="002C395D"/>
    <w:rsid w:val="002D1EE7"/>
    <w:rsid w:val="002D35A4"/>
    <w:rsid w:val="002D3B6A"/>
    <w:rsid w:val="002D6E5C"/>
    <w:rsid w:val="002D7639"/>
    <w:rsid w:val="002E3A67"/>
    <w:rsid w:val="002E7A02"/>
    <w:rsid w:val="002F04A9"/>
    <w:rsid w:val="002F143E"/>
    <w:rsid w:val="002F3615"/>
    <w:rsid w:val="002F795E"/>
    <w:rsid w:val="00300244"/>
    <w:rsid w:val="0030570B"/>
    <w:rsid w:val="00314E42"/>
    <w:rsid w:val="003203D0"/>
    <w:rsid w:val="003272A7"/>
    <w:rsid w:val="003360B3"/>
    <w:rsid w:val="00336C82"/>
    <w:rsid w:val="00336EDC"/>
    <w:rsid w:val="00345713"/>
    <w:rsid w:val="00345C1A"/>
    <w:rsid w:val="0035066A"/>
    <w:rsid w:val="00351D84"/>
    <w:rsid w:val="00360D45"/>
    <w:rsid w:val="00376288"/>
    <w:rsid w:val="00376F66"/>
    <w:rsid w:val="0039081D"/>
    <w:rsid w:val="00393FD2"/>
    <w:rsid w:val="003A0080"/>
    <w:rsid w:val="003A45DF"/>
    <w:rsid w:val="003A5783"/>
    <w:rsid w:val="003A7D1B"/>
    <w:rsid w:val="003B6E32"/>
    <w:rsid w:val="003C0BAF"/>
    <w:rsid w:val="003C1880"/>
    <w:rsid w:val="003C33AB"/>
    <w:rsid w:val="003C74BE"/>
    <w:rsid w:val="003D1228"/>
    <w:rsid w:val="003D29CA"/>
    <w:rsid w:val="003D5304"/>
    <w:rsid w:val="003E387C"/>
    <w:rsid w:val="003E4369"/>
    <w:rsid w:val="003E6F6C"/>
    <w:rsid w:val="003F5DBC"/>
    <w:rsid w:val="003F6B61"/>
    <w:rsid w:val="003F7818"/>
    <w:rsid w:val="00401053"/>
    <w:rsid w:val="00402BDF"/>
    <w:rsid w:val="00412DC8"/>
    <w:rsid w:val="00421536"/>
    <w:rsid w:val="004251EE"/>
    <w:rsid w:val="004405FC"/>
    <w:rsid w:val="00442128"/>
    <w:rsid w:val="00442725"/>
    <w:rsid w:val="00442ABF"/>
    <w:rsid w:val="004609EE"/>
    <w:rsid w:val="0046231E"/>
    <w:rsid w:val="00466C68"/>
    <w:rsid w:val="004672D3"/>
    <w:rsid w:val="00467E2C"/>
    <w:rsid w:val="00472038"/>
    <w:rsid w:val="00473202"/>
    <w:rsid w:val="00473F27"/>
    <w:rsid w:val="004750C4"/>
    <w:rsid w:val="0047593C"/>
    <w:rsid w:val="0048118D"/>
    <w:rsid w:val="00486FDC"/>
    <w:rsid w:val="004875C1"/>
    <w:rsid w:val="00494E50"/>
    <w:rsid w:val="004979AD"/>
    <w:rsid w:val="004A31F2"/>
    <w:rsid w:val="004A574C"/>
    <w:rsid w:val="004B21EF"/>
    <w:rsid w:val="004C04D4"/>
    <w:rsid w:val="004C45D2"/>
    <w:rsid w:val="004C5229"/>
    <w:rsid w:val="004C6324"/>
    <w:rsid w:val="004C761C"/>
    <w:rsid w:val="004C7BCA"/>
    <w:rsid w:val="004D0868"/>
    <w:rsid w:val="004D347C"/>
    <w:rsid w:val="004D68AD"/>
    <w:rsid w:val="004E5D17"/>
    <w:rsid w:val="004F0106"/>
    <w:rsid w:val="004F37B3"/>
    <w:rsid w:val="004F4FC6"/>
    <w:rsid w:val="0050148F"/>
    <w:rsid w:val="005015BC"/>
    <w:rsid w:val="00505873"/>
    <w:rsid w:val="005222E2"/>
    <w:rsid w:val="00526B10"/>
    <w:rsid w:val="005310E7"/>
    <w:rsid w:val="00532E23"/>
    <w:rsid w:val="00533962"/>
    <w:rsid w:val="00540E8D"/>
    <w:rsid w:val="005413DE"/>
    <w:rsid w:val="0054692E"/>
    <w:rsid w:val="0055448C"/>
    <w:rsid w:val="005569C0"/>
    <w:rsid w:val="00561236"/>
    <w:rsid w:val="005630F6"/>
    <w:rsid w:val="00563A95"/>
    <w:rsid w:val="00572BD0"/>
    <w:rsid w:val="00574905"/>
    <w:rsid w:val="005763AA"/>
    <w:rsid w:val="00577D06"/>
    <w:rsid w:val="00577D2E"/>
    <w:rsid w:val="0058469F"/>
    <w:rsid w:val="0059125B"/>
    <w:rsid w:val="00591555"/>
    <w:rsid w:val="005A4D7C"/>
    <w:rsid w:val="005A5D4C"/>
    <w:rsid w:val="005B17D8"/>
    <w:rsid w:val="005B28B9"/>
    <w:rsid w:val="005B3608"/>
    <w:rsid w:val="005B496F"/>
    <w:rsid w:val="005C7243"/>
    <w:rsid w:val="005D230A"/>
    <w:rsid w:val="005D4615"/>
    <w:rsid w:val="005E0A69"/>
    <w:rsid w:val="005E41CE"/>
    <w:rsid w:val="005E44DE"/>
    <w:rsid w:val="005E47C0"/>
    <w:rsid w:val="005E53D3"/>
    <w:rsid w:val="005F0283"/>
    <w:rsid w:val="005F29AD"/>
    <w:rsid w:val="00602331"/>
    <w:rsid w:val="00606074"/>
    <w:rsid w:val="00606503"/>
    <w:rsid w:val="00606D49"/>
    <w:rsid w:val="006077C1"/>
    <w:rsid w:val="006136AB"/>
    <w:rsid w:val="0061754E"/>
    <w:rsid w:val="00621978"/>
    <w:rsid w:val="006279F8"/>
    <w:rsid w:val="0063385E"/>
    <w:rsid w:val="00637FCA"/>
    <w:rsid w:val="00645464"/>
    <w:rsid w:val="006509A0"/>
    <w:rsid w:val="00653096"/>
    <w:rsid w:val="00653628"/>
    <w:rsid w:val="0065429D"/>
    <w:rsid w:val="00656081"/>
    <w:rsid w:val="00661821"/>
    <w:rsid w:val="0066290F"/>
    <w:rsid w:val="006706F9"/>
    <w:rsid w:val="00680288"/>
    <w:rsid w:val="00681D10"/>
    <w:rsid w:val="00690D8F"/>
    <w:rsid w:val="00695D9B"/>
    <w:rsid w:val="006A5A0F"/>
    <w:rsid w:val="006B2485"/>
    <w:rsid w:val="006B260D"/>
    <w:rsid w:val="006C28E3"/>
    <w:rsid w:val="006C4D5D"/>
    <w:rsid w:val="006C6B0D"/>
    <w:rsid w:val="006E15AE"/>
    <w:rsid w:val="006E15CE"/>
    <w:rsid w:val="006E2B70"/>
    <w:rsid w:val="006E355B"/>
    <w:rsid w:val="006E547B"/>
    <w:rsid w:val="006E6696"/>
    <w:rsid w:val="006F2C08"/>
    <w:rsid w:val="006F5901"/>
    <w:rsid w:val="00713159"/>
    <w:rsid w:val="00716F9B"/>
    <w:rsid w:val="00720A1A"/>
    <w:rsid w:val="007256F8"/>
    <w:rsid w:val="00731505"/>
    <w:rsid w:val="007336BB"/>
    <w:rsid w:val="0073435C"/>
    <w:rsid w:val="00740D57"/>
    <w:rsid w:val="00741DFC"/>
    <w:rsid w:val="00744FB1"/>
    <w:rsid w:val="00753049"/>
    <w:rsid w:val="00765821"/>
    <w:rsid w:val="007708CF"/>
    <w:rsid w:val="0077114A"/>
    <w:rsid w:val="00771330"/>
    <w:rsid w:val="00782620"/>
    <w:rsid w:val="00786E1B"/>
    <w:rsid w:val="00792D93"/>
    <w:rsid w:val="0079394B"/>
    <w:rsid w:val="00794F57"/>
    <w:rsid w:val="00795057"/>
    <w:rsid w:val="00795199"/>
    <w:rsid w:val="007A4084"/>
    <w:rsid w:val="007B0017"/>
    <w:rsid w:val="007B2671"/>
    <w:rsid w:val="007B48A2"/>
    <w:rsid w:val="007B662F"/>
    <w:rsid w:val="007B6B7A"/>
    <w:rsid w:val="007D11FC"/>
    <w:rsid w:val="007D277B"/>
    <w:rsid w:val="007E75DF"/>
    <w:rsid w:val="008028A7"/>
    <w:rsid w:val="008066B3"/>
    <w:rsid w:val="00806AC1"/>
    <w:rsid w:val="00812873"/>
    <w:rsid w:val="008147B8"/>
    <w:rsid w:val="008232AA"/>
    <w:rsid w:val="008247B4"/>
    <w:rsid w:val="0082661D"/>
    <w:rsid w:val="00830753"/>
    <w:rsid w:val="008310FE"/>
    <w:rsid w:val="00834143"/>
    <w:rsid w:val="0083475D"/>
    <w:rsid w:val="0083487F"/>
    <w:rsid w:val="008372DD"/>
    <w:rsid w:val="00837A20"/>
    <w:rsid w:val="00840320"/>
    <w:rsid w:val="0084223D"/>
    <w:rsid w:val="00845F45"/>
    <w:rsid w:val="00853592"/>
    <w:rsid w:val="00854B24"/>
    <w:rsid w:val="0085506B"/>
    <w:rsid w:val="00861D29"/>
    <w:rsid w:val="008728F5"/>
    <w:rsid w:val="00877A33"/>
    <w:rsid w:val="00877DEA"/>
    <w:rsid w:val="00884D3A"/>
    <w:rsid w:val="00897BA7"/>
    <w:rsid w:val="008A323F"/>
    <w:rsid w:val="008B2389"/>
    <w:rsid w:val="008B4588"/>
    <w:rsid w:val="008C1699"/>
    <w:rsid w:val="008C4C51"/>
    <w:rsid w:val="008D0C72"/>
    <w:rsid w:val="008D19F0"/>
    <w:rsid w:val="008D2F3D"/>
    <w:rsid w:val="008D715C"/>
    <w:rsid w:val="008F0573"/>
    <w:rsid w:val="008F292B"/>
    <w:rsid w:val="008F684D"/>
    <w:rsid w:val="008F70C3"/>
    <w:rsid w:val="00901D38"/>
    <w:rsid w:val="0090257E"/>
    <w:rsid w:val="00902D05"/>
    <w:rsid w:val="00902D16"/>
    <w:rsid w:val="009107B1"/>
    <w:rsid w:val="009116D9"/>
    <w:rsid w:val="00911A92"/>
    <w:rsid w:val="009154DE"/>
    <w:rsid w:val="0092670A"/>
    <w:rsid w:val="00930589"/>
    <w:rsid w:val="00930973"/>
    <w:rsid w:val="00937484"/>
    <w:rsid w:val="00946712"/>
    <w:rsid w:val="00947394"/>
    <w:rsid w:val="0095287C"/>
    <w:rsid w:val="00955BF3"/>
    <w:rsid w:val="00956527"/>
    <w:rsid w:val="00961119"/>
    <w:rsid w:val="009658BE"/>
    <w:rsid w:val="00967201"/>
    <w:rsid w:val="00984E25"/>
    <w:rsid w:val="009946D7"/>
    <w:rsid w:val="00995AAE"/>
    <w:rsid w:val="009A0B0B"/>
    <w:rsid w:val="009A30E7"/>
    <w:rsid w:val="009A43D6"/>
    <w:rsid w:val="009A685A"/>
    <w:rsid w:val="009B14FF"/>
    <w:rsid w:val="009C2015"/>
    <w:rsid w:val="009C2D94"/>
    <w:rsid w:val="009C7DCE"/>
    <w:rsid w:val="009D3F78"/>
    <w:rsid w:val="009E364F"/>
    <w:rsid w:val="009F49F1"/>
    <w:rsid w:val="009F4A56"/>
    <w:rsid w:val="009F6E37"/>
    <w:rsid w:val="00A03B36"/>
    <w:rsid w:val="00A0523F"/>
    <w:rsid w:val="00A359FE"/>
    <w:rsid w:val="00A35C80"/>
    <w:rsid w:val="00A459C1"/>
    <w:rsid w:val="00A45B0B"/>
    <w:rsid w:val="00A50646"/>
    <w:rsid w:val="00A555E7"/>
    <w:rsid w:val="00A60B7A"/>
    <w:rsid w:val="00A62319"/>
    <w:rsid w:val="00A6336C"/>
    <w:rsid w:val="00A6676C"/>
    <w:rsid w:val="00A71248"/>
    <w:rsid w:val="00A7161E"/>
    <w:rsid w:val="00A72B9A"/>
    <w:rsid w:val="00A755C1"/>
    <w:rsid w:val="00A75BDD"/>
    <w:rsid w:val="00A86A2C"/>
    <w:rsid w:val="00A90131"/>
    <w:rsid w:val="00A92AEC"/>
    <w:rsid w:val="00AA0BF1"/>
    <w:rsid w:val="00AA5DA4"/>
    <w:rsid w:val="00AB30A7"/>
    <w:rsid w:val="00AB36E6"/>
    <w:rsid w:val="00AC2B98"/>
    <w:rsid w:val="00AC48BC"/>
    <w:rsid w:val="00AC74BA"/>
    <w:rsid w:val="00AD05ED"/>
    <w:rsid w:val="00AD3F05"/>
    <w:rsid w:val="00AD5C78"/>
    <w:rsid w:val="00AD5F05"/>
    <w:rsid w:val="00AE16B7"/>
    <w:rsid w:val="00AE5EEF"/>
    <w:rsid w:val="00AF5186"/>
    <w:rsid w:val="00B011D9"/>
    <w:rsid w:val="00B046BB"/>
    <w:rsid w:val="00B061F3"/>
    <w:rsid w:val="00B0745B"/>
    <w:rsid w:val="00B1563D"/>
    <w:rsid w:val="00B17BC5"/>
    <w:rsid w:val="00B26387"/>
    <w:rsid w:val="00B4397C"/>
    <w:rsid w:val="00B47A90"/>
    <w:rsid w:val="00B50372"/>
    <w:rsid w:val="00B50E7A"/>
    <w:rsid w:val="00B513CA"/>
    <w:rsid w:val="00B516EE"/>
    <w:rsid w:val="00B556EC"/>
    <w:rsid w:val="00B566D3"/>
    <w:rsid w:val="00B6116B"/>
    <w:rsid w:val="00B640F1"/>
    <w:rsid w:val="00B73266"/>
    <w:rsid w:val="00B75B30"/>
    <w:rsid w:val="00B82456"/>
    <w:rsid w:val="00B82543"/>
    <w:rsid w:val="00B83077"/>
    <w:rsid w:val="00BA0A08"/>
    <w:rsid w:val="00BA0F36"/>
    <w:rsid w:val="00BA387B"/>
    <w:rsid w:val="00BB0199"/>
    <w:rsid w:val="00BB0E80"/>
    <w:rsid w:val="00BB20AF"/>
    <w:rsid w:val="00BB4CB9"/>
    <w:rsid w:val="00BB5DD7"/>
    <w:rsid w:val="00BC3239"/>
    <w:rsid w:val="00BD3F0D"/>
    <w:rsid w:val="00BF241D"/>
    <w:rsid w:val="00C00EE3"/>
    <w:rsid w:val="00C02687"/>
    <w:rsid w:val="00C04EB3"/>
    <w:rsid w:val="00C145F7"/>
    <w:rsid w:val="00C20262"/>
    <w:rsid w:val="00C21AB7"/>
    <w:rsid w:val="00C25AB5"/>
    <w:rsid w:val="00C31554"/>
    <w:rsid w:val="00C334AE"/>
    <w:rsid w:val="00C35496"/>
    <w:rsid w:val="00C45AF1"/>
    <w:rsid w:val="00C5425A"/>
    <w:rsid w:val="00C551B9"/>
    <w:rsid w:val="00C55D7B"/>
    <w:rsid w:val="00C61570"/>
    <w:rsid w:val="00C635D2"/>
    <w:rsid w:val="00C639B6"/>
    <w:rsid w:val="00C6413E"/>
    <w:rsid w:val="00C66119"/>
    <w:rsid w:val="00C6735C"/>
    <w:rsid w:val="00C80CFD"/>
    <w:rsid w:val="00C81E39"/>
    <w:rsid w:val="00C82ADF"/>
    <w:rsid w:val="00C84FA8"/>
    <w:rsid w:val="00C864E5"/>
    <w:rsid w:val="00C86C04"/>
    <w:rsid w:val="00C878FB"/>
    <w:rsid w:val="00C92D25"/>
    <w:rsid w:val="00C97CC0"/>
    <w:rsid w:val="00CA6CD5"/>
    <w:rsid w:val="00CB046E"/>
    <w:rsid w:val="00CB2B1B"/>
    <w:rsid w:val="00CB375A"/>
    <w:rsid w:val="00CB5759"/>
    <w:rsid w:val="00CC1D5F"/>
    <w:rsid w:val="00CD5601"/>
    <w:rsid w:val="00CD66B7"/>
    <w:rsid w:val="00CD7065"/>
    <w:rsid w:val="00CE17A9"/>
    <w:rsid w:val="00CE1998"/>
    <w:rsid w:val="00CE34D1"/>
    <w:rsid w:val="00CF1286"/>
    <w:rsid w:val="00CF4FFA"/>
    <w:rsid w:val="00CF5590"/>
    <w:rsid w:val="00D05DE4"/>
    <w:rsid w:val="00D067B5"/>
    <w:rsid w:val="00D1090F"/>
    <w:rsid w:val="00D22188"/>
    <w:rsid w:val="00D23EF8"/>
    <w:rsid w:val="00D2757E"/>
    <w:rsid w:val="00D317BC"/>
    <w:rsid w:val="00D41A3A"/>
    <w:rsid w:val="00D43B40"/>
    <w:rsid w:val="00D5612E"/>
    <w:rsid w:val="00D6698B"/>
    <w:rsid w:val="00D72B14"/>
    <w:rsid w:val="00D75984"/>
    <w:rsid w:val="00D77C81"/>
    <w:rsid w:val="00D86BB2"/>
    <w:rsid w:val="00D86D7D"/>
    <w:rsid w:val="00D86DFD"/>
    <w:rsid w:val="00D90635"/>
    <w:rsid w:val="00DA2E41"/>
    <w:rsid w:val="00DA699E"/>
    <w:rsid w:val="00DB1331"/>
    <w:rsid w:val="00DB1EAE"/>
    <w:rsid w:val="00DB448D"/>
    <w:rsid w:val="00DB571B"/>
    <w:rsid w:val="00DC057E"/>
    <w:rsid w:val="00DC1CBD"/>
    <w:rsid w:val="00DC70F3"/>
    <w:rsid w:val="00DD4C55"/>
    <w:rsid w:val="00DE1E7D"/>
    <w:rsid w:val="00DF0CDC"/>
    <w:rsid w:val="00E01E2E"/>
    <w:rsid w:val="00E064D1"/>
    <w:rsid w:val="00E2339A"/>
    <w:rsid w:val="00E24F9D"/>
    <w:rsid w:val="00E314BD"/>
    <w:rsid w:val="00E34345"/>
    <w:rsid w:val="00E351A6"/>
    <w:rsid w:val="00E40B21"/>
    <w:rsid w:val="00E4142E"/>
    <w:rsid w:val="00E43A9D"/>
    <w:rsid w:val="00E43DAE"/>
    <w:rsid w:val="00E50C0A"/>
    <w:rsid w:val="00E523B5"/>
    <w:rsid w:val="00E535CA"/>
    <w:rsid w:val="00E544AA"/>
    <w:rsid w:val="00E55AB2"/>
    <w:rsid w:val="00E601B6"/>
    <w:rsid w:val="00E63BFE"/>
    <w:rsid w:val="00E64C36"/>
    <w:rsid w:val="00E66697"/>
    <w:rsid w:val="00E66A95"/>
    <w:rsid w:val="00E70B9D"/>
    <w:rsid w:val="00E7178F"/>
    <w:rsid w:val="00E7733A"/>
    <w:rsid w:val="00E80AA2"/>
    <w:rsid w:val="00E858F0"/>
    <w:rsid w:val="00EB4441"/>
    <w:rsid w:val="00EC3F76"/>
    <w:rsid w:val="00EE067B"/>
    <w:rsid w:val="00EE0AE7"/>
    <w:rsid w:val="00EE2902"/>
    <w:rsid w:val="00EE49E1"/>
    <w:rsid w:val="00EF1AD4"/>
    <w:rsid w:val="00F0163F"/>
    <w:rsid w:val="00F0466E"/>
    <w:rsid w:val="00F10A58"/>
    <w:rsid w:val="00F24E31"/>
    <w:rsid w:val="00F24EBC"/>
    <w:rsid w:val="00F26BA6"/>
    <w:rsid w:val="00F42038"/>
    <w:rsid w:val="00F42F92"/>
    <w:rsid w:val="00F47456"/>
    <w:rsid w:val="00F50799"/>
    <w:rsid w:val="00F50F47"/>
    <w:rsid w:val="00F52CA6"/>
    <w:rsid w:val="00F56678"/>
    <w:rsid w:val="00F61ACF"/>
    <w:rsid w:val="00F6771B"/>
    <w:rsid w:val="00F70409"/>
    <w:rsid w:val="00F705B6"/>
    <w:rsid w:val="00F72AD6"/>
    <w:rsid w:val="00F73090"/>
    <w:rsid w:val="00F772D6"/>
    <w:rsid w:val="00F77B64"/>
    <w:rsid w:val="00F840A0"/>
    <w:rsid w:val="00F8617A"/>
    <w:rsid w:val="00F91793"/>
    <w:rsid w:val="00F93FD1"/>
    <w:rsid w:val="00F96FD1"/>
    <w:rsid w:val="00FA5A78"/>
    <w:rsid w:val="00FA653C"/>
    <w:rsid w:val="00FA7DD5"/>
    <w:rsid w:val="00FB6E18"/>
    <w:rsid w:val="00FC6B97"/>
    <w:rsid w:val="00FC7576"/>
    <w:rsid w:val="00FC7B0D"/>
    <w:rsid w:val="00FD285D"/>
    <w:rsid w:val="00FE2E7D"/>
    <w:rsid w:val="00FE4579"/>
    <w:rsid w:val="00FF2624"/>
    <w:rsid w:val="00FF6635"/>
    <w:rsid w:val="00FF7B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54B05"/>
  <w15:docId w15:val="{60CD29FA-04A2-4BFD-A7F3-FD926F31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698B"/>
    <w:pPr>
      <w:spacing w:after="120"/>
      <w:ind w:firstLine="709"/>
      <w:jc w:val="both"/>
    </w:pPr>
    <w:rPr>
      <w:sz w:val="24"/>
      <w:lang w:eastAsia="en-US"/>
    </w:rPr>
  </w:style>
  <w:style w:type="paragraph" w:styleId="Heading1">
    <w:name w:val="heading 1"/>
    <w:basedOn w:val="Normal"/>
    <w:next w:val="Normal"/>
    <w:link w:val="Heading1Char"/>
    <w:rsid w:val="001A5D34"/>
    <w:pPr>
      <w:keepNext/>
      <w:spacing w:after="0"/>
      <w:ind w:firstLine="0"/>
      <w:jc w:val="left"/>
      <w:outlineLvl w:val="0"/>
    </w:pPr>
    <w:rPr>
      <w:b/>
      <w:sz w:val="32"/>
    </w:rPr>
  </w:style>
  <w:style w:type="paragraph" w:styleId="Heading2">
    <w:name w:val="heading 2"/>
    <w:basedOn w:val="Normal"/>
    <w:next w:val="Normal"/>
    <w:link w:val="Heading2Char"/>
    <w:rsid w:val="001A5D34"/>
    <w:pPr>
      <w:keepNext/>
      <w:spacing w:after="0"/>
      <w:ind w:firstLine="0"/>
      <w:jc w:val="left"/>
      <w:outlineLvl w:val="1"/>
    </w:pPr>
    <w:rPr>
      <w:rFonts w:ascii="Garamond" w:hAnsi="Garamond"/>
      <w:b/>
      <w:sz w:val="22"/>
    </w:rPr>
  </w:style>
  <w:style w:type="paragraph" w:styleId="Heading3">
    <w:name w:val="heading 3"/>
    <w:basedOn w:val="Normal"/>
    <w:next w:val="Normal"/>
    <w:link w:val="Heading3Char"/>
    <w:semiHidden/>
    <w:unhideWhenUsed/>
    <w:rsid w:val="004750C4"/>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rsid w:val="001A5D34"/>
    <w:pPr>
      <w:keepNext/>
      <w:spacing w:after="0"/>
      <w:ind w:firstLine="720"/>
      <w:jc w:val="left"/>
      <w:outlineLvl w:val="3"/>
    </w:pPr>
    <w:rPr>
      <w:rFonts w:ascii="Garamond" w:hAnsi="Garamond"/>
      <w:b/>
      <w:i/>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A5D34"/>
    <w:pPr>
      <w:tabs>
        <w:tab w:val="center" w:pos="4153"/>
        <w:tab w:val="right" w:pos="8306"/>
      </w:tabs>
      <w:spacing w:after="0"/>
      <w:ind w:firstLine="0"/>
    </w:pPr>
    <w:rPr>
      <w:sz w:val="20"/>
    </w:rPr>
  </w:style>
  <w:style w:type="paragraph" w:customStyle="1" w:styleId="H4">
    <w:name w:val="H4"/>
    <w:rsid w:val="00D6698B"/>
    <w:pPr>
      <w:spacing w:after="120"/>
      <w:jc w:val="center"/>
      <w:outlineLvl w:val="3"/>
    </w:pPr>
    <w:rPr>
      <w:b/>
      <w:sz w:val="28"/>
      <w:lang w:eastAsia="en-US"/>
    </w:rPr>
  </w:style>
  <w:style w:type="paragraph" w:customStyle="1" w:styleId="H3">
    <w:name w:val="H3"/>
    <w:rsid w:val="00D6698B"/>
    <w:pPr>
      <w:spacing w:after="120"/>
      <w:jc w:val="center"/>
      <w:outlineLvl w:val="2"/>
    </w:pPr>
    <w:rPr>
      <w:b/>
      <w:sz w:val="32"/>
      <w:lang w:eastAsia="en-US"/>
    </w:rPr>
  </w:style>
  <w:style w:type="paragraph" w:customStyle="1" w:styleId="H2">
    <w:name w:val="H2"/>
    <w:rsid w:val="00D6698B"/>
    <w:pPr>
      <w:spacing w:after="120"/>
      <w:jc w:val="center"/>
      <w:outlineLvl w:val="1"/>
    </w:pPr>
    <w:rPr>
      <w:b/>
      <w:sz w:val="36"/>
      <w:lang w:eastAsia="en-US"/>
    </w:rPr>
  </w:style>
  <w:style w:type="paragraph" w:customStyle="1" w:styleId="H1">
    <w:name w:val="H1"/>
    <w:rsid w:val="00D6698B"/>
    <w:pPr>
      <w:spacing w:after="120"/>
      <w:jc w:val="center"/>
      <w:outlineLvl w:val="0"/>
    </w:pPr>
    <w:rPr>
      <w:b/>
      <w:sz w:val="44"/>
      <w:lang w:eastAsia="en-US"/>
    </w:rPr>
  </w:style>
  <w:style w:type="paragraph" w:customStyle="1" w:styleId="T">
    <w:name w:val="T"/>
    <w:basedOn w:val="Normal"/>
    <w:uiPriority w:val="99"/>
    <w:rsid w:val="00D6698B"/>
    <w:pPr>
      <w:keepNext/>
      <w:ind w:firstLine="0"/>
      <w:jc w:val="center"/>
    </w:pPr>
    <w:rPr>
      <w:b/>
      <w:i/>
    </w:rPr>
  </w:style>
  <w:style w:type="paragraph" w:customStyle="1" w:styleId="Z">
    <w:name w:val="Z"/>
    <w:basedOn w:val="T"/>
    <w:uiPriority w:val="99"/>
    <w:rsid w:val="00D6698B"/>
    <w:pPr>
      <w:keepNext w:val="0"/>
    </w:pPr>
  </w:style>
  <w:style w:type="character" w:styleId="PageNumber">
    <w:name w:val="page number"/>
    <w:basedOn w:val="DefaultParagraphFont"/>
    <w:rsid w:val="001A5D34"/>
  </w:style>
  <w:style w:type="paragraph" w:styleId="Header">
    <w:name w:val="header"/>
    <w:basedOn w:val="Normal"/>
    <w:link w:val="HeaderChar"/>
    <w:uiPriority w:val="99"/>
    <w:rsid w:val="001A5D34"/>
    <w:pPr>
      <w:tabs>
        <w:tab w:val="center" w:pos="4153"/>
        <w:tab w:val="right" w:pos="8306"/>
      </w:tabs>
      <w:spacing w:after="0"/>
      <w:ind w:firstLine="0"/>
    </w:pPr>
  </w:style>
  <w:style w:type="paragraph" w:customStyle="1" w:styleId="tabteksts">
    <w:name w:val="tab_teksts"/>
    <w:basedOn w:val="Normal"/>
    <w:qFormat/>
    <w:rsid w:val="00D6698B"/>
    <w:pPr>
      <w:spacing w:after="0"/>
      <w:ind w:firstLine="0"/>
      <w:jc w:val="left"/>
    </w:pPr>
    <w:rPr>
      <w:sz w:val="18"/>
    </w:rPr>
  </w:style>
  <w:style w:type="paragraph" w:styleId="FootnoteText">
    <w:name w:val="footnote text"/>
    <w:basedOn w:val="Normal"/>
    <w:link w:val="FootnoteTextChar"/>
    <w:semiHidden/>
    <w:rsid w:val="001A5D34"/>
    <w:pPr>
      <w:spacing w:after="0"/>
      <w:ind w:firstLine="0"/>
      <w:jc w:val="left"/>
    </w:pPr>
  </w:style>
  <w:style w:type="paragraph" w:customStyle="1" w:styleId="cipari">
    <w:name w:val="cipari"/>
    <w:basedOn w:val="Normal"/>
    <w:qFormat/>
    <w:rsid w:val="00D6698B"/>
    <w:pPr>
      <w:ind w:left="720" w:hanging="720"/>
    </w:pPr>
    <w:rPr>
      <w:bCs/>
    </w:rPr>
  </w:style>
  <w:style w:type="paragraph" w:customStyle="1" w:styleId="cipariiturp">
    <w:name w:val="ciparii_turp"/>
    <w:basedOn w:val="cipari"/>
    <w:qFormat/>
    <w:rsid w:val="00D6698B"/>
    <w:pPr>
      <w:ind w:left="709" w:firstLine="0"/>
    </w:pPr>
    <w:rPr>
      <w:bCs w:val="0"/>
    </w:rPr>
  </w:style>
  <w:style w:type="paragraph" w:customStyle="1" w:styleId="funkcijas">
    <w:name w:val="funkcijas"/>
    <w:basedOn w:val="Normal"/>
    <w:qFormat/>
    <w:rsid w:val="00D6698B"/>
    <w:pPr>
      <w:ind w:firstLine="0"/>
    </w:pPr>
    <w:rPr>
      <w:bCs/>
      <w:u w:val="single"/>
    </w:rPr>
  </w:style>
  <w:style w:type="paragraph" w:customStyle="1" w:styleId="Funkcijasbold">
    <w:name w:val="Funkcijas_bold"/>
    <w:basedOn w:val="Normal"/>
    <w:qFormat/>
    <w:rsid w:val="00D6698B"/>
    <w:pPr>
      <w:ind w:firstLine="0"/>
    </w:pPr>
    <w:rPr>
      <w:b/>
      <w:bCs/>
    </w:rPr>
  </w:style>
  <w:style w:type="paragraph" w:customStyle="1" w:styleId="izdevumi">
    <w:name w:val="izdevumi"/>
    <w:basedOn w:val="Normal"/>
    <w:qFormat/>
    <w:rsid w:val="00D6698B"/>
    <w:pPr>
      <w:widowControl w:val="0"/>
      <w:spacing w:before="120"/>
      <w:ind w:left="567" w:firstLine="0"/>
    </w:pPr>
    <w:rPr>
      <w:i/>
    </w:rPr>
  </w:style>
  <w:style w:type="paragraph" w:customStyle="1" w:styleId="paraksti">
    <w:name w:val="paraksti"/>
    <w:basedOn w:val="Normal"/>
    <w:qFormat/>
    <w:rsid w:val="00D6698B"/>
    <w:pPr>
      <w:ind w:firstLine="0"/>
    </w:pPr>
    <w:rPr>
      <w:i/>
      <w:sz w:val="18"/>
    </w:rPr>
  </w:style>
  <w:style w:type="paragraph" w:customStyle="1" w:styleId="programmas">
    <w:name w:val="programmas"/>
    <w:basedOn w:val="Normal"/>
    <w:qFormat/>
    <w:rsid w:val="00D6698B"/>
    <w:pPr>
      <w:widowControl w:val="0"/>
      <w:spacing w:before="240"/>
      <w:ind w:firstLine="0"/>
      <w:jc w:val="center"/>
    </w:pPr>
    <w:rPr>
      <w:b/>
      <w:lang w:val="en-US"/>
    </w:rPr>
  </w:style>
  <w:style w:type="paragraph" w:customStyle="1" w:styleId="samazpaliel">
    <w:name w:val="samaz_paliel"/>
    <w:basedOn w:val="Normal"/>
    <w:qFormat/>
    <w:rsid w:val="00D6698B"/>
    <w:pPr>
      <w:widowControl w:val="0"/>
      <w:ind w:firstLine="0"/>
    </w:pPr>
    <w:rPr>
      <w:b/>
      <w:u w:val="single"/>
    </w:rPr>
  </w:style>
  <w:style w:type="paragraph" w:customStyle="1" w:styleId="Tabuluvirsraksti">
    <w:name w:val="Tabulu_virsraksti"/>
    <w:basedOn w:val="Normal"/>
    <w:qFormat/>
    <w:rsid w:val="00D6698B"/>
    <w:pPr>
      <w:ind w:firstLine="0"/>
      <w:jc w:val="center"/>
    </w:pPr>
  </w:style>
  <w:style w:type="character" w:customStyle="1" w:styleId="HeaderChar">
    <w:name w:val="Header Char"/>
    <w:basedOn w:val="DefaultParagraphFont"/>
    <w:link w:val="Header"/>
    <w:uiPriority w:val="99"/>
    <w:rsid w:val="003A45DF"/>
    <w:rPr>
      <w:sz w:val="24"/>
      <w:lang w:eastAsia="en-US"/>
    </w:rPr>
  </w:style>
  <w:style w:type="paragraph" w:styleId="BalloonText">
    <w:name w:val="Balloon Text"/>
    <w:basedOn w:val="Normal"/>
    <w:link w:val="BalloonTextChar"/>
    <w:semiHidden/>
    <w:unhideWhenUsed/>
    <w:rsid w:val="00E523B5"/>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E523B5"/>
    <w:rPr>
      <w:rFonts w:ascii="Segoe UI" w:hAnsi="Segoe UI" w:cs="Segoe UI"/>
      <w:sz w:val="18"/>
      <w:szCs w:val="18"/>
      <w:lang w:eastAsia="en-US"/>
    </w:rPr>
  </w:style>
  <w:style w:type="paragraph" w:styleId="ListParagraph">
    <w:name w:val="List Paragraph"/>
    <w:basedOn w:val="Normal"/>
    <w:uiPriority w:val="34"/>
    <w:qFormat/>
    <w:rsid w:val="00F73090"/>
    <w:pPr>
      <w:spacing w:after="0"/>
      <w:ind w:left="720" w:firstLine="0"/>
      <w:contextualSpacing/>
      <w:jc w:val="left"/>
    </w:pPr>
    <w:rPr>
      <w:szCs w:val="24"/>
    </w:rPr>
  </w:style>
  <w:style w:type="paragraph" w:customStyle="1" w:styleId="naisf">
    <w:name w:val="naisf"/>
    <w:basedOn w:val="Normal"/>
    <w:rsid w:val="00F73090"/>
    <w:pPr>
      <w:spacing w:before="100" w:beforeAutospacing="1" w:after="100" w:afterAutospacing="1"/>
      <w:ind w:firstLine="0"/>
      <w:jc w:val="left"/>
    </w:pPr>
    <w:rPr>
      <w:szCs w:val="24"/>
      <w:lang w:eastAsia="lv-LV"/>
    </w:rPr>
  </w:style>
  <w:style w:type="character" w:styleId="Hyperlink">
    <w:name w:val="Hyperlink"/>
    <w:basedOn w:val="DefaultParagraphFont"/>
    <w:uiPriority w:val="99"/>
    <w:unhideWhenUsed/>
    <w:rsid w:val="00F73090"/>
    <w:rPr>
      <w:color w:val="0000FF" w:themeColor="hyperlink"/>
      <w:u w:val="single"/>
    </w:rPr>
  </w:style>
  <w:style w:type="character" w:styleId="Emphasis">
    <w:name w:val="Emphasis"/>
    <w:basedOn w:val="DefaultParagraphFont"/>
    <w:uiPriority w:val="20"/>
    <w:qFormat/>
    <w:rsid w:val="00F73090"/>
    <w:rPr>
      <w:i/>
      <w:iCs/>
    </w:rPr>
  </w:style>
  <w:style w:type="character" w:customStyle="1" w:styleId="markedcontent">
    <w:name w:val="markedcontent"/>
    <w:basedOn w:val="DefaultParagraphFont"/>
    <w:rsid w:val="00F73090"/>
  </w:style>
  <w:style w:type="character" w:styleId="FollowedHyperlink">
    <w:name w:val="FollowedHyperlink"/>
    <w:basedOn w:val="DefaultParagraphFont"/>
    <w:semiHidden/>
    <w:unhideWhenUsed/>
    <w:rsid w:val="00AA0BF1"/>
    <w:rPr>
      <w:color w:val="800080" w:themeColor="followedHyperlink"/>
      <w:u w:val="single"/>
    </w:rPr>
  </w:style>
  <w:style w:type="paragraph" w:styleId="Revision">
    <w:name w:val="Revision"/>
    <w:hidden/>
    <w:uiPriority w:val="99"/>
    <w:semiHidden/>
    <w:rsid w:val="00155E2D"/>
    <w:rPr>
      <w:sz w:val="24"/>
      <w:lang w:eastAsia="en-US"/>
    </w:rPr>
  </w:style>
  <w:style w:type="character" w:styleId="CommentReference">
    <w:name w:val="annotation reference"/>
    <w:basedOn w:val="DefaultParagraphFont"/>
    <w:semiHidden/>
    <w:unhideWhenUsed/>
    <w:rsid w:val="00155E2D"/>
    <w:rPr>
      <w:sz w:val="16"/>
      <w:szCs w:val="16"/>
    </w:rPr>
  </w:style>
  <w:style w:type="paragraph" w:styleId="CommentText">
    <w:name w:val="annotation text"/>
    <w:basedOn w:val="Normal"/>
    <w:link w:val="CommentTextChar"/>
    <w:unhideWhenUsed/>
    <w:rsid w:val="00155E2D"/>
    <w:rPr>
      <w:sz w:val="20"/>
    </w:rPr>
  </w:style>
  <w:style w:type="character" w:customStyle="1" w:styleId="CommentTextChar">
    <w:name w:val="Comment Text Char"/>
    <w:basedOn w:val="DefaultParagraphFont"/>
    <w:link w:val="CommentText"/>
    <w:rsid w:val="00155E2D"/>
    <w:rPr>
      <w:lang w:eastAsia="en-US"/>
    </w:rPr>
  </w:style>
  <w:style w:type="character" w:customStyle="1" w:styleId="Heading3Char">
    <w:name w:val="Heading 3 Char"/>
    <w:basedOn w:val="DefaultParagraphFont"/>
    <w:link w:val="Heading3"/>
    <w:semiHidden/>
    <w:rsid w:val="004750C4"/>
    <w:rPr>
      <w:rFonts w:asciiTheme="majorHAnsi" w:eastAsiaTheme="majorEastAsia" w:hAnsiTheme="majorHAnsi" w:cstheme="majorBidi"/>
      <w:color w:val="243F60" w:themeColor="accent1" w:themeShade="7F"/>
      <w:sz w:val="24"/>
      <w:szCs w:val="24"/>
      <w:lang w:eastAsia="en-US"/>
    </w:rPr>
  </w:style>
  <w:style w:type="character" w:customStyle="1" w:styleId="Heading1Char">
    <w:name w:val="Heading 1 Char"/>
    <w:basedOn w:val="DefaultParagraphFont"/>
    <w:link w:val="Heading1"/>
    <w:rsid w:val="004750C4"/>
    <w:rPr>
      <w:b/>
      <w:sz w:val="32"/>
      <w:lang w:eastAsia="en-US"/>
    </w:rPr>
  </w:style>
  <w:style w:type="character" w:customStyle="1" w:styleId="Heading2Char">
    <w:name w:val="Heading 2 Char"/>
    <w:basedOn w:val="DefaultParagraphFont"/>
    <w:link w:val="Heading2"/>
    <w:rsid w:val="004750C4"/>
    <w:rPr>
      <w:rFonts w:ascii="Garamond" w:hAnsi="Garamond"/>
      <w:b/>
      <w:sz w:val="22"/>
      <w:lang w:eastAsia="en-US"/>
    </w:rPr>
  </w:style>
  <w:style w:type="character" w:customStyle="1" w:styleId="Heading4Char">
    <w:name w:val="Heading 4 Char"/>
    <w:basedOn w:val="DefaultParagraphFont"/>
    <w:link w:val="Heading4"/>
    <w:rsid w:val="004750C4"/>
    <w:rPr>
      <w:rFonts w:ascii="Garamond" w:hAnsi="Garamond"/>
      <w:b/>
      <w:i/>
      <w:sz w:val="24"/>
      <w:lang w:val="en-AU" w:eastAsia="en-US"/>
    </w:rPr>
  </w:style>
  <w:style w:type="character" w:customStyle="1" w:styleId="FooterChar">
    <w:name w:val="Footer Char"/>
    <w:basedOn w:val="DefaultParagraphFont"/>
    <w:link w:val="Footer"/>
    <w:rsid w:val="004750C4"/>
    <w:rPr>
      <w:lang w:eastAsia="en-US"/>
    </w:rPr>
  </w:style>
  <w:style w:type="character" w:customStyle="1" w:styleId="FootnoteTextChar">
    <w:name w:val="Footnote Text Char"/>
    <w:basedOn w:val="DefaultParagraphFont"/>
    <w:link w:val="FootnoteText"/>
    <w:semiHidden/>
    <w:rsid w:val="004750C4"/>
    <w:rPr>
      <w:sz w:val="24"/>
      <w:lang w:eastAsia="en-US"/>
    </w:rPr>
  </w:style>
  <w:style w:type="paragraph" w:styleId="CommentSubject">
    <w:name w:val="annotation subject"/>
    <w:basedOn w:val="CommentText"/>
    <w:next w:val="CommentText"/>
    <w:link w:val="CommentSubjectChar"/>
    <w:semiHidden/>
    <w:unhideWhenUsed/>
    <w:rsid w:val="004750C4"/>
    <w:rPr>
      <w:b/>
      <w:bCs/>
    </w:rPr>
  </w:style>
  <w:style w:type="character" w:customStyle="1" w:styleId="CommentSubjectChar">
    <w:name w:val="Comment Subject Char"/>
    <w:basedOn w:val="CommentTextChar"/>
    <w:link w:val="CommentSubject"/>
    <w:semiHidden/>
    <w:rsid w:val="004750C4"/>
    <w:rPr>
      <w:b/>
      <w:bCs/>
      <w:lang w:eastAsia="en-US"/>
    </w:rPr>
  </w:style>
  <w:style w:type="paragraph" w:customStyle="1" w:styleId="paragraphheader">
    <w:name w:val="paragraph_header"/>
    <w:basedOn w:val="Normal"/>
    <w:next w:val="Normal"/>
    <w:rsid w:val="004750C4"/>
    <w:pPr>
      <w:spacing w:before="280" w:after="280"/>
      <w:ind w:firstLine="0"/>
      <w:contextualSpacing/>
    </w:pPr>
    <w:rPr>
      <w:color w:val="333333"/>
      <w:sz w:val="2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108180">
      <w:bodyDiv w:val="1"/>
      <w:marLeft w:val="0"/>
      <w:marRight w:val="0"/>
      <w:marTop w:val="0"/>
      <w:marBottom w:val="0"/>
      <w:divBdr>
        <w:top w:val="none" w:sz="0" w:space="0" w:color="auto"/>
        <w:left w:val="none" w:sz="0" w:space="0" w:color="auto"/>
        <w:bottom w:val="none" w:sz="0" w:space="0" w:color="auto"/>
        <w:right w:val="none" w:sz="0" w:space="0" w:color="auto"/>
      </w:divBdr>
    </w:div>
    <w:div w:id="1848591446">
      <w:bodyDiv w:val="1"/>
      <w:marLeft w:val="0"/>
      <w:marRight w:val="0"/>
      <w:marTop w:val="0"/>
      <w:marBottom w:val="0"/>
      <w:divBdr>
        <w:top w:val="none" w:sz="0" w:space="0" w:color="auto"/>
        <w:left w:val="none" w:sz="0" w:space="0" w:color="auto"/>
        <w:bottom w:val="none" w:sz="0" w:space="0" w:color="auto"/>
        <w:right w:val="none" w:sz="0" w:space="0" w:color="auto"/>
      </w:divBdr>
    </w:div>
    <w:div w:id="192703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inistrija\dokuments_Ministru_kabinetam.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fk\bd\Kopsavilkuma_nod\VBPKN_jaut&#257;jumi\BUDZETS_2024\Paskaidrojumi\investicijas\tabulai_2024.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fk\bd\Kopsavilkuma_nod\VBPKN_jaut&#257;jumi\BUDZETS_2024\Paskaidrojumi\investicijas\tabulai_2024.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1646314879655491E-2"/>
          <c:y val="3.7208656628722352E-2"/>
          <c:w val="0.94518906344833742"/>
          <c:h val="0.77261867924190542"/>
        </c:manualLayout>
      </c:layout>
      <c:barChart>
        <c:barDir val="col"/>
        <c:grouping val="stacked"/>
        <c:varyColors val="0"/>
        <c:ser>
          <c:idx val="0"/>
          <c:order val="0"/>
          <c:tx>
            <c:strRef>
              <c:f>'5.5.attēlam'!$C$4</c:f>
              <c:strCache>
                <c:ptCount val="1"/>
                <c:pt idx="0">
                  <c:v>1. Valsts pamatfunkciju īstenošana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'5.5.attēlam'!$D$1:$G$1</c:f>
              <c:strCache>
                <c:ptCount val="4"/>
                <c:pt idx="0">
                  <c:v>2023. gada plāns</c:v>
                </c:pt>
                <c:pt idx="1">
                  <c:v>2024. gada projekts</c:v>
                </c:pt>
                <c:pt idx="2">
                  <c:v>2025. gada prognoze</c:v>
                </c:pt>
                <c:pt idx="3">
                  <c:v>2026. gada prognoze</c:v>
                </c:pt>
              </c:strCache>
            </c:strRef>
          </c:cat>
          <c:val>
            <c:numRef>
              <c:f>'5.5.attēlam'!$D$4:$G$4</c:f>
              <c:numCache>
                <c:formatCode>#\ ##0.0</c:formatCode>
                <c:ptCount val="4"/>
                <c:pt idx="0">
                  <c:v>545.18201499999998</c:v>
                </c:pt>
                <c:pt idx="1">
                  <c:v>727.225956</c:v>
                </c:pt>
                <c:pt idx="2">
                  <c:v>670.94265700000005</c:v>
                </c:pt>
                <c:pt idx="3">
                  <c:v>721.44665399999997</c:v>
                </c:pt>
              </c:numCache>
            </c:numRef>
          </c:val>
          <c:extLst>
            <c:ext xmlns:c16="http://schemas.microsoft.com/office/drawing/2014/chart" uri="{C3380CC4-5D6E-409C-BE32-E72D297353CC}">
              <c16:uniqueId val="{00000000-F658-4F97-BDD6-B1FAB483A2CA}"/>
            </c:ext>
          </c:extLst>
        </c:ser>
        <c:ser>
          <c:idx val="1"/>
          <c:order val="1"/>
          <c:tx>
            <c:strRef>
              <c:f>'5.5.attēlam'!$C$5</c:f>
              <c:strCache>
                <c:ptCount val="1"/>
                <c:pt idx="0">
                  <c:v>2. ES politiku instrumentu un pārējās ĀFP līdzfinansēto un finansēto projektu un pasākumu īstenošana</c:v>
                </c:pt>
              </c:strCache>
            </c:strRef>
          </c:tx>
          <c:spPr>
            <a:solidFill>
              <a:schemeClr val="accent3"/>
            </a:solidFill>
            <a:ln>
              <a:noFill/>
            </a:ln>
            <a:effectLst/>
          </c:spPr>
          <c:invertIfNegative val="0"/>
          <c:dLbls>
            <c:dLbl>
              <c:idx val="3"/>
              <c:layout>
                <c:manualLayout>
                  <c:x val="0"/>
                  <c:y val="-1.996862073883896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658-4F97-BDD6-B1FAB483A2CA}"/>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'5.5.attēlam'!$D$1:$G$1</c:f>
              <c:strCache>
                <c:ptCount val="4"/>
                <c:pt idx="0">
                  <c:v>2023. gada plāns</c:v>
                </c:pt>
                <c:pt idx="1">
                  <c:v>2024. gada projekts</c:v>
                </c:pt>
                <c:pt idx="2">
                  <c:v>2025. gada prognoze</c:v>
                </c:pt>
                <c:pt idx="3">
                  <c:v>2026. gada prognoze</c:v>
                </c:pt>
              </c:strCache>
            </c:strRef>
          </c:cat>
          <c:val>
            <c:numRef>
              <c:f>'5.5.attēlam'!$D$5:$G$5</c:f>
              <c:numCache>
                <c:formatCode>#\ ##0.0</c:formatCode>
                <c:ptCount val="4"/>
                <c:pt idx="0">
                  <c:v>224.11961700000001</c:v>
                </c:pt>
                <c:pt idx="1">
                  <c:v>247.33043799999999</c:v>
                </c:pt>
                <c:pt idx="2">
                  <c:v>104.970798</c:v>
                </c:pt>
                <c:pt idx="3">
                  <c:v>20.759958000000001</c:v>
                </c:pt>
              </c:numCache>
            </c:numRef>
          </c:val>
          <c:extLst>
            <c:ext xmlns:c16="http://schemas.microsoft.com/office/drawing/2014/chart" uri="{C3380CC4-5D6E-409C-BE32-E72D297353CC}">
              <c16:uniqueId val="{00000002-F658-4F97-BDD6-B1FAB483A2CA}"/>
            </c:ext>
          </c:extLst>
        </c:ser>
        <c:dLbls>
          <c:dLblPos val="ctr"/>
          <c:showLegendKey val="0"/>
          <c:showVal val="1"/>
          <c:showCatName val="0"/>
          <c:showSerName val="0"/>
          <c:showPercent val="0"/>
          <c:showBubbleSize val="0"/>
        </c:dLbls>
        <c:gapWidth val="100"/>
        <c:overlap val="100"/>
        <c:axId val="851870624"/>
        <c:axId val="851871872"/>
      </c:barChart>
      <c:catAx>
        <c:axId val="851870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851871872"/>
        <c:crosses val="autoZero"/>
        <c:auto val="1"/>
        <c:lblAlgn val="ctr"/>
        <c:lblOffset val="100"/>
        <c:noMultiLvlLbl val="0"/>
      </c:catAx>
      <c:valAx>
        <c:axId val="851871872"/>
        <c:scaling>
          <c:orientation val="minMax"/>
          <c:max val="120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851870624"/>
        <c:crosses val="autoZero"/>
        <c:crossBetween val="between"/>
      </c:valAx>
      <c:spPr>
        <a:noFill/>
        <a:ln>
          <a:noFill/>
        </a:ln>
        <a:effectLst/>
      </c:spPr>
    </c:plotArea>
    <c:legend>
      <c:legendPos val="b"/>
      <c:layout>
        <c:manualLayout>
          <c:xMode val="edge"/>
          <c:yMode val="edge"/>
          <c:x val="8.2312326988230211E-2"/>
          <c:y val="0.89664610280582702"/>
          <c:w val="0.87065242960824363"/>
          <c:h val="8.6237936560882397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059969553559991"/>
          <c:y val="0.15636875321744245"/>
          <c:w val="0.77622299922878357"/>
          <c:h val="0.75322443420456242"/>
        </c:manualLayout>
      </c:layout>
      <c:pie3DChart>
        <c:varyColors val="1"/>
        <c:ser>
          <c:idx val="0"/>
          <c:order val="0"/>
          <c:tx>
            <c:strRef>
              <c:f>'5.6. attēlam'!$B$2</c:f>
              <c:strCache>
                <c:ptCount val="1"/>
                <c:pt idx="0">
                  <c:v>2024</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8708-4880-B34D-B0F8E9695689}"/>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8708-4880-B34D-B0F8E9695689}"/>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8708-4880-B34D-B0F8E9695689}"/>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8708-4880-B34D-B0F8E9695689}"/>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8708-4880-B34D-B0F8E9695689}"/>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8708-4880-B34D-B0F8E9695689}"/>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8708-4880-B34D-B0F8E9695689}"/>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8708-4880-B34D-B0F8E9695689}"/>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8708-4880-B34D-B0F8E9695689}"/>
              </c:ext>
            </c:extLst>
          </c:dPt>
          <c:dPt>
            <c:idx val="9"/>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3-8708-4880-B34D-B0F8E9695689}"/>
              </c:ext>
            </c:extLst>
          </c:dPt>
          <c:dLbls>
            <c:dLbl>
              <c:idx val="1"/>
              <c:layout>
                <c:manualLayout>
                  <c:x val="4.6878817679912831E-2"/>
                  <c:y val="4.3830266063249789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708-4880-B34D-B0F8E9695689}"/>
                </c:ext>
              </c:extLst>
            </c:dLbl>
            <c:dLbl>
              <c:idx val="2"/>
              <c:layout>
                <c:manualLayout>
                  <c:x val="-0.16960218468998287"/>
                  <c:y val="-4.181172596240138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708-4880-B34D-B0F8E9695689}"/>
                </c:ext>
              </c:extLst>
            </c:dLbl>
            <c:dLbl>
              <c:idx val="3"/>
              <c:layout>
                <c:manualLayout>
                  <c:x val="-5.4090486215269303E-2"/>
                  <c:y val="3.0583500506330796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708-4880-B34D-B0F8E9695689}"/>
                </c:ext>
              </c:extLst>
            </c:dLbl>
            <c:dLbl>
              <c:idx val="4"/>
              <c:layout>
                <c:manualLayout>
                  <c:x val="-0.2846195604406967"/>
                  <c:y val="0.10669148589928797"/>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708-4880-B34D-B0F8E9695689}"/>
                </c:ext>
              </c:extLst>
            </c:dLbl>
            <c:spPr>
              <a:solidFill>
                <a:schemeClr val="lt1"/>
              </a:solidFill>
              <a:ln w="3175" cap="flat" cmpd="sng" algn="ctr">
                <a:solidFill>
                  <a:schemeClr val="dk1"/>
                </a:solidFill>
                <a:prstDash val="solid"/>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solidFill>
                    <a:latin typeface="+mn-lt"/>
                    <a:ea typeface="+mn-ea"/>
                    <a:cs typeface="+mn-cs"/>
                  </a:defRPr>
                </a:pPr>
                <a:endParaRPr lang="lv-LV"/>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'5.6. attēlam'!$A$3:$A$12</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'5.6. attēlam'!$B$3:$B$12</c:f>
              <c:numCache>
                <c:formatCode>0.0</c:formatCode>
                <c:ptCount val="10"/>
                <c:pt idx="0">
                  <c:v>38.700000000000003</c:v>
                </c:pt>
                <c:pt idx="1">
                  <c:v>365.9</c:v>
                </c:pt>
                <c:pt idx="2">
                  <c:v>184.3</c:v>
                </c:pt>
                <c:pt idx="3">
                  <c:v>358.9</c:v>
                </c:pt>
                <c:pt idx="4">
                  <c:v>2.1</c:v>
                </c:pt>
                <c:pt idx="5">
                  <c:v>8.1999999999999993</c:v>
                </c:pt>
                <c:pt idx="6">
                  <c:v>3.8</c:v>
                </c:pt>
                <c:pt idx="7">
                  <c:v>5.3</c:v>
                </c:pt>
                <c:pt idx="8">
                  <c:v>2.8</c:v>
                </c:pt>
                <c:pt idx="9">
                  <c:v>4.5999999999999996</c:v>
                </c:pt>
              </c:numCache>
            </c:numRef>
          </c:val>
          <c:extLst>
            <c:ext xmlns:c16="http://schemas.microsoft.com/office/drawing/2014/chart" uri="{C3380CC4-5D6E-409C-BE32-E72D297353CC}">
              <c16:uniqueId val="{00000014-8708-4880-B34D-B0F8E9695689}"/>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spcAft>
          <a:spcPts val="1200"/>
        </a:spcAft>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0.12815</cdr:x>
      <cdr:y>0.34528</cdr:y>
    </cdr:from>
    <cdr:to>
      <cdr:x>0.2151</cdr:x>
      <cdr:y>0.40206</cdr:y>
    </cdr:to>
    <cdr:sp macro="" textlink="">
      <cdr:nvSpPr>
        <cdr:cNvPr id="2" name="TextBox 1">
          <a:extLst xmlns:a="http://schemas.openxmlformats.org/drawingml/2006/main">
            <a:ext uri="{FF2B5EF4-FFF2-40B4-BE49-F238E27FC236}">
              <a16:creationId xmlns:a16="http://schemas.microsoft.com/office/drawing/2014/main" id="{B4378727-F87E-461B-BBE7-BC3ADC1993FB}"/>
            </a:ext>
          </a:extLst>
        </cdr:cNvPr>
        <cdr:cNvSpPr txBox="1"/>
      </cdr:nvSpPr>
      <cdr:spPr>
        <a:xfrm xmlns:a="http://schemas.openxmlformats.org/drawingml/2006/main">
          <a:off x="1185336" y="2059519"/>
          <a:ext cx="804333" cy="3386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dr:relSizeAnchor xmlns:cdr="http://schemas.openxmlformats.org/drawingml/2006/chartDrawing">
    <cdr:from>
      <cdr:x>0.13295</cdr:x>
      <cdr:y>0.21493</cdr:y>
    </cdr:from>
    <cdr:to>
      <cdr:x>0.241</cdr:x>
      <cdr:y>0.28463</cdr:y>
    </cdr:to>
    <cdr:sp macro="" textlink="">
      <cdr:nvSpPr>
        <cdr:cNvPr id="5" name="Text Box 1"/>
        <cdr:cNvSpPr txBox="1"/>
      </cdr:nvSpPr>
      <cdr:spPr>
        <a:xfrm xmlns:a="http://schemas.openxmlformats.org/drawingml/2006/main">
          <a:off x="765810" y="956862"/>
          <a:ext cx="622355" cy="310317"/>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100">
              <a:latin typeface="Times New Roman" panose="02020603050405020304" pitchFamily="18" charset="0"/>
              <a:cs typeface="Times New Roman" panose="02020603050405020304" pitchFamily="18" charset="0"/>
            </a:rPr>
            <a:t>769,3</a:t>
          </a:r>
        </a:p>
      </cdr:txBody>
    </cdr:sp>
  </cdr:relSizeAnchor>
  <cdr:relSizeAnchor xmlns:cdr="http://schemas.openxmlformats.org/drawingml/2006/chartDrawing">
    <cdr:from>
      <cdr:x>0.35913</cdr:x>
      <cdr:y>0.08415</cdr:y>
    </cdr:from>
    <cdr:to>
      <cdr:x>0.46718</cdr:x>
      <cdr:y>0.15385</cdr:y>
    </cdr:to>
    <cdr:sp macro="" textlink="">
      <cdr:nvSpPr>
        <cdr:cNvPr id="6" name="Text Box 1"/>
        <cdr:cNvSpPr txBox="1"/>
      </cdr:nvSpPr>
      <cdr:spPr>
        <a:xfrm xmlns:a="http://schemas.openxmlformats.org/drawingml/2006/main">
          <a:off x="2068635" y="374616"/>
          <a:ext cx="622355" cy="310317"/>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100">
              <a:latin typeface="Times New Roman" panose="02020603050405020304" pitchFamily="18" charset="0"/>
              <a:cs typeface="Times New Roman" panose="02020603050405020304" pitchFamily="18" charset="0"/>
            </a:rPr>
            <a:t>974,6</a:t>
          </a:r>
        </a:p>
      </cdr:txBody>
    </cdr:sp>
  </cdr:relSizeAnchor>
  <cdr:relSizeAnchor xmlns:cdr="http://schemas.openxmlformats.org/drawingml/2006/chartDrawing">
    <cdr:from>
      <cdr:x>0.8271</cdr:x>
      <cdr:y>0.21879</cdr:y>
    </cdr:from>
    <cdr:to>
      <cdr:x>0.93515</cdr:x>
      <cdr:y>0.28849</cdr:y>
    </cdr:to>
    <cdr:sp macro="" textlink="">
      <cdr:nvSpPr>
        <cdr:cNvPr id="7" name="Text Box 1"/>
        <cdr:cNvSpPr txBox="1"/>
      </cdr:nvSpPr>
      <cdr:spPr>
        <a:xfrm xmlns:a="http://schemas.openxmlformats.org/drawingml/2006/main">
          <a:off x="4764161" y="974056"/>
          <a:ext cx="622355" cy="310317"/>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100">
              <a:latin typeface="Times New Roman" panose="02020603050405020304" pitchFamily="18" charset="0"/>
              <a:cs typeface="Times New Roman" panose="02020603050405020304" pitchFamily="18" charset="0"/>
            </a:rPr>
            <a:t>742,2</a:t>
          </a:r>
        </a:p>
      </cdr:txBody>
    </cdr:sp>
  </cdr:relSizeAnchor>
  <cdr:relSizeAnchor xmlns:cdr="http://schemas.openxmlformats.org/drawingml/2006/chartDrawing">
    <cdr:from>
      <cdr:x>0.59508</cdr:x>
      <cdr:y>0.21405</cdr:y>
    </cdr:from>
    <cdr:to>
      <cdr:x>0.70313</cdr:x>
      <cdr:y>0.28375</cdr:y>
    </cdr:to>
    <cdr:sp macro="" textlink="">
      <cdr:nvSpPr>
        <cdr:cNvPr id="8" name="Text Box 1"/>
        <cdr:cNvSpPr txBox="1"/>
      </cdr:nvSpPr>
      <cdr:spPr>
        <a:xfrm xmlns:a="http://schemas.openxmlformats.org/drawingml/2006/main">
          <a:off x="3427731" y="952955"/>
          <a:ext cx="622355" cy="310317"/>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100">
              <a:latin typeface="Times New Roman" panose="02020603050405020304" pitchFamily="18" charset="0"/>
              <a:cs typeface="Times New Roman" panose="02020603050405020304" pitchFamily="18" charset="0"/>
            </a:rPr>
            <a:t>775,9</a:t>
          </a:r>
        </a:p>
      </cdr:txBody>
    </cdr:sp>
  </cdr:relSizeAnchor>
</c:userShapes>
</file>

<file path=word/drawings/drawing2.xml><?xml version="1.0" encoding="utf-8"?>
<c:userShapes xmlns:c="http://schemas.openxmlformats.org/drawingml/2006/chart">
  <cdr:relSizeAnchor xmlns:cdr="http://schemas.openxmlformats.org/drawingml/2006/chartDrawing">
    <cdr:from>
      <cdr:x>0.38305</cdr:x>
      <cdr:y>0.88358</cdr:y>
    </cdr:from>
    <cdr:to>
      <cdr:x>0.43881</cdr:x>
      <cdr:y>0.91371</cdr:y>
    </cdr:to>
    <cdr:cxnSp macro="">
      <cdr:nvCxnSpPr>
        <cdr:cNvPr id="3" name="Straight Connector 2"/>
        <cdr:cNvCxnSpPr/>
      </cdr:nvCxnSpPr>
      <cdr:spPr>
        <a:xfrm xmlns:a="http://schemas.openxmlformats.org/drawingml/2006/main" flipV="1">
          <a:off x="2222696" y="3094892"/>
          <a:ext cx="323557" cy="105508"/>
        </a:xfrm>
        <a:prstGeom xmlns:a="http://schemas.openxmlformats.org/drawingml/2006/main" prst="line">
          <a:avLst/>
        </a:prstGeom>
        <a:ln xmlns:a="http://schemas.openxmlformats.org/drawingml/2006/main">
          <a:solidFill>
            <a:schemeClr val="bg1">
              <a:lumMod val="75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E0E9A-5C00-48D4-8A42-ED6AFEBA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dokuments_Ministru_kabinetam.dot</Template>
  <TotalTime>51</TotalTime>
  <Pages>23</Pages>
  <Words>7482</Words>
  <Characters>58049</Characters>
  <Application>Microsoft Office Word</Application>
  <DocSecurity>0</DocSecurity>
  <Lines>483</Lines>
  <Paragraphs>130</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5.4. Valsts budžeta investīciju projektu finansēšana 2022. gadā</vt:lpstr>
    </vt:vector>
  </TitlesOfParts>
  <Company>Finanšu ministrija</Company>
  <LinksUpToDate>false</LinksUpToDate>
  <CharactersWithSpaces>65401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5.4. Valsts budžeta investīciju projektu finansēšana 2024. gadā</dc:title>
  <dc:subject>paskaidrojuma raksts</dc:subject>
  <dc:creator>dace.godina@fm.gov.lv</dc:creator>
  <dc:description>27320139, dace.godina@fm.gov.lv</dc:description>
  <cp:lastModifiedBy>Dace Godiņa</cp:lastModifiedBy>
  <cp:revision>17</cp:revision>
  <cp:lastPrinted>2023-02-06T07:04:00Z</cp:lastPrinted>
  <dcterms:created xsi:type="dcterms:W3CDTF">2021-10-11T05:26:00Z</dcterms:created>
  <dcterms:modified xsi:type="dcterms:W3CDTF">2023-10-26T09:17:00Z</dcterms:modified>
</cp:coreProperties>
</file>