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2212" w14:textId="50766024" w:rsidR="00183C98" w:rsidRDefault="00D57B8C" w:rsidP="00243C49">
      <w:pPr>
        <w:pStyle w:val="H2"/>
        <w:spacing w:after="240"/>
      </w:pPr>
      <w:r w:rsidRPr="000B7E50">
        <w:t>5.5. Valsts b</w:t>
      </w:r>
      <w:r w:rsidR="008A3839">
        <w:t>udžeta ilgtermiņa saistības 202</w:t>
      </w:r>
      <w:r w:rsidR="00EB73E4">
        <w:t>3</w:t>
      </w:r>
      <w:r w:rsidRPr="000B7E50">
        <w:t>., 20</w:t>
      </w:r>
      <w:r w:rsidR="008A3839">
        <w:t>2</w:t>
      </w:r>
      <w:r w:rsidR="00EB73E4">
        <w:t>4</w:t>
      </w:r>
      <w:r w:rsidRPr="000B7E50">
        <w:t>.</w:t>
      </w:r>
      <w:r w:rsidR="008A3839">
        <w:t>, 202</w:t>
      </w:r>
      <w:r w:rsidR="00EB73E4">
        <w:t>5</w:t>
      </w:r>
      <w:r>
        <w:t>.</w:t>
      </w:r>
      <w:r w:rsidR="00EB73E4">
        <w:t> </w:t>
      </w:r>
      <w:r w:rsidRPr="000B7E50">
        <w:t>gadam un turpmākajiem gadiem</w:t>
      </w:r>
    </w:p>
    <w:p w14:paraId="5AA6564E" w14:textId="77777777" w:rsidR="006D7517" w:rsidRPr="000B7E50" w:rsidRDefault="006D7517" w:rsidP="006D7517">
      <w:pPr>
        <w:spacing w:before="120"/>
      </w:pPr>
      <w:r>
        <w:t>Likumprojekta</w:t>
      </w:r>
      <w:r w:rsidRPr="000B7E50">
        <w:t xml:space="preserve"> </w:t>
      </w:r>
      <w:r>
        <w:t>“</w:t>
      </w:r>
      <w:r w:rsidRPr="000B7E50">
        <w:t>Par valsts budžetu 20</w:t>
      </w:r>
      <w:r>
        <w:t>22</w:t>
      </w:r>
      <w:r w:rsidRPr="000B7E50">
        <w:t>.</w:t>
      </w:r>
      <w:r>
        <w:t xml:space="preserve"> </w:t>
      </w:r>
      <w:r w:rsidRPr="000B7E50">
        <w:t>gadam” 11.</w:t>
      </w:r>
      <w:r>
        <w:t xml:space="preserve"> </w:t>
      </w:r>
      <w:r w:rsidRPr="000B7E50">
        <w:t xml:space="preserve">pielikumā </w:t>
      </w:r>
      <w:r>
        <w:t>“</w:t>
      </w:r>
      <w:r w:rsidRPr="000B7E50">
        <w:t xml:space="preserve">Valsts budžeta ilgtermiņa saistību maksimāli pieļaujamais apjoms” ir atspoguļotas </w:t>
      </w:r>
      <w:r w:rsidRPr="007D0602">
        <w:t>pamatbudžeta un</w:t>
      </w:r>
      <w:r>
        <w:t xml:space="preserve"> speciālā budžeta saistības 2022</w:t>
      </w:r>
      <w:r w:rsidRPr="007D0602">
        <w:t>.</w:t>
      </w:r>
      <w:r>
        <w:t xml:space="preserve"> </w:t>
      </w:r>
      <w:r w:rsidRPr="007D0602">
        <w:t>gadā finansējamo projek</w:t>
      </w:r>
      <w:r>
        <w:t>tu un pasākumu turpināšanai 2023., 2024., 2025</w:t>
      </w:r>
      <w:r w:rsidRPr="007D0602">
        <w:t>.</w:t>
      </w:r>
      <w:r>
        <w:t xml:space="preserve"> </w:t>
      </w:r>
      <w:r w:rsidRPr="007D0602">
        <w:t>gadā un tālākā laika posmā līdz projekta īstenošanai sadalījumā pa saistību veidiem</w:t>
      </w:r>
      <w:r w:rsidRPr="000B7E50">
        <w:t>, ministrijām un citām centrālajām valsts iestādēm un izdevumu kodiem atbilstoši ekonomiskajām kategorijām.</w:t>
      </w:r>
    </w:p>
    <w:p w14:paraId="3A49DAD5" w14:textId="77777777" w:rsidR="006D7517" w:rsidRPr="000B7E50" w:rsidRDefault="006D7517" w:rsidP="006D7517">
      <w:pPr>
        <w:spacing w:before="120"/>
      </w:pPr>
      <w:r w:rsidRPr="00132FC7">
        <w:t xml:space="preserve">Būtiskākie valsts budžeta ilgtermiņa saistību izdevumi </w:t>
      </w:r>
      <w:r w:rsidRPr="00132FC7">
        <w:rPr>
          <w:szCs w:val="24"/>
        </w:rPr>
        <w:t>atbilstoši ekonomiskajām kategorijām</w:t>
      </w:r>
      <w:r w:rsidRPr="00132FC7">
        <w:t xml:space="preserve"> ir </w:t>
      </w:r>
      <w:r>
        <w:t>s</w:t>
      </w:r>
      <w:r w:rsidRPr="00B3397A">
        <w:t>ubsīdijas, dotācijas, sociālie maksājumi un kompensācijas</w:t>
      </w:r>
      <w:r w:rsidRPr="00132FC7">
        <w:t>, kārtējie izdevumi,</w:t>
      </w:r>
      <w:r>
        <w:t xml:space="preserve"> kapitālie izdevumi,</w:t>
      </w:r>
      <w:r w:rsidRPr="00132FC7">
        <w:t xml:space="preserve"> kārtējie maksājumi Eiropas Savienības budžetā un starptautiskā sadarbība u.c.</w:t>
      </w:r>
    </w:p>
    <w:p w14:paraId="3E5CF7D1" w14:textId="388DE15F" w:rsidR="006D7517" w:rsidRPr="001F5AB0" w:rsidRDefault="006D7517" w:rsidP="006D7517">
      <w:pPr>
        <w:pStyle w:val="T"/>
        <w:spacing w:before="240" w:after="240"/>
      </w:pPr>
      <w:r>
        <w:t xml:space="preserve">5.5.1. tabula. </w:t>
      </w:r>
      <w:r w:rsidRPr="006D7517">
        <w:rPr>
          <w:i w:val="0"/>
          <w:iCs/>
        </w:rPr>
        <w:t xml:space="preserve">Valsts budžeta ilgtermiņa saistību izdevumi </w:t>
      </w:r>
      <w:r w:rsidRPr="006D7517">
        <w:rPr>
          <w:i w:val="0"/>
          <w:iCs/>
          <w:szCs w:val="24"/>
        </w:rPr>
        <w:t>atbilstoši ekonomiskajām kategorijām</w:t>
      </w:r>
    </w:p>
    <w:p w14:paraId="0F9BEFFC" w14:textId="7CAF5D3A" w:rsidR="006D7517" w:rsidRPr="001F5AB0" w:rsidRDefault="006D7517" w:rsidP="006D7517">
      <w:pPr>
        <w:spacing w:after="0"/>
        <w:jc w:val="right"/>
        <w:rPr>
          <w:i/>
          <w:iCs/>
          <w:sz w:val="18"/>
        </w:rPr>
      </w:pPr>
      <w:r w:rsidRPr="001F5AB0">
        <w:rPr>
          <w:i/>
          <w:iCs/>
          <w:sz w:val="18"/>
        </w:rPr>
        <w:t xml:space="preserve">milj. </w:t>
      </w:r>
      <w:proofErr w:type="spellStart"/>
      <w:r>
        <w:rPr>
          <w:i/>
          <w:iCs/>
          <w:sz w:val="18"/>
        </w:rPr>
        <w:t>e</w:t>
      </w:r>
      <w:r w:rsidRPr="001F5AB0">
        <w:rPr>
          <w:i/>
          <w:iCs/>
          <w:sz w:val="18"/>
        </w:rPr>
        <w:t>uro</w:t>
      </w:r>
      <w:proofErr w:type="spellEnd"/>
    </w:p>
    <w:tbl>
      <w:tblPr>
        <w:tblW w:w="9067" w:type="dxa"/>
        <w:tblLook w:val="04A0" w:firstRow="1" w:lastRow="0" w:firstColumn="1" w:lastColumn="0" w:noHBand="0" w:noVBand="1"/>
      </w:tblPr>
      <w:tblGrid>
        <w:gridCol w:w="2972"/>
        <w:gridCol w:w="1559"/>
        <w:gridCol w:w="1560"/>
        <w:gridCol w:w="1559"/>
        <w:gridCol w:w="1417"/>
      </w:tblGrid>
      <w:tr w:rsidR="006D7517" w:rsidRPr="002E6930" w14:paraId="14582463" w14:textId="77777777" w:rsidTr="006D7517">
        <w:trPr>
          <w:trHeight w:val="7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C524EF7" w14:textId="77777777" w:rsidR="006D7517" w:rsidRPr="002E6930" w:rsidRDefault="006D7517" w:rsidP="0017505E">
            <w:pPr>
              <w:spacing w:after="0"/>
              <w:ind w:firstLine="0"/>
              <w:jc w:val="left"/>
              <w:rPr>
                <w:sz w:val="20"/>
                <w:lang w:eastAsia="lv-LV"/>
              </w:rPr>
            </w:pPr>
            <w:r w:rsidRPr="002E6930">
              <w:rPr>
                <w:sz w:val="20"/>
                <w:lang w:eastAsia="lv-LV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CAC5151" w14:textId="662B5305" w:rsidR="006D7517" w:rsidRPr="002E6930" w:rsidRDefault="006D7517" w:rsidP="0017505E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2023.</w:t>
            </w:r>
            <w:r>
              <w:rPr>
                <w:b/>
                <w:bCs/>
                <w:sz w:val="18"/>
                <w:szCs w:val="18"/>
                <w:lang w:eastAsia="lv-LV"/>
              </w:rPr>
              <w:t xml:space="preserve"> </w:t>
            </w:r>
            <w:r w:rsidRPr="002E6930">
              <w:rPr>
                <w:b/>
                <w:bCs/>
                <w:sz w:val="18"/>
                <w:szCs w:val="18"/>
                <w:lang w:eastAsia="lv-LV"/>
              </w:rPr>
              <w:t>gadā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9B8665E" w14:textId="271CD796" w:rsidR="006D7517" w:rsidRPr="002E6930" w:rsidRDefault="006D7517" w:rsidP="0017505E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2024.</w:t>
            </w:r>
            <w:r>
              <w:rPr>
                <w:b/>
                <w:bCs/>
                <w:sz w:val="18"/>
                <w:szCs w:val="18"/>
                <w:lang w:eastAsia="lv-LV"/>
              </w:rPr>
              <w:t xml:space="preserve"> </w:t>
            </w:r>
            <w:r w:rsidRPr="002E6930">
              <w:rPr>
                <w:b/>
                <w:bCs/>
                <w:sz w:val="18"/>
                <w:szCs w:val="18"/>
                <w:lang w:eastAsia="lv-LV"/>
              </w:rPr>
              <w:t>gadā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23C0B19" w14:textId="18875722" w:rsidR="006D7517" w:rsidRPr="002E6930" w:rsidRDefault="006D7517" w:rsidP="0017505E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2025.</w:t>
            </w:r>
            <w:r>
              <w:rPr>
                <w:b/>
                <w:bCs/>
                <w:sz w:val="18"/>
                <w:szCs w:val="18"/>
                <w:lang w:eastAsia="lv-LV"/>
              </w:rPr>
              <w:t xml:space="preserve"> </w:t>
            </w:r>
            <w:r w:rsidRPr="002E6930">
              <w:rPr>
                <w:b/>
                <w:bCs/>
                <w:sz w:val="18"/>
                <w:szCs w:val="18"/>
                <w:lang w:eastAsia="lv-LV"/>
              </w:rPr>
              <w:t>gadā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482ADF3" w14:textId="77777777" w:rsidR="006D7517" w:rsidRPr="002E6930" w:rsidRDefault="006D7517" w:rsidP="0017505E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Tālākā laika posmā līdz projekta īstenošanai</w:t>
            </w:r>
          </w:p>
        </w:tc>
      </w:tr>
      <w:tr w:rsidR="006D7517" w:rsidRPr="002E6930" w14:paraId="59CF790C" w14:textId="77777777" w:rsidTr="006D7517">
        <w:trPr>
          <w:trHeight w:val="71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AD07" w14:textId="77777777" w:rsidR="006D7517" w:rsidRPr="002E6930" w:rsidRDefault="006D7517" w:rsidP="0017505E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Izdevumi – kopā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2AED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3 094,8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9A0DB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3 205,6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CC10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1 082,6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72B93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2 871,2</w:t>
            </w:r>
          </w:p>
        </w:tc>
      </w:tr>
      <w:tr w:rsidR="006D7517" w:rsidRPr="002E6930" w14:paraId="69B6DF78" w14:textId="77777777" w:rsidTr="006D7517">
        <w:trPr>
          <w:trHeight w:val="4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3A89D" w14:textId="77777777" w:rsidR="006D7517" w:rsidRPr="002E6930" w:rsidRDefault="006D7517" w:rsidP="0017505E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Uzturēšanas izdevumi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4E0E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2 779,5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71959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2 863,6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42FE4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815,1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E1F63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1 115,7</w:t>
            </w:r>
          </w:p>
        </w:tc>
      </w:tr>
      <w:tr w:rsidR="006D7517" w:rsidRPr="002E6930" w14:paraId="42A14A72" w14:textId="77777777" w:rsidTr="006D7517">
        <w:trPr>
          <w:trHeight w:val="64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7FBE0" w14:textId="77777777" w:rsidR="006D7517" w:rsidRPr="002E6930" w:rsidRDefault="006D7517" w:rsidP="0017505E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Kārtējie izdevumi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68ED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218,1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2154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153,9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85DD3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174,9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45798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1 046,9</w:t>
            </w:r>
          </w:p>
        </w:tc>
      </w:tr>
      <w:tr w:rsidR="006D7517" w:rsidRPr="002E6930" w14:paraId="5C65E029" w14:textId="77777777" w:rsidTr="006D7517">
        <w:trPr>
          <w:trHeight w:val="123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1C45E" w14:textId="77777777" w:rsidR="006D7517" w:rsidRPr="002E6930" w:rsidRDefault="006D7517" w:rsidP="0017505E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Procentu izdevumi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7128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EB0B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E3711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3782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075317FA" w14:textId="77777777" w:rsidTr="006D7517">
        <w:trPr>
          <w:trHeight w:val="197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57D3B" w14:textId="77777777" w:rsidR="006D7517" w:rsidRPr="002E6930" w:rsidRDefault="006D7517" w:rsidP="006D7517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Subsīdijas, dotācijas, sociālie maksājumi un kompensācijas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20F56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1 883,7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313FC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2 080,4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277CD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B15D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41,4</w:t>
            </w:r>
          </w:p>
        </w:tc>
      </w:tr>
      <w:tr w:rsidR="006D7517" w:rsidRPr="002E6930" w14:paraId="4DE7C0A6" w14:textId="77777777" w:rsidTr="0017505E">
        <w:trPr>
          <w:trHeight w:val="48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B8779" w14:textId="77777777" w:rsidR="006D7517" w:rsidRPr="002E6930" w:rsidRDefault="006D7517" w:rsidP="006D7517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Kārtējie maksājumi Eiropas Savienības budžetā un starptautiskā sadarbība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8E288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409,0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7506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397,1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4BF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397,1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61B7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3,5</w:t>
            </w:r>
          </w:p>
        </w:tc>
      </w:tr>
      <w:tr w:rsidR="006D7517" w:rsidRPr="002E6930" w14:paraId="1866718A" w14:textId="77777777" w:rsidTr="006D7517">
        <w:trPr>
          <w:trHeight w:val="41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69125" w14:textId="77777777" w:rsidR="006D7517" w:rsidRPr="002E6930" w:rsidRDefault="006D7517" w:rsidP="006D7517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proofErr w:type="spellStart"/>
            <w:r w:rsidRPr="002E6930">
              <w:rPr>
                <w:sz w:val="18"/>
                <w:szCs w:val="18"/>
                <w:lang w:eastAsia="lv-LV"/>
              </w:rPr>
              <w:t>Transferti</w:t>
            </w:r>
            <w:proofErr w:type="spellEnd"/>
            <w:r w:rsidRPr="002E6930">
              <w:rPr>
                <w:sz w:val="18"/>
                <w:szCs w:val="18"/>
                <w:lang w:eastAsia="lv-LV"/>
              </w:rPr>
              <w:t xml:space="preserve"> viena budžeta veida ietvaros un uzturēšanas izdevumu </w:t>
            </w:r>
            <w:proofErr w:type="spellStart"/>
            <w:r w:rsidRPr="002E6930">
              <w:rPr>
                <w:sz w:val="18"/>
                <w:szCs w:val="18"/>
                <w:lang w:eastAsia="lv-LV"/>
              </w:rPr>
              <w:t>transferti</w:t>
            </w:r>
            <w:proofErr w:type="spellEnd"/>
            <w:r w:rsidRPr="002E6930">
              <w:rPr>
                <w:sz w:val="18"/>
                <w:szCs w:val="18"/>
                <w:lang w:eastAsia="lv-LV"/>
              </w:rPr>
              <w:t xml:space="preserve"> starp budžeta veidiem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B276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64,7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C15C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DB49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53031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23,9</w:t>
            </w:r>
          </w:p>
        </w:tc>
      </w:tr>
      <w:tr w:rsidR="006D7517" w:rsidRPr="002E6930" w14:paraId="71582E19" w14:textId="77777777" w:rsidTr="006D7517">
        <w:trPr>
          <w:trHeight w:val="79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E7547" w14:textId="77777777" w:rsidR="006D7517" w:rsidRPr="002E6930" w:rsidRDefault="006D7517" w:rsidP="0017505E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Kapitālie izdevumi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5FCD6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61A1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B26B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83FE6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1 755,5</w:t>
            </w:r>
          </w:p>
        </w:tc>
      </w:tr>
      <w:tr w:rsidR="006D7517" w:rsidRPr="002E6930" w14:paraId="46EDD7DF" w14:textId="77777777" w:rsidTr="006D7517">
        <w:trPr>
          <w:trHeight w:val="14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D633A" w14:textId="77777777" w:rsidR="006D7517" w:rsidRPr="002E6930" w:rsidRDefault="006D7517" w:rsidP="0017505E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Pamatkapitāla veidošana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4828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282,2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F9848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339,3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1E0F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F4EC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1 755,5</w:t>
            </w:r>
          </w:p>
        </w:tc>
      </w:tr>
      <w:tr w:rsidR="006D7517" w:rsidRPr="002E6930" w14:paraId="04BF8675" w14:textId="77777777" w:rsidTr="006D7517">
        <w:trPr>
          <w:trHeight w:val="71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F6CF7" w14:textId="77777777" w:rsidR="006D7517" w:rsidRPr="002E6930" w:rsidRDefault="006D7517" w:rsidP="0017505E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 xml:space="preserve">Kapitālo izdevumu </w:t>
            </w:r>
            <w:proofErr w:type="spellStart"/>
            <w:r w:rsidRPr="002E6930">
              <w:rPr>
                <w:sz w:val="18"/>
                <w:szCs w:val="18"/>
                <w:lang w:eastAsia="lv-LV"/>
              </w:rPr>
              <w:t>transferti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4093D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33,1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323E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53E58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57F3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E6930">
              <w:rPr>
                <w:sz w:val="18"/>
                <w:szCs w:val="18"/>
                <w:lang w:eastAsia="lv-LV"/>
              </w:rPr>
              <w:t>0</w:t>
            </w:r>
          </w:p>
        </w:tc>
      </w:tr>
    </w:tbl>
    <w:p w14:paraId="4295DF91" w14:textId="77777777" w:rsidR="006D7517" w:rsidRPr="00BA52A2" w:rsidRDefault="006D7517" w:rsidP="006D7517">
      <w:pPr>
        <w:spacing w:after="0"/>
      </w:pPr>
    </w:p>
    <w:p w14:paraId="0E0D9262" w14:textId="5B44418D" w:rsidR="006D7517" w:rsidRDefault="006D7517" w:rsidP="00E6779C">
      <w:pPr>
        <w:spacing w:before="120"/>
      </w:pPr>
      <w:r w:rsidRPr="00BA52A2">
        <w:t xml:space="preserve">Plānojot valsts budžeta ilgtermiņa saistības turpmākajiem gadiem, ministrijas ievēro šādus nosacījumus: </w:t>
      </w:r>
      <w:r>
        <w:t>ES</w:t>
      </w:r>
      <w:r w:rsidRPr="00BA52A2">
        <w:t xml:space="preserve"> politiku instrumentu un pārējās </w:t>
      </w:r>
      <w:r>
        <w:t>ĀFP</w:t>
      </w:r>
      <w:r w:rsidRPr="00BA52A2">
        <w:t xml:space="preserve"> līdzfinansētiem projektiem plānoto valsts budžeta ilgtermiņa saistību apmēru norāda atbilstoši pieņemtajiem lēmumiem par projektu finansējumu; pārējām jaunām valsts budžeta ilgtermiņa saistībām (izņemot maksājumiem par aizņēmumiem un kredītiem un maksājumiem starptautiskajās institūcijās un programmās) plānoto valsts budžeta ilgtermiņa saistību apjomu norāda atbilstoši attiecīgajā </w:t>
      </w:r>
      <w:r>
        <w:t>MK</w:t>
      </w:r>
      <w:r w:rsidRPr="00BA52A2">
        <w:t xml:space="preserve"> rīkojumā noteiktajam; ministrijas var uzņemties jaunas valsts budžeta ilgtermiņa saistības maksājumiem starptautiskajās institūcijās un programmās tikai ar </w:t>
      </w:r>
      <w:r w:rsidR="00E6779C">
        <w:t>MK</w:t>
      </w:r>
      <w:r w:rsidRPr="00BA52A2">
        <w:t xml:space="preserve"> lēmumu.</w:t>
      </w:r>
    </w:p>
    <w:p w14:paraId="39B57C5D" w14:textId="2F4FCAB6" w:rsidR="006D7517" w:rsidRPr="00036C61" w:rsidRDefault="00E6779C" w:rsidP="00E6779C">
      <w:pPr>
        <w:pStyle w:val="T"/>
        <w:spacing w:before="240" w:after="240"/>
      </w:pPr>
      <w:r>
        <w:t xml:space="preserve">5.5.2. tabula. </w:t>
      </w:r>
      <w:r w:rsidR="006D7517" w:rsidRPr="00036C61">
        <w:t>Valsts budžeta ilgtermiņa saistību veidi</w:t>
      </w:r>
    </w:p>
    <w:p w14:paraId="0270CF8F" w14:textId="6D98D5B1" w:rsidR="006D7517" w:rsidRPr="00036C61" w:rsidRDefault="006D7517" w:rsidP="006D7517">
      <w:pPr>
        <w:spacing w:after="0"/>
        <w:jc w:val="right"/>
        <w:rPr>
          <w:i/>
          <w:iCs/>
          <w:sz w:val="18"/>
        </w:rPr>
      </w:pPr>
      <w:r>
        <w:rPr>
          <w:i/>
          <w:iCs/>
          <w:sz w:val="18"/>
        </w:rPr>
        <w:t xml:space="preserve">milj. </w:t>
      </w:r>
      <w:proofErr w:type="spellStart"/>
      <w:r w:rsidR="008949D7">
        <w:rPr>
          <w:i/>
          <w:iCs/>
          <w:sz w:val="18"/>
        </w:rPr>
        <w:t>e</w:t>
      </w:r>
      <w:r w:rsidRPr="00036C61">
        <w:rPr>
          <w:i/>
          <w:iCs/>
          <w:sz w:val="18"/>
        </w:rPr>
        <w:t>uro</w:t>
      </w:r>
      <w:proofErr w:type="spellEnd"/>
    </w:p>
    <w:tbl>
      <w:tblPr>
        <w:tblW w:w="9067" w:type="dxa"/>
        <w:tblLook w:val="04A0" w:firstRow="1" w:lastRow="0" w:firstColumn="1" w:lastColumn="0" w:noHBand="0" w:noVBand="1"/>
      </w:tblPr>
      <w:tblGrid>
        <w:gridCol w:w="3397"/>
        <w:gridCol w:w="1418"/>
        <w:gridCol w:w="1417"/>
        <w:gridCol w:w="1418"/>
        <w:gridCol w:w="1417"/>
      </w:tblGrid>
      <w:tr w:rsidR="006D7517" w:rsidRPr="002E6930" w14:paraId="157D469D" w14:textId="77777777" w:rsidTr="00E6779C">
        <w:trPr>
          <w:trHeight w:val="649"/>
          <w:tblHeader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CD75746" w14:textId="77777777" w:rsidR="006D7517" w:rsidRPr="002E6930" w:rsidRDefault="006D7517" w:rsidP="0017505E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C3BE65C" w14:textId="2320620A" w:rsidR="006D7517" w:rsidRPr="002E6930" w:rsidRDefault="006D7517" w:rsidP="0017505E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2023.</w:t>
            </w:r>
            <w:r w:rsidR="00E6779C">
              <w:rPr>
                <w:b/>
                <w:bCs/>
                <w:sz w:val="18"/>
                <w:szCs w:val="18"/>
                <w:lang w:eastAsia="lv-LV"/>
              </w:rPr>
              <w:t xml:space="preserve"> </w:t>
            </w:r>
            <w:r w:rsidRPr="002E6930">
              <w:rPr>
                <w:b/>
                <w:bCs/>
                <w:sz w:val="18"/>
                <w:szCs w:val="18"/>
                <w:lang w:eastAsia="lv-LV"/>
              </w:rPr>
              <w:t>gadā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1011E4F" w14:textId="2C5DDCC5" w:rsidR="006D7517" w:rsidRPr="002E6930" w:rsidRDefault="006D7517" w:rsidP="0017505E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2024.</w:t>
            </w:r>
            <w:r w:rsidR="00E6779C">
              <w:rPr>
                <w:b/>
                <w:bCs/>
                <w:sz w:val="18"/>
                <w:szCs w:val="18"/>
                <w:lang w:eastAsia="lv-LV"/>
              </w:rPr>
              <w:t xml:space="preserve"> </w:t>
            </w:r>
            <w:r w:rsidRPr="002E6930">
              <w:rPr>
                <w:b/>
                <w:bCs/>
                <w:sz w:val="18"/>
                <w:szCs w:val="18"/>
                <w:lang w:eastAsia="lv-LV"/>
              </w:rPr>
              <w:t>gadā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2F469BA" w14:textId="27EB41D1" w:rsidR="006D7517" w:rsidRPr="002E6930" w:rsidRDefault="006D7517" w:rsidP="0017505E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2025.</w:t>
            </w:r>
            <w:r w:rsidR="00E6779C">
              <w:rPr>
                <w:b/>
                <w:bCs/>
                <w:sz w:val="18"/>
                <w:szCs w:val="18"/>
                <w:lang w:eastAsia="lv-LV"/>
              </w:rPr>
              <w:t xml:space="preserve"> </w:t>
            </w:r>
            <w:r w:rsidRPr="002E6930">
              <w:rPr>
                <w:b/>
                <w:bCs/>
                <w:sz w:val="18"/>
                <w:szCs w:val="18"/>
                <w:lang w:eastAsia="lv-LV"/>
              </w:rPr>
              <w:t>gadā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5890B25" w14:textId="77777777" w:rsidR="006D7517" w:rsidRPr="002E6930" w:rsidRDefault="006D7517" w:rsidP="0017505E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Tālākā laika posmā līdz projekta īstenošanai</w:t>
            </w:r>
          </w:p>
        </w:tc>
      </w:tr>
      <w:tr w:rsidR="006D7517" w:rsidRPr="002E6930" w14:paraId="68927C6F" w14:textId="77777777" w:rsidTr="0017505E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A30C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Valsts budžeta ilgtermiņa saistības - kopā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A4B3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3 094,8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60B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3 205,6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166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1 082,6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84E1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2 871,2</w:t>
            </w:r>
          </w:p>
        </w:tc>
      </w:tr>
      <w:tr w:rsidR="006D7517" w:rsidRPr="002E6930" w14:paraId="1CAAC0DB" w14:textId="77777777" w:rsidTr="00E6779C">
        <w:trPr>
          <w:trHeight w:val="5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A03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lastRenderedPageBreak/>
              <w:t>Eiropas Savienības politiku instrumenti un pārējās ārvalstu finanšu palīdzības līdzfinansētie projekti - kopā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3B6B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2 043,7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3EC1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2 087,5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4583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6C7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64,2</w:t>
            </w:r>
          </w:p>
        </w:tc>
      </w:tr>
      <w:tr w:rsidR="006D7517" w:rsidRPr="002E6930" w14:paraId="195A3644" w14:textId="77777777" w:rsidTr="00E6779C">
        <w:trPr>
          <w:trHeight w:val="5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65ED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Eiropas transporta, telekomunikāciju un enerģijas infrastruktūras tīkli un Eiropas infrastruktūras savienošanas instruments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232C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FBF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25C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9D08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49195DD7" w14:textId="77777777" w:rsidTr="00E6779C">
        <w:trPr>
          <w:trHeight w:val="4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9A0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Kohēzijas fonds (KF)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074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4239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56F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F99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7F43514B" w14:textId="77777777" w:rsidTr="00E6779C">
        <w:trPr>
          <w:trHeight w:val="4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CFD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Eiropas Reģionālās attīstības fonds (ERAF)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DAB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E73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67,9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F40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BD7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23C79B90" w14:textId="77777777" w:rsidTr="00E6779C">
        <w:trPr>
          <w:trHeight w:val="4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A1C1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Eiropas Sociālais fonds (ESF)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5E8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2CB8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7A3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751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5C4AF723" w14:textId="77777777" w:rsidTr="00E6779C">
        <w:trPr>
          <w:trHeight w:val="22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B85C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Eiropas Lauksaimniecības garantiju fonds (ELGF)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669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9E9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66AB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771B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1D0642E4" w14:textId="77777777" w:rsidTr="00E6779C">
        <w:trPr>
          <w:trHeight w:val="21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D9A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Eiropas Lauksaimniecības fonds lauku attīstībai (ELFLA)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95C8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FE8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ADCC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4C85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239E0B93" w14:textId="77777777" w:rsidTr="00E6779C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DDA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 xml:space="preserve">Eiropas Jūrlietu un zivsaimniecības fonds (EJZF) un </w:t>
            </w:r>
            <w:proofErr w:type="spellStart"/>
            <w:r w:rsidRPr="002E6930">
              <w:rPr>
                <w:i/>
                <w:iCs/>
                <w:sz w:val="18"/>
                <w:szCs w:val="18"/>
                <w:lang w:eastAsia="lv-LV"/>
              </w:rPr>
              <w:t>EiropasJūrlietu</w:t>
            </w:r>
            <w:proofErr w:type="spellEnd"/>
            <w:r w:rsidRPr="002E6930">
              <w:rPr>
                <w:i/>
                <w:iCs/>
                <w:sz w:val="18"/>
                <w:szCs w:val="18"/>
                <w:lang w:eastAsia="lv-LV"/>
              </w:rPr>
              <w:t>, zvejniecības un akvakultūras fonds (EJZAF)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10D4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565B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A385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0394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416E0150" w14:textId="77777777" w:rsidTr="00E6779C">
        <w:trPr>
          <w:trHeight w:val="4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D2D5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Eiropas Kopienas iniciatīvas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F35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592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040D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6859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11,6</w:t>
            </w:r>
          </w:p>
        </w:tc>
      </w:tr>
      <w:tr w:rsidR="006D7517" w:rsidRPr="002E6930" w14:paraId="6C806B2A" w14:textId="77777777" w:rsidTr="00E6779C">
        <w:trPr>
          <w:trHeight w:val="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31E1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Mērķis "Eiropas teritoriālā sadarbība"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5A14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AD33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41C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A81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30C080C5" w14:textId="77777777" w:rsidTr="00E6779C">
        <w:trPr>
          <w:trHeight w:val="4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260B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Citi Eiropas Savienības politiku instrumenti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2A2C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99F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C3F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D044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51,6</w:t>
            </w:r>
          </w:p>
        </w:tc>
      </w:tr>
      <w:tr w:rsidR="006D7517" w:rsidRPr="002E6930" w14:paraId="1687DAB0" w14:textId="77777777" w:rsidTr="00E6779C">
        <w:trPr>
          <w:trHeight w:val="20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C4A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Eiropas Ekonomikas zonas un Norvēģijas finanšu instrumentu finansētie projekti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38A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129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003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33D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3DB25BEA" w14:textId="77777777" w:rsidTr="00E6779C">
        <w:trPr>
          <w:trHeight w:val="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6255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Citi ārvalstu finanšu palīdzības līdzfinansētie projekti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534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F8E6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5504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3C8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1,0</w:t>
            </w:r>
          </w:p>
        </w:tc>
      </w:tr>
      <w:tr w:rsidR="006D7517" w:rsidRPr="002E6930" w14:paraId="1CB86C24" w14:textId="77777777" w:rsidTr="00E6779C">
        <w:trPr>
          <w:trHeight w:val="4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FB6B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Nesadalītais finansējums ES politiku instrumentu un pārējās ĀFP līdzfinansēto projektu un pasākumu īstenošanai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28C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1 468,3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9D09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1 836,4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8F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AC8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  <w:lang w:eastAsia="lv-LV"/>
              </w:rPr>
            </w:pPr>
            <w:r w:rsidRPr="002E6930">
              <w:rPr>
                <w:i/>
                <w:i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2F6332DA" w14:textId="77777777" w:rsidTr="00E6779C">
        <w:trPr>
          <w:trHeight w:val="4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590C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Publiskā un privātā partnerība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157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97C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9E8A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F2C5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243,1</w:t>
            </w:r>
          </w:p>
        </w:tc>
      </w:tr>
      <w:tr w:rsidR="006D7517" w:rsidRPr="002E6930" w14:paraId="32122ECD" w14:textId="77777777" w:rsidTr="00E6779C">
        <w:trPr>
          <w:trHeight w:val="1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B36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Maksājumi par aizņēmumiem un kredītiem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7670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9D99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DA9D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7F51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0</w:t>
            </w:r>
          </w:p>
        </w:tc>
      </w:tr>
      <w:tr w:rsidR="006D7517" w:rsidRPr="002E6930" w14:paraId="746FC6F1" w14:textId="77777777" w:rsidTr="00E6779C">
        <w:trPr>
          <w:trHeight w:val="8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948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Maksājumi starptautiskajās institūcijās un programmās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550D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390,7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C457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17BE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397,0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C193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1,1</w:t>
            </w:r>
          </w:p>
        </w:tc>
      </w:tr>
      <w:tr w:rsidR="006D7517" w:rsidRPr="002E6930" w14:paraId="274C0468" w14:textId="77777777" w:rsidTr="00E6779C">
        <w:trPr>
          <w:trHeight w:val="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01A2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Citas ilgtermiņa saistības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AE3E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438,6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6D3F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496,3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D2F1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4536" w14:textId="77777777" w:rsidR="006D7517" w:rsidRPr="002E6930" w:rsidRDefault="006D7517" w:rsidP="0017505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2E6930">
              <w:rPr>
                <w:b/>
                <w:bCs/>
                <w:sz w:val="18"/>
                <w:szCs w:val="18"/>
                <w:lang w:eastAsia="lv-LV"/>
              </w:rPr>
              <w:t>2 562,8</w:t>
            </w:r>
          </w:p>
        </w:tc>
      </w:tr>
    </w:tbl>
    <w:p w14:paraId="2A51D0D1" w14:textId="63AA284B" w:rsidR="006D7517" w:rsidRPr="0087391C" w:rsidRDefault="006D7517" w:rsidP="006D7517">
      <w:pPr>
        <w:spacing w:before="240"/>
      </w:pPr>
      <w:r w:rsidRPr="00BD0FB5">
        <w:t xml:space="preserve">Valsts budžeta ilgtermiņa saistībās lielāko daļu veido valsts pamatbudžetā </w:t>
      </w:r>
      <w:r w:rsidR="00E6779C">
        <w:t>ES</w:t>
      </w:r>
      <w:r w:rsidRPr="00BD0FB5">
        <w:t xml:space="preserve"> politiku instrumentu un pārējās </w:t>
      </w:r>
      <w:r w:rsidR="00E6779C">
        <w:t>ĀFP</w:t>
      </w:r>
      <w:r w:rsidRPr="00BD0FB5">
        <w:t xml:space="preserve"> līdzfinansēto</w:t>
      </w:r>
      <w:r w:rsidRPr="0087391C">
        <w:t xml:space="preserve"> projektu īstenošanai paredzēti līdzekļi</w:t>
      </w:r>
      <w:r w:rsidRPr="0087391C">
        <w:rPr>
          <w:b/>
        </w:rPr>
        <w:t xml:space="preserve"> 2023. gadā 2 043,7 milj. </w:t>
      </w:r>
      <w:proofErr w:type="spellStart"/>
      <w:r w:rsidRPr="0087391C">
        <w:rPr>
          <w:b/>
          <w:i/>
        </w:rPr>
        <w:t>euro</w:t>
      </w:r>
      <w:proofErr w:type="spellEnd"/>
      <w:r w:rsidRPr="0087391C">
        <w:rPr>
          <w:b/>
          <w:i/>
        </w:rPr>
        <w:t xml:space="preserve"> </w:t>
      </w:r>
      <w:r w:rsidRPr="0087391C">
        <w:t xml:space="preserve">apmērā, </w:t>
      </w:r>
      <w:r w:rsidRPr="0087391C">
        <w:rPr>
          <w:b/>
        </w:rPr>
        <w:t>2024. gadā 2 087,5</w:t>
      </w:r>
      <w:r w:rsidRPr="0087391C">
        <w:rPr>
          <w:b/>
          <w:bCs/>
          <w:szCs w:val="18"/>
        </w:rPr>
        <w:t xml:space="preserve"> </w:t>
      </w:r>
      <w:r w:rsidRPr="0087391C">
        <w:rPr>
          <w:b/>
        </w:rPr>
        <w:t xml:space="preserve">milj. </w:t>
      </w:r>
      <w:proofErr w:type="spellStart"/>
      <w:r w:rsidRPr="0087391C">
        <w:rPr>
          <w:b/>
          <w:i/>
        </w:rPr>
        <w:t>euro</w:t>
      </w:r>
      <w:proofErr w:type="spellEnd"/>
      <w:r w:rsidRPr="0087391C">
        <w:t xml:space="preserve"> apmērā, </w:t>
      </w:r>
      <w:r w:rsidRPr="0087391C">
        <w:rPr>
          <w:b/>
        </w:rPr>
        <w:t>2025. gadā 36,5</w:t>
      </w:r>
      <w:r w:rsidRPr="0087391C">
        <w:rPr>
          <w:b/>
          <w:bCs/>
          <w:szCs w:val="18"/>
        </w:rPr>
        <w:t xml:space="preserve"> </w:t>
      </w:r>
      <w:r w:rsidRPr="0087391C">
        <w:rPr>
          <w:b/>
        </w:rPr>
        <w:t xml:space="preserve">milj. </w:t>
      </w:r>
      <w:proofErr w:type="spellStart"/>
      <w:r w:rsidRPr="0087391C">
        <w:rPr>
          <w:b/>
          <w:i/>
        </w:rPr>
        <w:t>euro</w:t>
      </w:r>
      <w:proofErr w:type="spellEnd"/>
      <w:r w:rsidRPr="0087391C">
        <w:t xml:space="preserve"> apmērā </w:t>
      </w:r>
      <w:r w:rsidRPr="0087391C">
        <w:rPr>
          <w:b/>
        </w:rPr>
        <w:t>un tālākā posmā līdz projekta īstenošanai</w:t>
      </w:r>
      <w:r w:rsidRPr="0087391C">
        <w:t xml:space="preserve"> </w:t>
      </w:r>
      <w:r w:rsidRPr="0087391C">
        <w:rPr>
          <w:b/>
        </w:rPr>
        <w:t xml:space="preserve">64,2 milj. </w:t>
      </w:r>
      <w:proofErr w:type="spellStart"/>
      <w:r w:rsidRPr="0087391C">
        <w:rPr>
          <w:b/>
          <w:i/>
        </w:rPr>
        <w:t>euro</w:t>
      </w:r>
      <w:proofErr w:type="spellEnd"/>
      <w:r w:rsidRPr="0087391C">
        <w:t xml:space="preserve"> apmērā.</w:t>
      </w:r>
    </w:p>
    <w:p w14:paraId="1FC49CE6" w14:textId="77A9CE00" w:rsidR="006D7517" w:rsidRPr="00BD0FB5" w:rsidRDefault="006D7517" w:rsidP="006D7517">
      <w:pPr>
        <w:spacing w:before="120"/>
      </w:pPr>
      <w:r w:rsidRPr="0087391C">
        <w:t xml:space="preserve">Kopumā nozīmīgākie </w:t>
      </w:r>
      <w:r w:rsidR="00E6779C">
        <w:t>ES</w:t>
      </w:r>
      <w:r w:rsidRPr="00BD0FB5">
        <w:t xml:space="preserve"> politiku instrumentu un pārējās </w:t>
      </w:r>
      <w:r w:rsidR="00E6779C">
        <w:t>ĀFP</w:t>
      </w:r>
      <w:r w:rsidRPr="00BD0FB5">
        <w:t xml:space="preserve"> līdzfinansētie projekti, kuru īstenošanu plānots turpināt 2023., 2024., 2025. gadā un turpmākajos gados, ir:</w:t>
      </w:r>
    </w:p>
    <w:p w14:paraId="54C3D528" w14:textId="77777777" w:rsidR="006D7517" w:rsidRPr="00BD0FB5" w:rsidRDefault="006D7517" w:rsidP="00E6779C">
      <w:pPr>
        <w:numPr>
          <w:ilvl w:val="0"/>
          <w:numId w:val="7"/>
        </w:numPr>
        <w:spacing w:before="120"/>
        <w:ind w:left="850" w:hanging="425"/>
      </w:pPr>
      <w:r w:rsidRPr="00BD0FB5">
        <w:t>Kohēzijas fondam (KF) 2014.-2020.gada plānošanas periodam, Eiropas Reģionālās attīstības fondam (ERAF) 2014.-2020.gada plānošanas periodam, Eiropas Sociālajam fondam (ESF) 2014.-2020.gada plānošanas periodam</w:t>
      </w:r>
      <w:r w:rsidRPr="00BD0FB5">
        <w:rPr>
          <w:rFonts w:eastAsia="Calibri"/>
        </w:rPr>
        <w:t>;</w:t>
      </w:r>
    </w:p>
    <w:p w14:paraId="77D542CF" w14:textId="77777777" w:rsidR="006D7517" w:rsidRPr="00BD0FB5" w:rsidRDefault="006D7517" w:rsidP="00E6779C">
      <w:pPr>
        <w:numPr>
          <w:ilvl w:val="0"/>
          <w:numId w:val="7"/>
        </w:numPr>
        <w:spacing w:before="120"/>
        <w:ind w:left="850" w:hanging="425"/>
      </w:pPr>
      <w:r w:rsidRPr="00BD0FB5">
        <w:t>Eiropas Lauksaimniecības garantiju fondam (ELGF), Eiropas Lauksaimniecības fondam lauku attīstībai (ELFLA), Eiropas Zivsaimniecības fondam (EZF) un Eiropas Jūrlietu un zivsaimniecības fondam (EJZF);</w:t>
      </w:r>
    </w:p>
    <w:p w14:paraId="4B70F2E3" w14:textId="77777777" w:rsidR="006D7517" w:rsidRPr="00BD0FB5" w:rsidRDefault="006D7517" w:rsidP="00E6779C">
      <w:pPr>
        <w:numPr>
          <w:ilvl w:val="0"/>
          <w:numId w:val="7"/>
        </w:numPr>
        <w:spacing w:before="120"/>
        <w:ind w:left="850" w:hanging="425"/>
      </w:pPr>
      <w:r w:rsidRPr="00BD0FB5">
        <w:t xml:space="preserve">Eiropas transporta, telekomunikāciju un enerģijas infrastruktūras tīklu un Eiropas infrastruktūras savienošanas instrumentam </w:t>
      </w:r>
      <w:proofErr w:type="spellStart"/>
      <w:r w:rsidRPr="00BD0FB5">
        <w:t>u.c</w:t>
      </w:r>
      <w:proofErr w:type="spellEnd"/>
      <w:r w:rsidRPr="00BD0FB5">
        <w:t>;</w:t>
      </w:r>
    </w:p>
    <w:p w14:paraId="4722D9B0" w14:textId="77777777" w:rsidR="006D7517" w:rsidRPr="00BD0FB5" w:rsidRDefault="006D7517" w:rsidP="006D7517">
      <w:pPr>
        <w:numPr>
          <w:ilvl w:val="0"/>
          <w:numId w:val="7"/>
        </w:numPr>
        <w:spacing w:before="120"/>
        <w:ind w:left="850" w:hanging="425"/>
      </w:pPr>
      <w:r w:rsidRPr="00BD0FB5">
        <w:t>Citu Eiropas Savienības politiku instrumentu finansētajos pasākumos:</w:t>
      </w:r>
    </w:p>
    <w:p w14:paraId="1F060C02" w14:textId="77777777" w:rsidR="006D7517" w:rsidRPr="00BD0FB5" w:rsidRDefault="006D7517" w:rsidP="006D7517">
      <w:pPr>
        <w:numPr>
          <w:ilvl w:val="1"/>
          <w:numId w:val="7"/>
        </w:numPr>
        <w:spacing w:before="120"/>
        <w:ind w:left="1276"/>
      </w:pPr>
      <w:r w:rsidRPr="00BD0FB5">
        <w:t xml:space="preserve">Eiropas Atbalsta fonda vistrūcīgākajām personām (2014-2020) pasākumu īstenošana; </w:t>
      </w:r>
    </w:p>
    <w:p w14:paraId="46075EC0" w14:textId="77777777" w:rsidR="006D7517" w:rsidRPr="00BD0FB5" w:rsidRDefault="006D7517" w:rsidP="006D7517">
      <w:pPr>
        <w:numPr>
          <w:ilvl w:val="1"/>
          <w:numId w:val="7"/>
        </w:numPr>
        <w:spacing w:before="120"/>
        <w:ind w:left="1276"/>
      </w:pPr>
      <w:r w:rsidRPr="00BD0FB5">
        <w:t xml:space="preserve">Iekšējās drošības un Patvēruma, migrācijas un integrācijas fondu projektu un pasākumu īstenošana (2014-2020);  </w:t>
      </w:r>
    </w:p>
    <w:p w14:paraId="23CAC42B" w14:textId="77777777" w:rsidR="006D7517" w:rsidRPr="00BD0FB5" w:rsidRDefault="006D7517" w:rsidP="006D7517">
      <w:pPr>
        <w:numPr>
          <w:ilvl w:val="1"/>
          <w:numId w:val="7"/>
        </w:numPr>
        <w:spacing w:before="120"/>
        <w:ind w:left="1276"/>
      </w:pPr>
      <w:r w:rsidRPr="00BD0FB5">
        <w:lastRenderedPageBreak/>
        <w:t>Dalība Eiropas Savienības pētniecības un tehnoloģiju attīstības programmās;</w:t>
      </w:r>
    </w:p>
    <w:p w14:paraId="34D465FC" w14:textId="159D7891" w:rsidR="006D7517" w:rsidRPr="00BD0FB5" w:rsidRDefault="006D7517" w:rsidP="006D7517">
      <w:pPr>
        <w:numPr>
          <w:ilvl w:val="1"/>
          <w:numId w:val="7"/>
        </w:numPr>
        <w:spacing w:before="120"/>
        <w:ind w:left="1276"/>
      </w:pPr>
      <w:r w:rsidRPr="00BD0FB5">
        <w:t xml:space="preserve">Eiropas Savienības programmas </w:t>
      </w:r>
      <w:proofErr w:type="spellStart"/>
      <w:r w:rsidRPr="00BD0FB5">
        <w:rPr>
          <w:i/>
          <w:iCs/>
        </w:rPr>
        <w:t>Erasmus</w:t>
      </w:r>
      <w:proofErr w:type="spellEnd"/>
      <w:r w:rsidRPr="00BD0FB5">
        <w:t>+ 2014.</w:t>
      </w:r>
      <w:r w:rsidR="008949D7" w:rsidRPr="008949D7">
        <w:t xml:space="preserve"> </w:t>
      </w:r>
      <w:r w:rsidR="008949D7">
        <w:t>–</w:t>
      </w:r>
      <w:r w:rsidR="008949D7">
        <w:t xml:space="preserve"> </w:t>
      </w:r>
      <w:r w:rsidRPr="00BD0FB5">
        <w:t>2020. gadam projektu īstenošanas nodrošināšana u.c.;</w:t>
      </w:r>
    </w:p>
    <w:p w14:paraId="53594F82" w14:textId="77777777" w:rsidR="006D7517" w:rsidRPr="00BD0FB5" w:rsidRDefault="006D7517" w:rsidP="006D7517">
      <w:pPr>
        <w:numPr>
          <w:ilvl w:val="0"/>
          <w:numId w:val="7"/>
        </w:numPr>
        <w:spacing w:before="120"/>
        <w:ind w:left="850" w:hanging="425"/>
      </w:pPr>
      <w:r w:rsidRPr="00BD0FB5">
        <w:t>Ārvalstu finanšu palīdzības līdzfinansētājiem projektiem, tajā skaitā:</w:t>
      </w:r>
    </w:p>
    <w:p w14:paraId="244C1BB3" w14:textId="77777777" w:rsidR="006D7517" w:rsidRPr="00BD0FB5" w:rsidRDefault="006D7517" w:rsidP="006D7517">
      <w:pPr>
        <w:numPr>
          <w:ilvl w:val="1"/>
          <w:numId w:val="7"/>
        </w:numPr>
        <w:spacing w:before="120"/>
        <w:ind w:left="1276"/>
      </w:pPr>
      <w:r w:rsidRPr="00BD0FB5">
        <w:t>Eiropas Ekonomikas zonas un Norvēģijas finanšu instrumentu finansētajiem projektiem;</w:t>
      </w:r>
    </w:p>
    <w:p w14:paraId="16CF63F8" w14:textId="77777777" w:rsidR="006D7517" w:rsidRPr="00BD0FB5" w:rsidRDefault="006D7517" w:rsidP="006D7517">
      <w:pPr>
        <w:numPr>
          <w:ilvl w:val="1"/>
          <w:numId w:val="7"/>
        </w:numPr>
        <w:spacing w:before="120"/>
        <w:ind w:left="1276"/>
      </w:pPr>
      <w:r w:rsidRPr="00BD0FB5">
        <w:t>Citiem ārvalstu finanšu palīdzības līdzfinansētajiem projektiem.</w:t>
      </w:r>
    </w:p>
    <w:p w14:paraId="2D3ACE94" w14:textId="7CB5023C" w:rsidR="006D7517" w:rsidRPr="00640743" w:rsidRDefault="00E6779C" w:rsidP="006D7517">
      <w:pPr>
        <w:spacing w:before="120"/>
      </w:pPr>
      <w:r>
        <w:t>ES</w:t>
      </w:r>
      <w:r w:rsidR="006D7517" w:rsidRPr="00190ADF">
        <w:t xml:space="preserve"> politiku instrumentu un pārējās </w:t>
      </w:r>
      <w:r>
        <w:t>ĀFP</w:t>
      </w:r>
      <w:r w:rsidR="006D7517" w:rsidRPr="00190ADF">
        <w:t xml:space="preserve"> līdzfinansētajiem projektiem, kuri vēl tiks apstiprināti un kuriem finansējums nav ieplānots ministriju budžetos, finansējums paredzēts budžeta resora </w:t>
      </w:r>
      <w:r w:rsidR="006D7517">
        <w:t>“</w:t>
      </w:r>
      <w:r w:rsidR="006D7517" w:rsidRPr="00190ADF">
        <w:t>74.</w:t>
      </w:r>
      <w:r w:rsidR="006D7517">
        <w:t xml:space="preserve"> </w:t>
      </w:r>
      <w:r w:rsidR="006D7517" w:rsidRPr="00190ADF">
        <w:t>Gadskārtējā valsts budžeta izpildes procesā pārdalāmais f</w:t>
      </w:r>
      <w:r w:rsidR="006D7517">
        <w:t>inansējums” programmā 80.00.00 “</w:t>
      </w:r>
      <w:r w:rsidR="006D7517" w:rsidRPr="00190ADF">
        <w:t xml:space="preserve">Nesadalītais finansējums Eiropas savienības politiku instrumentu un pārējās ārvalstu finanšu palīdzības līdzfinansēto </w:t>
      </w:r>
      <w:r w:rsidR="006D7517" w:rsidRPr="00640743">
        <w:t>projektu un pasākumu īstenošanai”</w:t>
      </w:r>
      <w:r w:rsidR="006D7517">
        <w:t>, tajā skaitā atbilstoši prognozēm paredzēts finansējums Atveseļošanas un noturības mehānisma īstenošanai.</w:t>
      </w:r>
    </w:p>
    <w:p w14:paraId="4413C10F" w14:textId="436FAFFB" w:rsidR="006D7517" w:rsidRDefault="006D7517" w:rsidP="006D7517">
      <w:pPr>
        <w:ind w:firstLine="720"/>
        <w:rPr>
          <w:bCs/>
        </w:rPr>
      </w:pPr>
      <w:r w:rsidRPr="00640743">
        <w:rPr>
          <w:bCs/>
        </w:rPr>
        <w:t>Ilgtermiņa saistības paredzētas arī</w:t>
      </w:r>
      <w:r>
        <w:rPr>
          <w:bCs/>
        </w:rPr>
        <w:t xml:space="preserve"> </w:t>
      </w:r>
      <w:r w:rsidRPr="001631BD">
        <w:rPr>
          <w:bCs/>
        </w:rPr>
        <w:t>publiskai un privātai partnerībai, maksājumiem par aizņēmumiem un kredītiem</w:t>
      </w:r>
      <w:r w:rsidRPr="001631BD">
        <w:t xml:space="preserve">, </w:t>
      </w:r>
      <w:r w:rsidRPr="001631BD">
        <w:rPr>
          <w:bCs/>
        </w:rPr>
        <w:t>maksājumiem starptautiskajās institūcijās un programmās un citām ilgtermiņa saistībām.</w:t>
      </w:r>
      <w:r w:rsidRPr="00640743">
        <w:rPr>
          <w:bCs/>
        </w:rPr>
        <w:t xml:space="preserve"> Tajā skaitā nozīmīgākais līdzekļu apjoms paredzēts </w:t>
      </w:r>
      <w:r w:rsidRPr="0090408E">
        <w:rPr>
          <w:bCs/>
        </w:rPr>
        <w:t xml:space="preserve">valsts parāda vadībai, </w:t>
      </w:r>
      <w:r w:rsidRPr="00CC3A9F">
        <w:rPr>
          <w:bCs/>
        </w:rPr>
        <w:t>iemaksām Eiropas Savienības budžetā,</w:t>
      </w:r>
      <w:r w:rsidRPr="00B54AB8">
        <w:rPr>
          <w:bCs/>
        </w:rPr>
        <w:t xml:space="preserve"> </w:t>
      </w:r>
      <w:r>
        <w:rPr>
          <w:bCs/>
        </w:rPr>
        <w:t xml:space="preserve">Nacionālo bruņoto spēku ilgtermiņa līgumiem, VAS “Valsts nekustamie īpašumi” īstenojamiem projektiem un pasākumiem, </w:t>
      </w:r>
      <w:r w:rsidRPr="00CC3A9F">
        <w:rPr>
          <w:bCs/>
        </w:rPr>
        <w:t>jauno elektrovilcienu projekta</w:t>
      </w:r>
      <w:r>
        <w:rPr>
          <w:bCs/>
        </w:rPr>
        <w:t xml:space="preserve"> finansēšanai, </w:t>
      </w:r>
      <w:r w:rsidRPr="001631BD">
        <w:rPr>
          <w:bCs/>
        </w:rPr>
        <w:t>valsts galvenā autoceļa “E67/A7 Ķekavas apvedceļš” publiskās un privātās partnerības projektam</w:t>
      </w:r>
      <w:r>
        <w:rPr>
          <w:bCs/>
        </w:rPr>
        <w:t xml:space="preserve">, </w:t>
      </w:r>
      <w:r w:rsidRPr="0090408E">
        <w:rPr>
          <w:bCs/>
        </w:rPr>
        <w:t xml:space="preserve">Pilsonības un migrācijas lietu pārvaldei </w:t>
      </w:r>
      <w:r w:rsidR="008949D7">
        <w:t>ES</w:t>
      </w:r>
      <w:r w:rsidRPr="0090408E">
        <w:t xml:space="preserve"> prasībām atbilstošu pasu, elektronisko identifikācijas karšu un uzturēšanās atļauju izsniegšanai</w:t>
      </w:r>
      <w:r w:rsidRPr="0090408E">
        <w:rPr>
          <w:bCs/>
        </w:rPr>
        <w:t>,</w:t>
      </w:r>
      <w:r>
        <w:rPr>
          <w:bCs/>
        </w:rPr>
        <w:t xml:space="preserve"> </w:t>
      </w:r>
      <w:r w:rsidRPr="00CC3A9F">
        <w:rPr>
          <w:bCs/>
        </w:rPr>
        <w:t>valsts galvoto aizdevumu atmaksai par īstenotajiem projektiem, nekustamo īpašumu nomas maksām,</w:t>
      </w:r>
      <w:r>
        <w:rPr>
          <w:bCs/>
        </w:rPr>
        <w:t xml:space="preserve"> </w:t>
      </w:r>
      <w:r w:rsidRPr="007E4EE2">
        <w:rPr>
          <w:bCs/>
        </w:rPr>
        <w:t xml:space="preserve"> </w:t>
      </w:r>
      <w:r>
        <w:t>c</w:t>
      </w:r>
      <w:r w:rsidRPr="0090408E">
        <w:t>eļu satiksmes pārkāpumu fiksēšanas tehnisko līdzekļu (</w:t>
      </w:r>
      <w:proofErr w:type="spellStart"/>
      <w:r w:rsidRPr="0090408E">
        <w:t>fotoradaru</w:t>
      </w:r>
      <w:proofErr w:type="spellEnd"/>
      <w:r w:rsidRPr="0090408E">
        <w:t>) darbības nodrošināšana</w:t>
      </w:r>
      <w:r>
        <w:t xml:space="preserve">i </w:t>
      </w:r>
      <w:r>
        <w:rPr>
          <w:bCs/>
        </w:rPr>
        <w:t xml:space="preserve"> </w:t>
      </w:r>
      <w:r w:rsidRPr="007E4EE2">
        <w:rPr>
          <w:bCs/>
        </w:rPr>
        <w:t>u.c.</w:t>
      </w:r>
    </w:p>
    <w:p w14:paraId="6853158D" w14:textId="566E9F35" w:rsidR="006D7517" w:rsidRDefault="006D7517" w:rsidP="006D7517">
      <w:pPr>
        <w:rPr>
          <w:b/>
          <w:sz w:val="36"/>
        </w:rPr>
      </w:pPr>
    </w:p>
    <w:p w14:paraId="6CDE9E0D" w14:textId="77777777" w:rsidR="006D7517" w:rsidRPr="006D7517" w:rsidRDefault="006D7517" w:rsidP="006D7517"/>
    <w:sectPr w:rsidR="006D7517" w:rsidRPr="006D7517" w:rsidSect="008949D7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418" w:right="1134" w:bottom="1134" w:left="1701" w:header="720" w:footer="720" w:gutter="0"/>
      <w:pgNumType w:start="91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90D7D" w14:textId="77777777" w:rsidR="00A70FAE" w:rsidRDefault="00A70FAE">
      <w:r>
        <w:separator/>
      </w:r>
    </w:p>
  </w:endnote>
  <w:endnote w:type="continuationSeparator" w:id="0">
    <w:p w14:paraId="4F0F4079" w14:textId="77777777" w:rsidR="00A70FAE" w:rsidRDefault="00A7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F439" w14:textId="5399A470" w:rsidR="00087C35" w:rsidRPr="0007075B" w:rsidRDefault="00E6779C" w:rsidP="0007075B">
    <w:pPr>
      <w:pStyle w:val="Footer"/>
    </w:pPr>
    <w:r>
      <w:fldChar w:fldCharType="begin"/>
    </w:r>
    <w:r>
      <w:instrText xml:space="preserve"> FILENAME \* MERGEFORMAT </w:instrText>
    </w:r>
    <w:r>
      <w:fldChar w:fldCharType="separate"/>
    </w:r>
    <w:r w:rsidR="00EB73E4">
      <w:rPr>
        <w:noProof/>
      </w:rPr>
      <w:t>FMPask_5.5_111021_proj2022.docx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12CB" w14:textId="77777777" w:rsidR="00087C35" w:rsidRDefault="00D8186E">
    <w:pPr>
      <w:pStyle w:val="Footer"/>
    </w:pPr>
    <w:r>
      <w:rPr>
        <w:noProof/>
      </w:rPr>
      <w:fldChar w:fldCharType="begin"/>
    </w:r>
    <w:r>
      <w:rPr>
        <w:noProof/>
      </w:rPr>
      <w:instrText xml:space="preserve"> FILENAME \* LOWER  \* MERGEFORMAT </w:instrText>
    </w:r>
    <w:r>
      <w:rPr>
        <w:noProof/>
      </w:rPr>
      <w:fldChar w:fldCharType="separate"/>
    </w:r>
    <w:r w:rsidR="00DC0C0F">
      <w:rPr>
        <w:noProof/>
      </w:rPr>
      <w:t>fmpask_o_101019_proj2020.docx</w:t>
    </w:r>
    <w:r>
      <w:rPr>
        <w:noProof/>
      </w:rPr>
      <w:fldChar w:fldCharType="end"/>
    </w:r>
    <w:r w:rsidR="00087C35">
      <w:t xml:space="preserve">; </w:t>
    </w:r>
    <w:r w:rsidR="008949D7">
      <w:fldChar w:fldCharType="begin"/>
    </w:r>
    <w:r w:rsidR="008949D7">
      <w:instrText xml:space="preserve"> TITLE \* FIRSTCAP \* MERGEFORMAT </w:instrText>
    </w:r>
    <w:r w:rsidR="008949D7">
      <w:fldChar w:fldCharType="separate"/>
    </w:r>
    <w:r w:rsidR="00DC0C0F">
      <w:t>Likuma "Par valsts budžetu 2020.gadam" paskaidrojumi, 5.5.nodaļa Valsts budžeta ilgtermiņa saistības 2020., 2021., 2022.gadam un turpmākajiem gadiem</w:t>
    </w:r>
    <w:r w:rsidR="008949D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45A68" w14:textId="77777777" w:rsidR="00A70FAE" w:rsidRDefault="00A70FAE">
      <w:r>
        <w:separator/>
      </w:r>
    </w:p>
  </w:footnote>
  <w:footnote w:type="continuationSeparator" w:id="0">
    <w:p w14:paraId="6D081BEC" w14:textId="77777777" w:rsidR="00A70FAE" w:rsidRDefault="00A7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0006B" w14:textId="77777777" w:rsidR="00087C35" w:rsidRDefault="003B1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87C3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684F">
      <w:rPr>
        <w:rStyle w:val="PageNumber"/>
        <w:noProof/>
      </w:rPr>
      <w:t>125</w:t>
    </w:r>
    <w:r w:rsidR="00EE684F">
      <w:rPr>
        <w:rStyle w:val="PageNumber"/>
        <w:noProof/>
      </w:rPr>
      <w:t>5</w:t>
    </w:r>
    <w:r>
      <w:rPr>
        <w:rStyle w:val="PageNumber"/>
      </w:rPr>
      <w:fldChar w:fldCharType="end"/>
    </w:r>
  </w:p>
  <w:p w14:paraId="3A9CD885" w14:textId="77777777" w:rsidR="00087C35" w:rsidRDefault="0008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1345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C4AAA4" w14:textId="77777777" w:rsidR="008F256F" w:rsidRDefault="008F256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F72">
          <w:rPr>
            <w:noProof/>
          </w:rPr>
          <w:t>96</w:t>
        </w:r>
        <w:r w:rsidR="006A1F72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14:paraId="2FD33D94" w14:textId="77777777" w:rsidR="00087C35" w:rsidRDefault="00087C35" w:rsidP="00DA72C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42B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3F65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D0D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C432EAD"/>
    <w:multiLevelType w:val="hybridMultilevel"/>
    <w:tmpl w:val="B85405BE"/>
    <w:lvl w:ilvl="0" w:tplc="AC3AC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2671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AA10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1C69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C09B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38EE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8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2005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BCBC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D1CC9"/>
    <w:multiLevelType w:val="hybridMultilevel"/>
    <w:tmpl w:val="2462303E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99E3AC4"/>
    <w:multiLevelType w:val="hybridMultilevel"/>
    <w:tmpl w:val="585EA7B0"/>
    <w:lvl w:ilvl="0" w:tplc="1F6493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700D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B69A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12C8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CB2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1884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B214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0C21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5EA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2314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3D"/>
    <w:rsid w:val="000150C8"/>
    <w:rsid w:val="00016E04"/>
    <w:rsid w:val="00017A1D"/>
    <w:rsid w:val="000203BE"/>
    <w:rsid w:val="000206C0"/>
    <w:rsid w:val="000245BF"/>
    <w:rsid w:val="000334C0"/>
    <w:rsid w:val="00036C61"/>
    <w:rsid w:val="0003788E"/>
    <w:rsid w:val="0004582E"/>
    <w:rsid w:val="000463CB"/>
    <w:rsid w:val="000544C8"/>
    <w:rsid w:val="000573C4"/>
    <w:rsid w:val="00064797"/>
    <w:rsid w:val="0007075B"/>
    <w:rsid w:val="00070A8E"/>
    <w:rsid w:val="000711F7"/>
    <w:rsid w:val="00072D7F"/>
    <w:rsid w:val="00073AA7"/>
    <w:rsid w:val="00083628"/>
    <w:rsid w:val="000836A9"/>
    <w:rsid w:val="000848BC"/>
    <w:rsid w:val="00087049"/>
    <w:rsid w:val="00087C35"/>
    <w:rsid w:val="000A3D62"/>
    <w:rsid w:val="000B56E0"/>
    <w:rsid w:val="000B5C60"/>
    <w:rsid w:val="000B7E50"/>
    <w:rsid w:val="000C12B8"/>
    <w:rsid w:val="000D0941"/>
    <w:rsid w:val="000D2BB4"/>
    <w:rsid w:val="000D4368"/>
    <w:rsid w:val="000E3574"/>
    <w:rsid w:val="000E43B3"/>
    <w:rsid w:val="000E5554"/>
    <w:rsid w:val="000E687C"/>
    <w:rsid w:val="000F10FE"/>
    <w:rsid w:val="000F2B4E"/>
    <w:rsid w:val="000F2B63"/>
    <w:rsid w:val="000F47E1"/>
    <w:rsid w:val="000F48F5"/>
    <w:rsid w:val="0010481D"/>
    <w:rsid w:val="00113B97"/>
    <w:rsid w:val="00117E4D"/>
    <w:rsid w:val="001207D8"/>
    <w:rsid w:val="001218CD"/>
    <w:rsid w:val="00123D69"/>
    <w:rsid w:val="0012485C"/>
    <w:rsid w:val="00130C41"/>
    <w:rsid w:val="001320AD"/>
    <w:rsid w:val="00142E2F"/>
    <w:rsid w:val="00143628"/>
    <w:rsid w:val="00151DAA"/>
    <w:rsid w:val="001541F4"/>
    <w:rsid w:val="00160F1E"/>
    <w:rsid w:val="00161AE5"/>
    <w:rsid w:val="00164A05"/>
    <w:rsid w:val="001674AF"/>
    <w:rsid w:val="00175131"/>
    <w:rsid w:val="0017631C"/>
    <w:rsid w:val="00183C98"/>
    <w:rsid w:val="00190ADF"/>
    <w:rsid w:val="00190DC0"/>
    <w:rsid w:val="001951B1"/>
    <w:rsid w:val="0019779E"/>
    <w:rsid w:val="001A5D0F"/>
    <w:rsid w:val="001A6B8F"/>
    <w:rsid w:val="001B07A3"/>
    <w:rsid w:val="001B4A66"/>
    <w:rsid w:val="001B6F93"/>
    <w:rsid w:val="001C387B"/>
    <w:rsid w:val="001C6DCD"/>
    <w:rsid w:val="001D0500"/>
    <w:rsid w:val="001D17D2"/>
    <w:rsid w:val="001D5776"/>
    <w:rsid w:val="001E101B"/>
    <w:rsid w:val="001E5109"/>
    <w:rsid w:val="001F12C7"/>
    <w:rsid w:val="001F5AB0"/>
    <w:rsid w:val="001F7565"/>
    <w:rsid w:val="00214D8F"/>
    <w:rsid w:val="00231C1B"/>
    <w:rsid w:val="00241B7C"/>
    <w:rsid w:val="00243C49"/>
    <w:rsid w:val="00244058"/>
    <w:rsid w:val="0025371E"/>
    <w:rsid w:val="00255538"/>
    <w:rsid w:val="0027099C"/>
    <w:rsid w:val="002715DE"/>
    <w:rsid w:val="002822EC"/>
    <w:rsid w:val="00282D7F"/>
    <w:rsid w:val="002833FA"/>
    <w:rsid w:val="002929B3"/>
    <w:rsid w:val="002933DF"/>
    <w:rsid w:val="0029410E"/>
    <w:rsid w:val="00297E26"/>
    <w:rsid w:val="002A2DEF"/>
    <w:rsid w:val="002A2F4C"/>
    <w:rsid w:val="002A47DE"/>
    <w:rsid w:val="002B056F"/>
    <w:rsid w:val="002B16C9"/>
    <w:rsid w:val="002B329B"/>
    <w:rsid w:val="002D1D1C"/>
    <w:rsid w:val="002D46FF"/>
    <w:rsid w:val="002D6EF1"/>
    <w:rsid w:val="002D7B57"/>
    <w:rsid w:val="002E00BA"/>
    <w:rsid w:val="002E0ECE"/>
    <w:rsid w:val="002E61D1"/>
    <w:rsid w:val="002E74BE"/>
    <w:rsid w:val="00302E8B"/>
    <w:rsid w:val="00305A5A"/>
    <w:rsid w:val="00306A66"/>
    <w:rsid w:val="003129F4"/>
    <w:rsid w:val="00314C34"/>
    <w:rsid w:val="003165D8"/>
    <w:rsid w:val="003169F3"/>
    <w:rsid w:val="00323FA7"/>
    <w:rsid w:val="00323FE9"/>
    <w:rsid w:val="00326F87"/>
    <w:rsid w:val="00332BC9"/>
    <w:rsid w:val="00333380"/>
    <w:rsid w:val="00334D18"/>
    <w:rsid w:val="003353E9"/>
    <w:rsid w:val="003363B5"/>
    <w:rsid w:val="003364E8"/>
    <w:rsid w:val="003413BB"/>
    <w:rsid w:val="003501E8"/>
    <w:rsid w:val="00350BF4"/>
    <w:rsid w:val="003568EE"/>
    <w:rsid w:val="003622CB"/>
    <w:rsid w:val="0037088C"/>
    <w:rsid w:val="003720E8"/>
    <w:rsid w:val="00373086"/>
    <w:rsid w:val="003731DE"/>
    <w:rsid w:val="00373838"/>
    <w:rsid w:val="00373B17"/>
    <w:rsid w:val="0038020B"/>
    <w:rsid w:val="0039046B"/>
    <w:rsid w:val="00394038"/>
    <w:rsid w:val="0039646E"/>
    <w:rsid w:val="003A0B5A"/>
    <w:rsid w:val="003A2D4B"/>
    <w:rsid w:val="003A3EAD"/>
    <w:rsid w:val="003A5940"/>
    <w:rsid w:val="003A6215"/>
    <w:rsid w:val="003A7C29"/>
    <w:rsid w:val="003B1F06"/>
    <w:rsid w:val="003B38D3"/>
    <w:rsid w:val="003C3A73"/>
    <w:rsid w:val="003C4B63"/>
    <w:rsid w:val="003C7A49"/>
    <w:rsid w:val="003D0E0E"/>
    <w:rsid w:val="003E6A80"/>
    <w:rsid w:val="003F2A7D"/>
    <w:rsid w:val="003F3DEB"/>
    <w:rsid w:val="00410102"/>
    <w:rsid w:val="00411E44"/>
    <w:rsid w:val="00412F72"/>
    <w:rsid w:val="00421567"/>
    <w:rsid w:val="00430214"/>
    <w:rsid w:val="004362EC"/>
    <w:rsid w:val="0044073C"/>
    <w:rsid w:val="00447A24"/>
    <w:rsid w:val="00450473"/>
    <w:rsid w:val="004511A1"/>
    <w:rsid w:val="00452738"/>
    <w:rsid w:val="00454292"/>
    <w:rsid w:val="00461C9D"/>
    <w:rsid w:val="00474512"/>
    <w:rsid w:val="00490AAC"/>
    <w:rsid w:val="004923B5"/>
    <w:rsid w:val="00494F62"/>
    <w:rsid w:val="00495B17"/>
    <w:rsid w:val="004970A2"/>
    <w:rsid w:val="004A52E7"/>
    <w:rsid w:val="004A613E"/>
    <w:rsid w:val="004B1969"/>
    <w:rsid w:val="004B50A6"/>
    <w:rsid w:val="004B5E9E"/>
    <w:rsid w:val="004C2823"/>
    <w:rsid w:val="004C7E07"/>
    <w:rsid w:val="004D10A7"/>
    <w:rsid w:val="004E4725"/>
    <w:rsid w:val="004F4367"/>
    <w:rsid w:val="004F43D6"/>
    <w:rsid w:val="00501595"/>
    <w:rsid w:val="0050405A"/>
    <w:rsid w:val="00504415"/>
    <w:rsid w:val="005051E4"/>
    <w:rsid w:val="00511893"/>
    <w:rsid w:val="00513185"/>
    <w:rsid w:val="005143F2"/>
    <w:rsid w:val="005145F2"/>
    <w:rsid w:val="00514A45"/>
    <w:rsid w:val="00515B73"/>
    <w:rsid w:val="00517948"/>
    <w:rsid w:val="005246AF"/>
    <w:rsid w:val="00525223"/>
    <w:rsid w:val="00531054"/>
    <w:rsid w:val="0053256D"/>
    <w:rsid w:val="00537563"/>
    <w:rsid w:val="005432D3"/>
    <w:rsid w:val="00546467"/>
    <w:rsid w:val="00565FF6"/>
    <w:rsid w:val="00567753"/>
    <w:rsid w:val="0057484D"/>
    <w:rsid w:val="00574F18"/>
    <w:rsid w:val="00576339"/>
    <w:rsid w:val="00582495"/>
    <w:rsid w:val="00583661"/>
    <w:rsid w:val="005838EC"/>
    <w:rsid w:val="00586A95"/>
    <w:rsid w:val="005A42AF"/>
    <w:rsid w:val="005B68A1"/>
    <w:rsid w:val="005B7A96"/>
    <w:rsid w:val="005D04DC"/>
    <w:rsid w:val="005D573D"/>
    <w:rsid w:val="005E1425"/>
    <w:rsid w:val="005E1F55"/>
    <w:rsid w:val="005E43FB"/>
    <w:rsid w:val="00601F09"/>
    <w:rsid w:val="00602EC7"/>
    <w:rsid w:val="00605BB2"/>
    <w:rsid w:val="00613761"/>
    <w:rsid w:val="0063237E"/>
    <w:rsid w:val="0063297F"/>
    <w:rsid w:val="0064333D"/>
    <w:rsid w:val="00645F29"/>
    <w:rsid w:val="00647535"/>
    <w:rsid w:val="006511CF"/>
    <w:rsid w:val="00660661"/>
    <w:rsid w:val="006640C4"/>
    <w:rsid w:val="0066519A"/>
    <w:rsid w:val="00666372"/>
    <w:rsid w:val="00670E08"/>
    <w:rsid w:val="006723F9"/>
    <w:rsid w:val="0067518C"/>
    <w:rsid w:val="00677FA9"/>
    <w:rsid w:val="00694EBF"/>
    <w:rsid w:val="006964C0"/>
    <w:rsid w:val="006972C8"/>
    <w:rsid w:val="00697730"/>
    <w:rsid w:val="00697746"/>
    <w:rsid w:val="006A1F72"/>
    <w:rsid w:val="006A41DA"/>
    <w:rsid w:val="006A7872"/>
    <w:rsid w:val="006B52CB"/>
    <w:rsid w:val="006C6D78"/>
    <w:rsid w:val="006D30E5"/>
    <w:rsid w:val="006D7517"/>
    <w:rsid w:val="006E30C3"/>
    <w:rsid w:val="006E329A"/>
    <w:rsid w:val="006E472A"/>
    <w:rsid w:val="006E55A7"/>
    <w:rsid w:val="006E74A3"/>
    <w:rsid w:val="006F085A"/>
    <w:rsid w:val="006F4228"/>
    <w:rsid w:val="006F5C6A"/>
    <w:rsid w:val="00700719"/>
    <w:rsid w:val="007037E7"/>
    <w:rsid w:val="00703CE6"/>
    <w:rsid w:val="00703E18"/>
    <w:rsid w:val="007172B4"/>
    <w:rsid w:val="007178B9"/>
    <w:rsid w:val="00726AB2"/>
    <w:rsid w:val="00732903"/>
    <w:rsid w:val="00732F57"/>
    <w:rsid w:val="007372DD"/>
    <w:rsid w:val="0073760A"/>
    <w:rsid w:val="00751C4F"/>
    <w:rsid w:val="0075597F"/>
    <w:rsid w:val="00765C87"/>
    <w:rsid w:val="00775C59"/>
    <w:rsid w:val="007820FF"/>
    <w:rsid w:val="00784256"/>
    <w:rsid w:val="00784D61"/>
    <w:rsid w:val="0079551D"/>
    <w:rsid w:val="007A2BFE"/>
    <w:rsid w:val="007A4677"/>
    <w:rsid w:val="007B2A62"/>
    <w:rsid w:val="007B2A83"/>
    <w:rsid w:val="007C584B"/>
    <w:rsid w:val="007C71AC"/>
    <w:rsid w:val="007D0B23"/>
    <w:rsid w:val="007D4A34"/>
    <w:rsid w:val="007D61D2"/>
    <w:rsid w:val="007E5DA6"/>
    <w:rsid w:val="007F2D13"/>
    <w:rsid w:val="007F433D"/>
    <w:rsid w:val="007F4C28"/>
    <w:rsid w:val="00800A31"/>
    <w:rsid w:val="008123E4"/>
    <w:rsid w:val="00812C9B"/>
    <w:rsid w:val="00813AB2"/>
    <w:rsid w:val="0081725F"/>
    <w:rsid w:val="008177D0"/>
    <w:rsid w:val="008231A0"/>
    <w:rsid w:val="00823362"/>
    <w:rsid w:val="00823EE0"/>
    <w:rsid w:val="00833AE7"/>
    <w:rsid w:val="00834B1A"/>
    <w:rsid w:val="00835769"/>
    <w:rsid w:val="0083746B"/>
    <w:rsid w:val="0084282E"/>
    <w:rsid w:val="00842C37"/>
    <w:rsid w:val="008450BC"/>
    <w:rsid w:val="008479BD"/>
    <w:rsid w:val="00852F16"/>
    <w:rsid w:val="00857629"/>
    <w:rsid w:val="00862035"/>
    <w:rsid w:val="0086688D"/>
    <w:rsid w:val="0087184A"/>
    <w:rsid w:val="00872C7F"/>
    <w:rsid w:val="00874BA0"/>
    <w:rsid w:val="008761F6"/>
    <w:rsid w:val="008815A8"/>
    <w:rsid w:val="00887026"/>
    <w:rsid w:val="00891799"/>
    <w:rsid w:val="008935FD"/>
    <w:rsid w:val="008949D7"/>
    <w:rsid w:val="008951C1"/>
    <w:rsid w:val="00897055"/>
    <w:rsid w:val="008A3839"/>
    <w:rsid w:val="008B03CD"/>
    <w:rsid w:val="008B7759"/>
    <w:rsid w:val="008C17DE"/>
    <w:rsid w:val="008C2A00"/>
    <w:rsid w:val="008D10E8"/>
    <w:rsid w:val="008D6772"/>
    <w:rsid w:val="008E5F1C"/>
    <w:rsid w:val="008E7392"/>
    <w:rsid w:val="008F256F"/>
    <w:rsid w:val="008F3A20"/>
    <w:rsid w:val="008F7E05"/>
    <w:rsid w:val="0090000C"/>
    <w:rsid w:val="00902038"/>
    <w:rsid w:val="00906FD2"/>
    <w:rsid w:val="009162D5"/>
    <w:rsid w:val="009229A1"/>
    <w:rsid w:val="00937E8F"/>
    <w:rsid w:val="009404B7"/>
    <w:rsid w:val="00947651"/>
    <w:rsid w:val="00952A8C"/>
    <w:rsid w:val="009530A4"/>
    <w:rsid w:val="0096289A"/>
    <w:rsid w:val="009636F4"/>
    <w:rsid w:val="009668DC"/>
    <w:rsid w:val="00981D2C"/>
    <w:rsid w:val="00986883"/>
    <w:rsid w:val="009928CB"/>
    <w:rsid w:val="00992B11"/>
    <w:rsid w:val="009939CA"/>
    <w:rsid w:val="009972A5"/>
    <w:rsid w:val="00997D13"/>
    <w:rsid w:val="009A11EC"/>
    <w:rsid w:val="009A6588"/>
    <w:rsid w:val="009C7A0D"/>
    <w:rsid w:val="009D1806"/>
    <w:rsid w:val="009D2474"/>
    <w:rsid w:val="009D24B0"/>
    <w:rsid w:val="009D703B"/>
    <w:rsid w:val="009E4920"/>
    <w:rsid w:val="009F1AA1"/>
    <w:rsid w:val="009F482A"/>
    <w:rsid w:val="009F7465"/>
    <w:rsid w:val="00A02D28"/>
    <w:rsid w:val="00A03135"/>
    <w:rsid w:val="00A1139D"/>
    <w:rsid w:val="00A132CC"/>
    <w:rsid w:val="00A13D93"/>
    <w:rsid w:val="00A1681F"/>
    <w:rsid w:val="00A17433"/>
    <w:rsid w:val="00A1746C"/>
    <w:rsid w:val="00A279BF"/>
    <w:rsid w:val="00A301F3"/>
    <w:rsid w:val="00A31580"/>
    <w:rsid w:val="00A330DD"/>
    <w:rsid w:val="00A33DEA"/>
    <w:rsid w:val="00A34717"/>
    <w:rsid w:val="00A372AB"/>
    <w:rsid w:val="00A402CA"/>
    <w:rsid w:val="00A462A4"/>
    <w:rsid w:val="00A50AD6"/>
    <w:rsid w:val="00A55AD3"/>
    <w:rsid w:val="00A631DA"/>
    <w:rsid w:val="00A63914"/>
    <w:rsid w:val="00A65B19"/>
    <w:rsid w:val="00A70FAE"/>
    <w:rsid w:val="00A71149"/>
    <w:rsid w:val="00A764F7"/>
    <w:rsid w:val="00A77EC7"/>
    <w:rsid w:val="00A901C2"/>
    <w:rsid w:val="00A9240B"/>
    <w:rsid w:val="00A94EF8"/>
    <w:rsid w:val="00AA215C"/>
    <w:rsid w:val="00AB0303"/>
    <w:rsid w:val="00AB148E"/>
    <w:rsid w:val="00AB3B42"/>
    <w:rsid w:val="00AB3D12"/>
    <w:rsid w:val="00AB3D24"/>
    <w:rsid w:val="00AB5C52"/>
    <w:rsid w:val="00AB77C9"/>
    <w:rsid w:val="00AC09B1"/>
    <w:rsid w:val="00AC1726"/>
    <w:rsid w:val="00AC31DE"/>
    <w:rsid w:val="00AD08D1"/>
    <w:rsid w:val="00AD0966"/>
    <w:rsid w:val="00AD75EE"/>
    <w:rsid w:val="00AE136E"/>
    <w:rsid w:val="00AE2AEB"/>
    <w:rsid w:val="00AE37BC"/>
    <w:rsid w:val="00AE579E"/>
    <w:rsid w:val="00AE63AA"/>
    <w:rsid w:val="00AF0D77"/>
    <w:rsid w:val="00AF2A2A"/>
    <w:rsid w:val="00AF3CC3"/>
    <w:rsid w:val="00AF3DA7"/>
    <w:rsid w:val="00AF5C36"/>
    <w:rsid w:val="00B0032B"/>
    <w:rsid w:val="00B02429"/>
    <w:rsid w:val="00B02689"/>
    <w:rsid w:val="00B11B06"/>
    <w:rsid w:val="00B16F46"/>
    <w:rsid w:val="00B17361"/>
    <w:rsid w:val="00B20952"/>
    <w:rsid w:val="00B24639"/>
    <w:rsid w:val="00B25300"/>
    <w:rsid w:val="00B25FF0"/>
    <w:rsid w:val="00B2749C"/>
    <w:rsid w:val="00B331EE"/>
    <w:rsid w:val="00B34649"/>
    <w:rsid w:val="00B36512"/>
    <w:rsid w:val="00B37476"/>
    <w:rsid w:val="00B625E7"/>
    <w:rsid w:val="00B64769"/>
    <w:rsid w:val="00B65FA8"/>
    <w:rsid w:val="00B70436"/>
    <w:rsid w:val="00B71E7E"/>
    <w:rsid w:val="00B7242B"/>
    <w:rsid w:val="00B81126"/>
    <w:rsid w:val="00B82126"/>
    <w:rsid w:val="00B83F9A"/>
    <w:rsid w:val="00B90871"/>
    <w:rsid w:val="00B93756"/>
    <w:rsid w:val="00BA483B"/>
    <w:rsid w:val="00BA52A2"/>
    <w:rsid w:val="00BB0F7B"/>
    <w:rsid w:val="00BB3CE3"/>
    <w:rsid w:val="00BC5C6B"/>
    <w:rsid w:val="00BC6100"/>
    <w:rsid w:val="00BD1DB9"/>
    <w:rsid w:val="00BE17BC"/>
    <w:rsid w:val="00BE21B2"/>
    <w:rsid w:val="00BE58FF"/>
    <w:rsid w:val="00BE760D"/>
    <w:rsid w:val="00BF04D6"/>
    <w:rsid w:val="00BF3A6A"/>
    <w:rsid w:val="00C000D7"/>
    <w:rsid w:val="00C039CF"/>
    <w:rsid w:val="00C07605"/>
    <w:rsid w:val="00C101AA"/>
    <w:rsid w:val="00C10650"/>
    <w:rsid w:val="00C132D1"/>
    <w:rsid w:val="00C143BF"/>
    <w:rsid w:val="00C14E5A"/>
    <w:rsid w:val="00C15619"/>
    <w:rsid w:val="00C16BD8"/>
    <w:rsid w:val="00C232C4"/>
    <w:rsid w:val="00C2360C"/>
    <w:rsid w:val="00C24EFC"/>
    <w:rsid w:val="00C25593"/>
    <w:rsid w:val="00C257E8"/>
    <w:rsid w:val="00C449F3"/>
    <w:rsid w:val="00C52B01"/>
    <w:rsid w:val="00C64159"/>
    <w:rsid w:val="00C80261"/>
    <w:rsid w:val="00C803C9"/>
    <w:rsid w:val="00C8049F"/>
    <w:rsid w:val="00C832DB"/>
    <w:rsid w:val="00C8701F"/>
    <w:rsid w:val="00C90DC4"/>
    <w:rsid w:val="00C94C65"/>
    <w:rsid w:val="00C96E60"/>
    <w:rsid w:val="00CA13AF"/>
    <w:rsid w:val="00CA41B6"/>
    <w:rsid w:val="00CA45FE"/>
    <w:rsid w:val="00CB474B"/>
    <w:rsid w:val="00CC03A4"/>
    <w:rsid w:val="00CC7FEA"/>
    <w:rsid w:val="00CD2976"/>
    <w:rsid w:val="00CD4961"/>
    <w:rsid w:val="00CD4EC8"/>
    <w:rsid w:val="00CE3447"/>
    <w:rsid w:val="00CE5095"/>
    <w:rsid w:val="00D03695"/>
    <w:rsid w:val="00D06DF8"/>
    <w:rsid w:val="00D10E85"/>
    <w:rsid w:val="00D2164D"/>
    <w:rsid w:val="00D22001"/>
    <w:rsid w:val="00D25BC5"/>
    <w:rsid w:val="00D264EF"/>
    <w:rsid w:val="00D328DC"/>
    <w:rsid w:val="00D32B9B"/>
    <w:rsid w:val="00D410F1"/>
    <w:rsid w:val="00D41BDF"/>
    <w:rsid w:val="00D433F4"/>
    <w:rsid w:val="00D43871"/>
    <w:rsid w:val="00D479D9"/>
    <w:rsid w:val="00D52CAF"/>
    <w:rsid w:val="00D54BFA"/>
    <w:rsid w:val="00D57B8C"/>
    <w:rsid w:val="00D6504A"/>
    <w:rsid w:val="00D8186E"/>
    <w:rsid w:val="00D86626"/>
    <w:rsid w:val="00D97AE2"/>
    <w:rsid w:val="00DA0BBF"/>
    <w:rsid w:val="00DA2839"/>
    <w:rsid w:val="00DA5C0E"/>
    <w:rsid w:val="00DA72C3"/>
    <w:rsid w:val="00DA76B6"/>
    <w:rsid w:val="00DC0C0F"/>
    <w:rsid w:val="00DC3A76"/>
    <w:rsid w:val="00DD03D9"/>
    <w:rsid w:val="00DD2B25"/>
    <w:rsid w:val="00DD370B"/>
    <w:rsid w:val="00DE2B64"/>
    <w:rsid w:val="00DE4955"/>
    <w:rsid w:val="00DE6D23"/>
    <w:rsid w:val="00DF4312"/>
    <w:rsid w:val="00DF46C0"/>
    <w:rsid w:val="00E01C67"/>
    <w:rsid w:val="00E05ECA"/>
    <w:rsid w:val="00E06B68"/>
    <w:rsid w:val="00E10004"/>
    <w:rsid w:val="00E1601A"/>
    <w:rsid w:val="00E16662"/>
    <w:rsid w:val="00E20033"/>
    <w:rsid w:val="00E3115E"/>
    <w:rsid w:val="00E31795"/>
    <w:rsid w:val="00E4630A"/>
    <w:rsid w:val="00E50526"/>
    <w:rsid w:val="00E51673"/>
    <w:rsid w:val="00E63FFA"/>
    <w:rsid w:val="00E660C6"/>
    <w:rsid w:val="00E6779C"/>
    <w:rsid w:val="00E70246"/>
    <w:rsid w:val="00E70CB8"/>
    <w:rsid w:val="00E70E27"/>
    <w:rsid w:val="00E73A3F"/>
    <w:rsid w:val="00E74D10"/>
    <w:rsid w:val="00E81743"/>
    <w:rsid w:val="00E82D93"/>
    <w:rsid w:val="00E87735"/>
    <w:rsid w:val="00E92782"/>
    <w:rsid w:val="00E93F79"/>
    <w:rsid w:val="00E9635B"/>
    <w:rsid w:val="00E97A18"/>
    <w:rsid w:val="00EA05A5"/>
    <w:rsid w:val="00EA1E94"/>
    <w:rsid w:val="00EA31B5"/>
    <w:rsid w:val="00EB227E"/>
    <w:rsid w:val="00EB5874"/>
    <w:rsid w:val="00EB73E4"/>
    <w:rsid w:val="00EC1F18"/>
    <w:rsid w:val="00EC3907"/>
    <w:rsid w:val="00EC4719"/>
    <w:rsid w:val="00ED1A73"/>
    <w:rsid w:val="00ED21A7"/>
    <w:rsid w:val="00EE684F"/>
    <w:rsid w:val="00EF5769"/>
    <w:rsid w:val="00F02262"/>
    <w:rsid w:val="00F02432"/>
    <w:rsid w:val="00F15177"/>
    <w:rsid w:val="00F25C2E"/>
    <w:rsid w:val="00F30237"/>
    <w:rsid w:val="00F37727"/>
    <w:rsid w:val="00F40F50"/>
    <w:rsid w:val="00F42224"/>
    <w:rsid w:val="00F42E6F"/>
    <w:rsid w:val="00F433EA"/>
    <w:rsid w:val="00F4683C"/>
    <w:rsid w:val="00F500E0"/>
    <w:rsid w:val="00F53C3F"/>
    <w:rsid w:val="00F62AD1"/>
    <w:rsid w:val="00F6476C"/>
    <w:rsid w:val="00F85C3C"/>
    <w:rsid w:val="00F86CA5"/>
    <w:rsid w:val="00F87B45"/>
    <w:rsid w:val="00F97230"/>
    <w:rsid w:val="00FA46E4"/>
    <w:rsid w:val="00FA5930"/>
    <w:rsid w:val="00FA7A45"/>
    <w:rsid w:val="00FB2A04"/>
    <w:rsid w:val="00FB2B8B"/>
    <w:rsid w:val="00FB385D"/>
    <w:rsid w:val="00FB5C6B"/>
    <w:rsid w:val="00FC012A"/>
    <w:rsid w:val="00FC0E47"/>
    <w:rsid w:val="00FC2C70"/>
    <w:rsid w:val="00FC594E"/>
    <w:rsid w:val="00FD0198"/>
    <w:rsid w:val="00FD41BC"/>
    <w:rsid w:val="00FD671C"/>
    <w:rsid w:val="00FD745F"/>
    <w:rsid w:val="00FD7BDB"/>
    <w:rsid w:val="00FE28B9"/>
    <w:rsid w:val="00FE2D6C"/>
    <w:rsid w:val="00FF0C4C"/>
    <w:rsid w:val="00FF1B4A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FA68682"/>
  <w15:docId w15:val="{87481F9E-2957-4157-BE67-4DA5E424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6A80"/>
    <w:pPr>
      <w:spacing w:after="120"/>
      <w:ind w:firstLine="709"/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rsid w:val="00C96E60"/>
    <w:pPr>
      <w:keepNext/>
      <w:spacing w:after="0"/>
      <w:ind w:firstLine="0"/>
      <w:jc w:val="left"/>
      <w:outlineLvl w:val="0"/>
    </w:pPr>
    <w:rPr>
      <w:b/>
      <w:sz w:val="32"/>
    </w:rPr>
  </w:style>
  <w:style w:type="paragraph" w:styleId="Heading3">
    <w:name w:val="heading 3"/>
    <w:basedOn w:val="Normal"/>
    <w:next w:val="Normal"/>
    <w:rsid w:val="00C96E60"/>
    <w:pPr>
      <w:keepNext/>
      <w:spacing w:after="0"/>
      <w:ind w:right="42" w:firstLine="720"/>
      <w:jc w:val="center"/>
      <w:outlineLvl w:val="2"/>
    </w:pPr>
    <w:rPr>
      <w:b/>
      <w:lang w:val="en-AU"/>
    </w:rPr>
  </w:style>
  <w:style w:type="paragraph" w:styleId="Heading7">
    <w:name w:val="heading 7"/>
    <w:basedOn w:val="Normal"/>
    <w:next w:val="Normal"/>
    <w:rsid w:val="00C96E60"/>
    <w:pPr>
      <w:keepNext/>
      <w:spacing w:after="0"/>
      <w:ind w:firstLine="0"/>
      <w:jc w:val="left"/>
      <w:outlineLvl w:val="6"/>
    </w:pPr>
    <w:rPr>
      <w:snapToGrid w:val="0"/>
      <w:color w:val="000000"/>
      <w:lang w:val="en-US"/>
    </w:rPr>
  </w:style>
  <w:style w:type="paragraph" w:styleId="Heading8">
    <w:name w:val="heading 8"/>
    <w:basedOn w:val="Normal"/>
    <w:next w:val="Normal"/>
    <w:rsid w:val="00C96E60"/>
    <w:pPr>
      <w:keepNext/>
      <w:spacing w:after="0"/>
      <w:ind w:firstLine="0"/>
      <w:outlineLvl w:val="7"/>
    </w:pPr>
    <w:rPr>
      <w:rFonts w:ascii="Garamond" w:hAnsi="Garamond"/>
      <w:b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96E60"/>
    <w:pPr>
      <w:tabs>
        <w:tab w:val="center" w:pos="4153"/>
        <w:tab w:val="right" w:pos="8306"/>
      </w:tabs>
      <w:spacing w:after="0"/>
      <w:ind w:firstLine="0"/>
    </w:pPr>
    <w:rPr>
      <w:sz w:val="20"/>
    </w:rPr>
  </w:style>
  <w:style w:type="paragraph" w:customStyle="1" w:styleId="H4">
    <w:name w:val="H4"/>
    <w:rsid w:val="003E6A80"/>
    <w:pPr>
      <w:spacing w:after="120"/>
      <w:jc w:val="center"/>
      <w:outlineLvl w:val="3"/>
    </w:pPr>
    <w:rPr>
      <w:b/>
      <w:sz w:val="28"/>
      <w:lang w:eastAsia="en-US"/>
    </w:rPr>
  </w:style>
  <w:style w:type="paragraph" w:customStyle="1" w:styleId="H3">
    <w:name w:val="H3"/>
    <w:rsid w:val="003E6A80"/>
    <w:pPr>
      <w:spacing w:after="120"/>
      <w:jc w:val="center"/>
      <w:outlineLvl w:val="2"/>
    </w:pPr>
    <w:rPr>
      <w:b/>
      <w:sz w:val="32"/>
      <w:lang w:eastAsia="en-US"/>
    </w:rPr>
  </w:style>
  <w:style w:type="paragraph" w:customStyle="1" w:styleId="H2">
    <w:name w:val="H2"/>
    <w:rsid w:val="003E6A80"/>
    <w:pPr>
      <w:spacing w:after="120"/>
      <w:jc w:val="center"/>
      <w:outlineLvl w:val="1"/>
    </w:pPr>
    <w:rPr>
      <w:b/>
      <w:sz w:val="36"/>
      <w:lang w:eastAsia="en-US"/>
    </w:rPr>
  </w:style>
  <w:style w:type="paragraph" w:customStyle="1" w:styleId="H1">
    <w:name w:val="H1"/>
    <w:rsid w:val="003E6A80"/>
    <w:pPr>
      <w:spacing w:after="120"/>
      <w:jc w:val="center"/>
      <w:outlineLvl w:val="0"/>
    </w:pPr>
    <w:rPr>
      <w:b/>
      <w:sz w:val="44"/>
      <w:lang w:eastAsia="en-US"/>
    </w:rPr>
  </w:style>
  <w:style w:type="paragraph" w:customStyle="1" w:styleId="T">
    <w:name w:val="T"/>
    <w:basedOn w:val="Normal"/>
    <w:uiPriority w:val="99"/>
    <w:rsid w:val="003E6A80"/>
    <w:pPr>
      <w:keepNext/>
      <w:ind w:firstLine="0"/>
      <w:jc w:val="center"/>
    </w:pPr>
    <w:rPr>
      <w:b/>
      <w:i/>
    </w:rPr>
  </w:style>
  <w:style w:type="paragraph" w:customStyle="1" w:styleId="Z">
    <w:name w:val="Z"/>
    <w:basedOn w:val="T"/>
    <w:uiPriority w:val="99"/>
    <w:rsid w:val="003E6A80"/>
    <w:pPr>
      <w:keepNext w:val="0"/>
    </w:pPr>
  </w:style>
  <w:style w:type="character" w:styleId="PageNumber">
    <w:name w:val="page number"/>
    <w:basedOn w:val="DefaultParagraphFont"/>
    <w:rsid w:val="00C96E60"/>
  </w:style>
  <w:style w:type="paragraph" w:styleId="Header">
    <w:name w:val="header"/>
    <w:basedOn w:val="Normal"/>
    <w:link w:val="HeaderChar"/>
    <w:uiPriority w:val="99"/>
    <w:rsid w:val="00C96E60"/>
    <w:pPr>
      <w:tabs>
        <w:tab w:val="center" w:pos="4153"/>
        <w:tab w:val="right" w:pos="8306"/>
      </w:tabs>
      <w:spacing w:after="0"/>
      <w:ind w:firstLine="0"/>
    </w:pPr>
  </w:style>
  <w:style w:type="paragraph" w:styleId="BalloonText">
    <w:name w:val="Balloon Text"/>
    <w:basedOn w:val="Normal"/>
    <w:semiHidden/>
    <w:rsid w:val="00C96E60"/>
    <w:rPr>
      <w:rFonts w:ascii="Tahoma" w:hAnsi="Tahoma" w:cs="Tahoma"/>
      <w:sz w:val="16"/>
      <w:szCs w:val="16"/>
    </w:rPr>
  </w:style>
  <w:style w:type="paragraph" w:customStyle="1" w:styleId="tabteksts">
    <w:name w:val="tab_teksts"/>
    <w:basedOn w:val="Normal"/>
    <w:rsid w:val="008E7392"/>
    <w:pPr>
      <w:spacing w:after="0"/>
      <w:ind w:firstLine="0"/>
      <w:jc w:val="left"/>
    </w:pPr>
    <w:rPr>
      <w:sz w:val="20"/>
    </w:rPr>
  </w:style>
  <w:style w:type="paragraph" w:customStyle="1" w:styleId="cipari">
    <w:name w:val="cipari"/>
    <w:basedOn w:val="Normal"/>
    <w:qFormat/>
    <w:rsid w:val="003E6A80"/>
    <w:pPr>
      <w:ind w:left="720" w:hanging="720"/>
    </w:pPr>
    <w:rPr>
      <w:bCs/>
    </w:rPr>
  </w:style>
  <w:style w:type="paragraph" w:customStyle="1" w:styleId="cipariiturp">
    <w:name w:val="ciparii_turp"/>
    <w:basedOn w:val="cipari"/>
    <w:qFormat/>
    <w:rsid w:val="003E6A8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3E6A80"/>
    <w:pPr>
      <w:ind w:firstLine="0"/>
    </w:pPr>
    <w:rPr>
      <w:bCs/>
      <w:u w:val="single"/>
    </w:rPr>
  </w:style>
  <w:style w:type="paragraph" w:customStyle="1" w:styleId="Funkcijasbold">
    <w:name w:val="Funkcijas_bold"/>
    <w:basedOn w:val="Normal"/>
    <w:qFormat/>
    <w:rsid w:val="003E6A80"/>
    <w:pPr>
      <w:ind w:firstLine="0"/>
    </w:pPr>
    <w:rPr>
      <w:b/>
      <w:bCs/>
    </w:rPr>
  </w:style>
  <w:style w:type="paragraph" w:customStyle="1" w:styleId="izdevumi">
    <w:name w:val="izdevumi"/>
    <w:basedOn w:val="Normal"/>
    <w:qFormat/>
    <w:rsid w:val="003E6A80"/>
    <w:pPr>
      <w:widowControl w:val="0"/>
      <w:spacing w:before="120"/>
      <w:ind w:left="567" w:firstLine="0"/>
    </w:pPr>
    <w:rPr>
      <w:i/>
    </w:rPr>
  </w:style>
  <w:style w:type="paragraph" w:customStyle="1" w:styleId="paraksti">
    <w:name w:val="paraksti"/>
    <w:basedOn w:val="Normal"/>
    <w:qFormat/>
    <w:rsid w:val="003E6A80"/>
    <w:pPr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3E6A80"/>
    <w:pPr>
      <w:widowControl w:val="0"/>
      <w:spacing w:before="240"/>
      <w:ind w:firstLine="0"/>
      <w:jc w:val="center"/>
    </w:pPr>
    <w:rPr>
      <w:b/>
      <w:lang w:val="en-US"/>
    </w:rPr>
  </w:style>
  <w:style w:type="paragraph" w:customStyle="1" w:styleId="samazpaliel">
    <w:name w:val="samaz_paliel"/>
    <w:basedOn w:val="Normal"/>
    <w:qFormat/>
    <w:rsid w:val="003E6A80"/>
    <w:pPr>
      <w:widowControl w:val="0"/>
      <w:ind w:firstLine="0"/>
    </w:pPr>
    <w:rPr>
      <w:b/>
      <w:u w:val="single"/>
    </w:rPr>
  </w:style>
  <w:style w:type="paragraph" w:customStyle="1" w:styleId="Tabuluvirsraksti">
    <w:name w:val="Tabulu_virsraksti"/>
    <w:basedOn w:val="Normal"/>
    <w:qFormat/>
    <w:rsid w:val="003E6A80"/>
    <w:pPr>
      <w:ind w:firstLine="0"/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6F5C6A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1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Ministrija\dokuments_Ministru_kabineta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8E142-5015-42DD-BEC3-7268EF25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dokuments_Ministru_kabinetam.dot</Template>
  <TotalTime>33</TotalTime>
  <Pages>3</Pages>
  <Words>886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2022. gadam" paskaidrojumi, 5.5.nodaļa Valsts budžeta ilgtermiņa saistības 2023., 2024., 2025. gadam un turpmākajiem gadiem</vt:lpstr>
    </vt:vector>
  </TitlesOfParts>
  <Company>Finanšu ministrija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2022. gadam" paskaidrojumi, 5.5.nodaļa Valsts budžeta ilgtermiņa saistības 2023., 2024., 2025. gadam un turpmākajiem gadiem</dc:title>
  <dc:subject>paskaidrojuma raksts</dc:subject>
  <dc:creator>kristaps.riekstins@fm.gov.lv</dc:creator>
  <dc:description>67095429, 
kristaps.riekstins@fm.gov.lv</dc:description>
  <cp:lastModifiedBy>Dace Godiņa</cp:lastModifiedBy>
  <cp:revision>22</cp:revision>
  <cp:lastPrinted>2019-10-09T11:33:00Z</cp:lastPrinted>
  <dcterms:created xsi:type="dcterms:W3CDTF">2019-05-14T09:41:00Z</dcterms:created>
  <dcterms:modified xsi:type="dcterms:W3CDTF">2021-10-10T09:11:00Z</dcterms:modified>
</cp:coreProperties>
</file>